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5DF6FA" w14:textId="4B8C71E2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5F9BF05" w14:textId="39220D71" w:rsidR="00A32979" w:rsidRPr="00B866BA" w:rsidRDefault="00A32979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A6A6DBB" w14:textId="77777777" w:rsidR="00A32979" w:rsidRPr="00B866BA" w:rsidRDefault="00A32979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2D89D21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B10B954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7BA2AA26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A665D88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341EE946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0E7E51E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7B4D7CB2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6B5BFD5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58D424A" w14:textId="2297E02D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377FE6BB" w14:textId="40C3593E" w:rsidR="00AA5B82" w:rsidRPr="00B866BA" w:rsidRDefault="00AA5B82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1437A0A" w14:textId="77777777" w:rsidR="00AA5B82" w:rsidRPr="00B866BA" w:rsidRDefault="00AA5B82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9AF014C" w14:textId="57B842C9" w:rsidR="00AA5B82" w:rsidRPr="00AE2FF0" w:rsidRDefault="00C20B5C" w:rsidP="00C20B5C">
      <w:pPr>
        <w:widowControl w:val="0"/>
        <w:tabs>
          <w:tab w:val="left" w:pos="9356"/>
        </w:tabs>
        <w:autoSpaceDE w:val="0"/>
        <w:autoSpaceDN w:val="0"/>
        <w:adjustRightInd w:val="0"/>
        <w:ind w:right="4959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kern w:val="24"/>
          <w:sz w:val="28"/>
          <w:szCs w:val="28"/>
        </w:rPr>
        <w:t xml:space="preserve">О внесении изменения </w:t>
      </w:r>
      <w:r w:rsidR="007D7A51" w:rsidRPr="00AE2FF0">
        <w:rPr>
          <w:rFonts w:ascii="PT Astra Serif" w:hAnsi="PT Astra Serif"/>
          <w:kern w:val="24"/>
          <w:sz w:val="28"/>
          <w:szCs w:val="28"/>
        </w:rPr>
        <w:t xml:space="preserve">и дополнения </w:t>
      </w:r>
      <w:r w:rsidRPr="00AE2FF0">
        <w:rPr>
          <w:rFonts w:ascii="PT Astra Serif" w:hAnsi="PT Astra Serif"/>
          <w:kern w:val="24"/>
          <w:sz w:val="28"/>
          <w:szCs w:val="28"/>
        </w:rPr>
        <w:t>в постановление администрации города Тулы от 19.03.2025 № 100</w:t>
      </w:r>
      <w:r w:rsidR="00AA5B82" w:rsidRPr="00AE2FF0">
        <w:rPr>
          <w:rFonts w:ascii="PT Astra Serif" w:hAnsi="PT Astra Serif"/>
          <w:sz w:val="28"/>
          <w:szCs w:val="28"/>
        </w:rPr>
        <w:t xml:space="preserve">          </w:t>
      </w:r>
    </w:p>
    <w:p w14:paraId="79D1B605" w14:textId="77777777" w:rsidR="00AA5B82" w:rsidRPr="00AE2FF0" w:rsidRDefault="00AA5B82" w:rsidP="00E87D25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  </w:t>
      </w:r>
    </w:p>
    <w:p w14:paraId="7D40CFDB" w14:textId="77777777" w:rsidR="00AA5B82" w:rsidRPr="00AE2FF0" w:rsidRDefault="00AA5B82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         </w:t>
      </w:r>
    </w:p>
    <w:p w14:paraId="3A72F015" w14:textId="52E6F435" w:rsidR="00AA5B82" w:rsidRPr="00AE2FF0" w:rsidRDefault="00AA5B82" w:rsidP="00C20B5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pacing w:val="-3"/>
          <w:sz w:val="28"/>
          <w:szCs w:val="28"/>
        </w:rPr>
        <w:t xml:space="preserve">В соответствии с </w:t>
      </w:r>
      <w:r w:rsidRPr="00AE2FF0">
        <w:rPr>
          <w:rFonts w:ascii="PT Astra Serif" w:hAnsi="PT Astra Serif"/>
          <w:spacing w:val="1"/>
          <w:sz w:val="28"/>
          <w:szCs w:val="28"/>
        </w:rPr>
        <w:t>Федеральным законом от 6 октября 2003 года № </w:t>
      </w:r>
      <w:r w:rsidRPr="00AE2FF0">
        <w:rPr>
          <w:rFonts w:ascii="PT Astra Serif" w:hAnsi="PT Astra Serif"/>
          <w:bCs/>
          <w:spacing w:val="1"/>
          <w:sz w:val="28"/>
          <w:szCs w:val="28"/>
        </w:rPr>
        <w:t xml:space="preserve">131-ФЗ </w:t>
      </w:r>
      <w:r w:rsidRPr="00AE2FF0">
        <w:rPr>
          <w:rFonts w:ascii="PT Astra Serif" w:hAnsi="PT Astra Serif"/>
          <w:spacing w:val="1"/>
          <w:sz w:val="28"/>
          <w:szCs w:val="28"/>
        </w:rPr>
        <w:t xml:space="preserve">«Об общих принципах </w:t>
      </w:r>
      <w:r w:rsidRPr="00AE2FF0">
        <w:rPr>
          <w:rFonts w:ascii="PT Astra Serif" w:hAnsi="PT Astra Serif"/>
          <w:spacing w:val="6"/>
          <w:sz w:val="28"/>
          <w:szCs w:val="28"/>
        </w:rPr>
        <w:t>организации местного самоуправления в Российской Федерации»,</w:t>
      </w:r>
      <w:r w:rsidRPr="00AE2FF0">
        <w:rPr>
          <w:rFonts w:ascii="PT Astra Serif" w:hAnsi="PT Astra Serif"/>
          <w:spacing w:val="-3"/>
          <w:sz w:val="28"/>
          <w:szCs w:val="28"/>
        </w:rPr>
        <w:t xml:space="preserve"> Федеральным законом от </w:t>
      </w:r>
      <w:r w:rsidRPr="00AE2FF0">
        <w:rPr>
          <w:rFonts w:ascii="PT Astra Serif" w:hAnsi="PT Astra Serif"/>
          <w:bCs/>
          <w:spacing w:val="-3"/>
          <w:sz w:val="28"/>
          <w:szCs w:val="28"/>
        </w:rPr>
        <w:t xml:space="preserve">27 июля 2010 года № 210-ФЗ </w:t>
      </w:r>
      <w:r w:rsidRPr="00AE2FF0">
        <w:rPr>
          <w:rFonts w:ascii="PT Astra Serif" w:hAnsi="PT Astra Serif"/>
          <w:bCs/>
          <w:spacing w:val="-3"/>
          <w:sz w:val="28"/>
          <w:szCs w:val="28"/>
        </w:rPr>
        <w:br/>
      </w:r>
      <w:r w:rsidRPr="00AE2FF0">
        <w:rPr>
          <w:rFonts w:ascii="PT Astra Serif" w:hAnsi="PT Astra Serif"/>
          <w:spacing w:val="-3"/>
          <w:sz w:val="28"/>
          <w:szCs w:val="28"/>
        </w:rPr>
        <w:t xml:space="preserve">«Об </w:t>
      </w:r>
      <w:r w:rsidRPr="00AE2FF0">
        <w:rPr>
          <w:rFonts w:ascii="PT Astra Serif" w:hAnsi="PT Astra Serif"/>
          <w:spacing w:val="-2"/>
          <w:sz w:val="28"/>
          <w:szCs w:val="28"/>
        </w:rPr>
        <w:t xml:space="preserve">организации предоставления государственных и муниципальных </w:t>
      </w:r>
      <w:r w:rsidRPr="00AE2FF0">
        <w:rPr>
          <w:rFonts w:ascii="PT Astra Serif" w:hAnsi="PT Astra Serif"/>
          <w:bCs/>
          <w:spacing w:val="-2"/>
          <w:sz w:val="28"/>
          <w:szCs w:val="28"/>
        </w:rPr>
        <w:t xml:space="preserve">услуг», </w:t>
      </w:r>
      <w:r w:rsidRPr="00AE2FF0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</w:t>
      </w:r>
      <w:r w:rsidR="00C30E01" w:rsidRPr="00AE2FF0">
        <w:rPr>
          <w:rFonts w:ascii="PT Astra Serif" w:hAnsi="PT Astra Serif"/>
          <w:sz w:val="28"/>
          <w:szCs w:val="28"/>
        </w:rPr>
        <w:t xml:space="preserve">городской округ </w:t>
      </w:r>
      <w:r w:rsidRPr="00AE2FF0">
        <w:rPr>
          <w:rFonts w:ascii="PT Astra Serif" w:hAnsi="PT Astra Serif"/>
          <w:sz w:val="28"/>
          <w:szCs w:val="28"/>
        </w:rPr>
        <w:t>город Тула администрация города Тулы ПОСТАНОВЛЯЕТ:</w:t>
      </w:r>
    </w:p>
    <w:p w14:paraId="2D1A96C5" w14:textId="6C75B216" w:rsidR="00C20B5C" w:rsidRPr="00AE2FF0" w:rsidRDefault="00AA5B82" w:rsidP="00C20B5C">
      <w:pPr>
        <w:widowControl w:val="0"/>
        <w:tabs>
          <w:tab w:val="left" w:pos="9356"/>
        </w:tabs>
        <w:autoSpaceDE w:val="0"/>
        <w:autoSpaceDN w:val="0"/>
        <w:adjustRightInd w:val="0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kern w:val="24"/>
          <w:sz w:val="28"/>
          <w:szCs w:val="28"/>
        </w:rPr>
        <w:t>1</w:t>
      </w:r>
      <w:r w:rsidR="00C20B5C" w:rsidRPr="00AE2FF0">
        <w:rPr>
          <w:rFonts w:ascii="PT Astra Serif" w:hAnsi="PT Astra Serif"/>
          <w:kern w:val="24"/>
          <w:sz w:val="28"/>
          <w:szCs w:val="28"/>
        </w:rPr>
        <w:t xml:space="preserve">. </w:t>
      </w:r>
      <w:r w:rsidR="00C20B5C" w:rsidRPr="00AE2FF0">
        <w:rPr>
          <w:rFonts w:ascii="PT Astra Serif" w:hAnsi="PT Astra Serif"/>
          <w:kern w:val="24"/>
          <w:sz w:val="28"/>
          <w:szCs w:val="28"/>
          <w:lang w:eastAsia="ru-RU"/>
        </w:rPr>
        <w:t>Внести в постановление администрации города Тулы от 19.03.2025 № 100 «</w:t>
      </w:r>
      <w:r w:rsidR="00C20B5C" w:rsidRPr="00AE2FF0">
        <w:rPr>
          <w:rFonts w:ascii="PT Astra Serif" w:hAnsi="PT Astra Serif"/>
          <w:kern w:val="24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C20B5C" w:rsidRPr="00AE2FF0">
        <w:rPr>
          <w:rFonts w:ascii="PT Astra Serif" w:hAnsi="PT Astra Serif"/>
          <w:sz w:val="28"/>
          <w:szCs w:val="28"/>
        </w:rPr>
        <w:t>«Исполнение запросов, оформление и выдача архивных справок, архивных выписок и архивных копий» и о признании утратившими силу некоторых постановлений администрации города Тулы</w:t>
      </w:r>
      <w:r w:rsidR="00C20B5C" w:rsidRPr="00AE2FF0">
        <w:rPr>
          <w:rFonts w:ascii="PT Astra Serif" w:hAnsi="PT Astra Serif"/>
          <w:sz w:val="28"/>
          <w:szCs w:val="28"/>
          <w:lang w:eastAsia="ru-RU"/>
        </w:rPr>
        <w:t>» следующ</w:t>
      </w:r>
      <w:r w:rsidR="007D7A51" w:rsidRPr="00AE2FF0">
        <w:rPr>
          <w:rFonts w:ascii="PT Astra Serif" w:hAnsi="PT Astra Serif"/>
          <w:sz w:val="28"/>
          <w:szCs w:val="28"/>
          <w:lang w:eastAsia="ru-RU"/>
        </w:rPr>
        <w:t>и</w:t>
      </w:r>
      <w:r w:rsidR="00C20B5C" w:rsidRPr="00AE2FF0">
        <w:rPr>
          <w:rFonts w:ascii="PT Astra Serif" w:hAnsi="PT Astra Serif"/>
          <w:sz w:val="28"/>
          <w:szCs w:val="28"/>
          <w:lang w:eastAsia="ru-RU"/>
        </w:rPr>
        <w:t>е изменение</w:t>
      </w:r>
      <w:r w:rsidR="007D7A51" w:rsidRPr="00AE2FF0">
        <w:rPr>
          <w:rFonts w:ascii="PT Astra Serif" w:hAnsi="PT Astra Serif"/>
          <w:sz w:val="28"/>
          <w:szCs w:val="28"/>
          <w:lang w:eastAsia="ru-RU"/>
        </w:rPr>
        <w:t xml:space="preserve"> и дополнение</w:t>
      </w:r>
      <w:r w:rsidR="00C20B5C" w:rsidRPr="00AE2FF0">
        <w:rPr>
          <w:rFonts w:ascii="PT Astra Serif" w:hAnsi="PT Astra Serif"/>
          <w:sz w:val="28"/>
          <w:szCs w:val="28"/>
          <w:lang w:eastAsia="ru-RU"/>
        </w:rPr>
        <w:t>:</w:t>
      </w:r>
    </w:p>
    <w:p w14:paraId="7A3DD632" w14:textId="4A379AD9" w:rsidR="007D7A51" w:rsidRPr="00AE2FF0" w:rsidRDefault="007D7A51" w:rsidP="00C20B5C">
      <w:pPr>
        <w:widowControl w:val="0"/>
        <w:tabs>
          <w:tab w:val="left" w:pos="9356"/>
        </w:tabs>
        <w:autoSpaceDE w:val="0"/>
        <w:autoSpaceDN w:val="0"/>
        <w:adjustRightInd w:val="0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в преамбуле постановления после текста «на основании Устава муниципального образования» дополнить текстом «городской округ»;</w:t>
      </w:r>
    </w:p>
    <w:p w14:paraId="6FAB74E5" w14:textId="7016C8B9" w:rsidR="00AA5B82" w:rsidRPr="00AE2FF0" w:rsidRDefault="00C20B5C" w:rsidP="00C20B5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приложение к постановлению изложить в новой редакции (приложение).</w:t>
      </w:r>
    </w:p>
    <w:p w14:paraId="1FB05C4C" w14:textId="14403E81" w:rsidR="00AA5B82" w:rsidRPr="00AE2FF0" w:rsidRDefault="007D7A51" w:rsidP="00C20B5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2</w:t>
      </w:r>
      <w:r w:rsidR="00AA5B82" w:rsidRPr="00AE2FF0">
        <w:rPr>
          <w:rFonts w:ascii="PT Astra Serif" w:hAnsi="PT Astra Serif"/>
          <w:sz w:val="28"/>
          <w:szCs w:val="28"/>
        </w:rPr>
        <w:t xml:space="preserve">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14:paraId="4BD197C4" w14:textId="4EB2FF4D" w:rsidR="00AA5B82" w:rsidRPr="00AE2FF0" w:rsidRDefault="007D7A51" w:rsidP="00C20B5C">
      <w:pPr>
        <w:tabs>
          <w:tab w:val="left" w:pos="399"/>
          <w:tab w:val="left" w:pos="68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3</w:t>
      </w:r>
      <w:r w:rsidR="00AA5B82" w:rsidRPr="00AE2FF0">
        <w:rPr>
          <w:rFonts w:ascii="PT Astra Serif" w:hAnsi="PT Astra Serif"/>
          <w:sz w:val="28"/>
          <w:szCs w:val="28"/>
        </w:rPr>
        <w:t xml:space="preserve">. Постановление вступает в силу со дня официального опубликования.  </w:t>
      </w:r>
    </w:p>
    <w:p w14:paraId="42B810F8" w14:textId="77777777" w:rsidR="00AA5B82" w:rsidRPr="00AE2FF0" w:rsidRDefault="00AA5B82" w:rsidP="00C20B5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211672FF" w14:textId="77777777" w:rsidR="00AA5B82" w:rsidRPr="00AE2FF0" w:rsidRDefault="00AA5B82" w:rsidP="00C20B5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75465F80" w14:textId="77777777" w:rsidR="00AA5B82" w:rsidRPr="00AE2FF0" w:rsidRDefault="00AA5B82" w:rsidP="00E87D25">
      <w:pPr>
        <w:tabs>
          <w:tab w:val="left" w:pos="684"/>
          <w:tab w:val="left" w:pos="855"/>
        </w:tabs>
        <w:ind w:firstLine="709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Глава администрации</w:t>
      </w:r>
    </w:p>
    <w:p w14:paraId="021D4656" w14:textId="27CA9A8D" w:rsidR="004C4DE7" w:rsidRPr="00AE2FF0" w:rsidRDefault="00AA5B82" w:rsidP="00E87D25">
      <w:pPr>
        <w:pStyle w:val="aa"/>
        <w:ind w:right="-6" w:firstLine="709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>города Тулы                                                                                И.И. Беспалов</w:t>
      </w:r>
    </w:p>
    <w:p w14:paraId="7DE683DF" w14:textId="34AD954B" w:rsidR="004C4DE7" w:rsidRPr="00AE2FF0" w:rsidRDefault="004C4DE7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0C523750" w14:textId="5B9B19C3" w:rsidR="0074230A" w:rsidRPr="00AE2FF0" w:rsidRDefault="0074230A" w:rsidP="00E87D25">
      <w:pPr>
        <w:pStyle w:val="aa"/>
        <w:ind w:right="-6"/>
        <w:rPr>
          <w:rFonts w:ascii="PT Astra Serif" w:hAnsi="PT Astra Serif"/>
          <w:szCs w:val="28"/>
        </w:rPr>
      </w:pPr>
    </w:p>
    <w:p w14:paraId="68382EF2" w14:textId="4E6DE356" w:rsidR="00C7137D" w:rsidRPr="00AE2FF0" w:rsidRDefault="00C7137D" w:rsidP="00E87D25">
      <w:pPr>
        <w:pStyle w:val="aa"/>
        <w:ind w:right="-6"/>
        <w:rPr>
          <w:rFonts w:ascii="PT Astra Serif" w:hAnsi="PT Astra Serif"/>
          <w:szCs w:val="28"/>
        </w:rPr>
      </w:pPr>
    </w:p>
    <w:p w14:paraId="68B749E2" w14:textId="43F9090F" w:rsidR="00C7137D" w:rsidRPr="00AE2FF0" w:rsidRDefault="00C7137D" w:rsidP="00E87D25">
      <w:pPr>
        <w:pStyle w:val="aa"/>
        <w:ind w:right="-6"/>
        <w:rPr>
          <w:rFonts w:ascii="PT Astra Serif" w:hAnsi="PT Astra Serif"/>
          <w:szCs w:val="28"/>
        </w:rPr>
      </w:pPr>
    </w:p>
    <w:p w14:paraId="43DD675B" w14:textId="77777777" w:rsidR="007D7A51" w:rsidRPr="00AE2FF0" w:rsidRDefault="007D7A51" w:rsidP="00E87D25">
      <w:pPr>
        <w:pStyle w:val="aa"/>
        <w:ind w:right="-6"/>
        <w:rPr>
          <w:rFonts w:ascii="PT Astra Serif" w:hAnsi="PT Astra Serif"/>
          <w:szCs w:val="28"/>
        </w:rPr>
      </w:pPr>
    </w:p>
    <w:p w14:paraId="10192A96" w14:textId="6C3D722E" w:rsidR="009760F8" w:rsidRPr="00AE2FF0" w:rsidRDefault="009760F8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lastRenderedPageBreak/>
        <w:t xml:space="preserve">Приложение </w:t>
      </w:r>
    </w:p>
    <w:p w14:paraId="30837690" w14:textId="77777777" w:rsidR="009760F8" w:rsidRPr="00AE2FF0" w:rsidRDefault="009760F8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 xml:space="preserve">к постановлению </w:t>
      </w:r>
    </w:p>
    <w:p w14:paraId="3E684363" w14:textId="77777777" w:rsidR="009760F8" w:rsidRPr="00AE2FF0" w:rsidRDefault="009760F8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>администрации города Тулы</w:t>
      </w:r>
    </w:p>
    <w:p w14:paraId="40EDF4F9" w14:textId="38949A0E" w:rsidR="009760F8" w:rsidRPr="00AE2FF0" w:rsidRDefault="009760F8" w:rsidP="00E87D25">
      <w:pPr>
        <w:pStyle w:val="aa"/>
        <w:ind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 xml:space="preserve">                                                              от _____________ № ______</w:t>
      </w:r>
    </w:p>
    <w:p w14:paraId="37E6CB60" w14:textId="2C14F5DF" w:rsidR="007D7A51" w:rsidRPr="00AE2FF0" w:rsidRDefault="007D7A51" w:rsidP="00E87D25">
      <w:pPr>
        <w:pStyle w:val="aa"/>
        <w:ind w:right="-6"/>
        <w:jc w:val="right"/>
        <w:rPr>
          <w:rFonts w:ascii="PT Astra Serif" w:hAnsi="PT Astra Serif"/>
          <w:szCs w:val="28"/>
        </w:rPr>
      </w:pPr>
    </w:p>
    <w:p w14:paraId="37390716" w14:textId="77777777" w:rsidR="007D7A51" w:rsidRPr="00AE2FF0" w:rsidRDefault="007D7A51" w:rsidP="007D7A51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 xml:space="preserve">Приложение </w:t>
      </w:r>
    </w:p>
    <w:p w14:paraId="21D1AE5C" w14:textId="77777777" w:rsidR="007D7A51" w:rsidRPr="00AE2FF0" w:rsidRDefault="007D7A51" w:rsidP="007D7A51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 xml:space="preserve">к постановлению </w:t>
      </w:r>
    </w:p>
    <w:p w14:paraId="041AD153" w14:textId="77777777" w:rsidR="007D7A51" w:rsidRPr="00AE2FF0" w:rsidRDefault="007D7A51" w:rsidP="007D7A51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>администрации города Тулы</w:t>
      </w:r>
    </w:p>
    <w:p w14:paraId="3B29373E" w14:textId="13DCFEB9" w:rsidR="007D7A51" w:rsidRPr="00AE2FF0" w:rsidRDefault="007D7A51" w:rsidP="007D7A51">
      <w:pPr>
        <w:pStyle w:val="aa"/>
        <w:ind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 xml:space="preserve">                                                              от 19.03.2025 № 100</w:t>
      </w:r>
    </w:p>
    <w:p w14:paraId="45188347" w14:textId="2024C112" w:rsidR="00840E20" w:rsidRPr="00AE2FF0" w:rsidRDefault="00840E20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D0F9C6A" w14:textId="77777777" w:rsidR="007D7A51" w:rsidRPr="00AE2FF0" w:rsidRDefault="007D7A51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7789CDC8" w14:textId="41D28A82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Административный регламент</w:t>
      </w:r>
    </w:p>
    <w:p w14:paraId="7CA87B25" w14:textId="77777777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 предоставления муниципальной услуги «Исполнение запросов, оформление и выдача архивных справок, архивных выписок и архивных копий»</w:t>
      </w:r>
    </w:p>
    <w:p w14:paraId="668946A1" w14:textId="69719E87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49BFA0AA" w14:textId="77777777" w:rsidR="00162657" w:rsidRPr="00AE2FF0" w:rsidRDefault="00162657" w:rsidP="00E87D25">
      <w:pPr>
        <w:suppressAutoHyphens w:val="0"/>
        <w:ind w:right="-6"/>
        <w:jc w:val="center"/>
        <w:outlineLvl w:val="0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РАЗДЕЛ </w:t>
      </w:r>
      <w:r w:rsidR="006F2D12" w:rsidRPr="00AE2FF0">
        <w:rPr>
          <w:rFonts w:ascii="PT Astra Serif" w:hAnsi="PT Astra Serif"/>
          <w:b/>
          <w:sz w:val="28"/>
          <w:szCs w:val="28"/>
          <w:lang w:val="en-US" w:eastAsia="ru-RU"/>
        </w:rPr>
        <w:t>I</w:t>
      </w:r>
      <w:r w:rsidR="006F2D12" w:rsidRPr="00AE2FF0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</w:p>
    <w:p w14:paraId="3B6788FF" w14:textId="5011F2CA" w:rsidR="006F2D12" w:rsidRPr="00AE2FF0" w:rsidRDefault="00162657" w:rsidP="00E87D25">
      <w:pPr>
        <w:suppressAutoHyphens w:val="0"/>
        <w:ind w:right="-6"/>
        <w:jc w:val="center"/>
        <w:outlineLvl w:val="0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ОБЩИЕ ПОЛОЖЕНИЯ</w:t>
      </w:r>
    </w:p>
    <w:p w14:paraId="0DFF77CE" w14:textId="48D1F90E" w:rsidR="006F2D12" w:rsidRPr="00AE2FF0" w:rsidRDefault="006F2D12" w:rsidP="00E87D25">
      <w:pPr>
        <w:suppressAutoHyphens w:val="0"/>
        <w:ind w:right="-6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59DBA07A" w14:textId="61F3473C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14:paraId="4D00B4C5" w14:textId="77777777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61A489CC" w14:textId="0F6790F5" w:rsidR="00437084" w:rsidRPr="00AE2FF0" w:rsidRDefault="00437084" w:rsidP="00E87D2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1. Настоящий Административный регламент устанавливает порядок и стандарт предоставления муниципальной услуги «Исполнение запросов, оформление и выдача архивных справок, архивных выписок и архивных копий» (далее – Услуга).</w:t>
      </w:r>
    </w:p>
    <w:p w14:paraId="1330D156" w14:textId="77777777" w:rsidR="00E87D25" w:rsidRPr="00AE2FF0" w:rsidRDefault="00E87D25" w:rsidP="00E87D2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0473560" w14:textId="2F23B997" w:rsidR="00437084" w:rsidRPr="00AE2FF0" w:rsidRDefault="00437084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Круг заявителей</w:t>
      </w:r>
    </w:p>
    <w:p w14:paraId="0893AF66" w14:textId="77777777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74AE92B1" w14:textId="55A27BB0" w:rsidR="00437084" w:rsidRPr="00AE2FF0" w:rsidRDefault="00437084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2.  Заявителями при предоставлении Услуги являются юридические и физические лица либо уполномоченные представители юридических и физических лиц</w:t>
      </w:r>
      <w:r w:rsidR="001F7CD9" w:rsidRPr="00AE2FF0">
        <w:rPr>
          <w:rFonts w:ascii="PT Astra Serif" w:hAnsi="PT Astra Serif"/>
          <w:sz w:val="28"/>
          <w:szCs w:val="28"/>
          <w:lang w:eastAsia="ru-RU"/>
        </w:rPr>
        <w:t xml:space="preserve"> (приложение № 1)</w:t>
      </w:r>
      <w:r w:rsidRPr="00AE2FF0">
        <w:rPr>
          <w:rFonts w:ascii="PT Astra Serif" w:hAnsi="PT Astra Serif"/>
          <w:sz w:val="28"/>
          <w:szCs w:val="28"/>
          <w:lang w:eastAsia="ru-RU"/>
        </w:rPr>
        <w:t>, обратившиеся с заявлением о предоставлении Услуги (далее — Заявитель)</w:t>
      </w:r>
      <w:r w:rsidR="001F7CD9" w:rsidRPr="00AE2FF0">
        <w:rPr>
          <w:rFonts w:ascii="PT Astra Serif" w:hAnsi="PT Astra Serif"/>
          <w:sz w:val="28"/>
          <w:szCs w:val="28"/>
          <w:lang w:eastAsia="ru-RU"/>
        </w:rPr>
        <w:t>.</w:t>
      </w:r>
      <w:r w:rsidR="007D7A51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101498EC" w14:textId="77777777" w:rsidR="00437084" w:rsidRPr="00AE2FF0" w:rsidRDefault="00437084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83E9406" w14:textId="695030FF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Требование предоставления заявителю </w:t>
      </w:r>
      <w:r w:rsidR="00F8498F" w:rsidRPr="00AE2FF0">
        <w:rPr>
          <w:rFonts w:ascii="PT Astra Serif" w:hAnsi="PT Astra Serif"/>
          <w:b/>
          <w:sz w:val="28"/>
          <w:szCs w:val="28"/>
          <w:lang w:eastAsia="ru-RU"/>
        </w:rPr>
        <w:t>муниципаль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>ной услуги в</w:t>
      </w:r>
    </w:p>
    <w:p w14:paraId="73D56FC2" w14:textId="69785B42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соответствии с категориями (признаками) заявителя, сведения о котором размещаются в реестре услуг и в федеральной государственной</w:t>
      </w:r>
    </w:p>
    <w:p w14:paraId="5E2D636E" w14:textId="5401E870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информационной системе «Единый портал государственных и</w:t>
      </w:r>
    </w:p>
    <w:p w14:paraId="0E4C59D7" w14:textId="4951D68E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муниципальных услуг (функций)»</w:t>
      </w:r>
    </w:p>
    <w:p w14:paraId="63A0EEC9" w14:textId="77777777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368681F" w14:textId="6DD5508B" w:rsidR="006F2D12" w:rsidRPr="00AE2FF0" w:rsidRDefault="00437084" w:rsidP="00E87D2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3. Информация о порядке предоставления Услуги размещается в федеральной государственной информационной системе «Единый </w:t>
      </w:r>
      <w:r w:rsidR="00C7137D" w:rsidRPr="00AE2FF0">
        <w:rPr>
          <w:rFonts w:ascii="PT Astra Serif" w:hAnsi="PT Astra Serif"/>
          <w:sz w:val="28"/>
          <w:szCs w:val="28"/>
          <w:lang w:eastAsia="ru-RU"/>
        </w:rPr>
        <w:t xml:space="preserve">портал государственных </w:t>
      </w:r>
      <w:r w:rsidRPr="00AE2FF0">
        <w:rPr>
          <w:rFonts w:ascii="PT Astra Serif" w:hAnsi="PT Astra Serif"/>
          <w:sz w:val="28"/>
          <w:szCs w:val="28"/>
          <w:lang w:eastAsia="ru-RU"/>
        </w:rPr>
        <w:t>и муниципальных услуг (функций)» (далее – Единый портал).</w:t>
      </w:r>
    </w:p>
    <w:p w14:paraId="776F218F" w14:textId="77777777" w:rsidR="006F2D12" w:rsidRPr="00AE2FF0" w:rsidRDefault="006F2D12" w:rsidP="00E87D2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5C286C7" w14:textId="77777777" w:rsidR="00162657" w:rsidRPr="00AE2FF0" w:rsidRDefault="00162657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РАЗДЕЛ </w:t>
      </w:r>
      <w:r w:rsidR="006F2D12" w:rsidRPr="00AE2FF0">
        <w:rPr>
          <w:rFonts w:ascii="PT Astra Serif" w:hAnsi="PT Astra Serif"/>
          <w:b/>
          <w:bCs/>
          <w:sz w:val="28"/>
          <w:szCs w:val="28"/>
          <w:lang w:val="en-US" w:eastAsia="ru-RU"/>
        </w:rPr>
        <w:t>II</w:t>
      </w:r>
    </w:p>
    <w:p w14:paraId="719E2257" w14:textId="3B3435C6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="00162657" w:rsidRPr="00AE2FF0">
        <w:rPr>
          <w:rFonts w:ascii="PT Astra Serif" w:hAnsi="PT Astra Serif"/>
          <w:b/>
          <w:bCs/>
          <w:sz w:val="28"/>
          <w:szCs w:val="28"/>
          <w:lang w:eastAsia="ru-RU"/>
        </w:rPr>
        <w:t>СТАНДАРТ ПРЕДОСТАВЛЕНИЯ УСЛУГИ</w:t>
      </w:r>
    </w:p>
    <w:p w14:paraId="5A984B9B" w14:textId="77777777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F9957A5" w14:textId="1D126038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Наименование муниципальной </w:t>
      </w:r>
      <w:r w:rsidR="000C7F49" w:rsidRPr="00AE2FF0">
        <w:rPr>
          <w:rFonts w:ascii="PT Astra Serif" w:hAnsi="PT Astra Serif"/>
          <w:b/>
          <w:bCs/>
          <w:sz w:val="28"/>
          <w:szCs w:val="28"/>
          <w:lang w:eastAsia="ru-RU"/>
        </w:rPr>
        <w:t>У</w:t>
      </w: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слуги</w:t>
      </w:r>
    </w:p>
    <w:p w14:paraId="65020FCB" w14:textId="77777777" w:rsidR="000C7F49" w:rsidRPr="00AE2FF0" w:rsidRDefault="000C7F49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7774B526" w14:textId="1ED061D5" w:rsidR="006F2D12" w:rsidRPr="00AE2FF0" w:rsidRDefault="00437084" w:rsidP="00E87D25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4</w:t>
      </w:r>
      <w:r w:rsidR="006F2D12" w:rsidRPr="00AE2FF0">
        <w:rPr>
          <w:rFonts w:ascii="PT Astra Serif" w:hAnsi="PT Astra Serif"/>
          <w:bCs/>
          <w:sz w:val="28"/>
          <w:szCs w:val="28"/>
          <w:lang w:eastAsia="ru-RU"/>
        </w:rPr>
        <w:t>.</w:t>
      </w:r>
      <w:r w:rsidR="006F2D12" w:rsidRPr="00AE2FF0">
        <w:rPr>
          <w:rFonts w:ascii="PT Astra Serif" w:hAnsi="PT Astra Serif"/>
          <w:b/>
          <w:bCs/>
          <w:sz w:val="28"/>
          <w:szCs w:val="28"/>
          <w:lang w:eastAsia="ru-RU"/>
        </w:rPr>
        <w:t> </w:t>
      </w:r>
      <w:r w:rsidR="006F2D12"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="000C7F49" w:rsidRPr="00AE2FF0">
        <w:rPr>
          <w:rFonts w:ascii="PT Astra Serif" w:hAnsi="PT Astra Serif"/>
          <w:sz w:val="28"/>
          <w:szCs w:val="28"/>
        </w:rPr>
        <w:t>Исполнение запросов, оформление и выдача архивных справок, архивных выписок и архивных копий</w:t>
      </w:r>
      <w:r w:rsidR="006F2D12" w:rsidRPr="00AE2FF0">
        <w:rPr>
          <w:rFonts w:ascii="PT Astra Serif" w:hAnsi="PT Astra Serif"/>
          <w:bCs/>
          <w:sz w:val="28"/>
          <w:szCs w:val="28"/>
          <w:lang w:eastAsia="ru-RU"/>
        </w:rPr>
        <w:t>.</w:t>
      </w:r>
    </w:p>
    <w:p w14:paraId="45A08EE0" w14:textId="77777777" w:rsidR="000C7F49" w:rsidRPr="00AE2FF0" w:rsidRDefault="006F2D12" w:rsidP="00E87D25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</w:p>
    <w:p w14:paraId="3267F4DD" w14:textId="39B2F0D0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Наименование органа, предоставляющего </w:t>
      </w:r>
      <w:r w:rsidR="000C7F49" w:rsidRPr="00AE2FF0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>слугу</w:t>
      </w:r>
    </w:p>
    <w:p w14:paraId="59298592" w14:textId="77777777" w:rsidR="006F2D12" w:rsidRPr="00AE2FF0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8F6103A" w14:textId="0343C466" w:rsidR="006F2D12" w:rsidRPr="00AE2FF0" w:rsidRDefault="00437084" w:rsidP="00E87D25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5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>. 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>У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>слуг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>а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 xml:space="preserve"> предоставляет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>ся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33E3" w:rsidRPr="00AE2FF0">
        <w:rPr>
          <w:rFonts w:ascii="PT Astra Serif" w:hAnsi="PT Astra Serif"/>
          <w:spacing w:val="-1"/>
          <w:sz w:val="28"/>
          <w:szCs w:val="28"/>
        </w:rPr>
        <w:t>м</w:t>
      </w:r>
      <w:r w:rsidR="0098458F" w:rsidRPr="00AE2FF0">
        <w:rPr>
          <w:rFonts w:ascii="PT Astra Serif" w:hAnsi="PT Astra Serif"/>
          <w:spacing w:val="-1"/>
          <w:sz w:val="28"/>
          <w:szCs w:val="28"/>
        </w:rPr>
        <w:t>униципальн</w:t>
      </w:r>
      <w:r w:rsidR="000C7F49" w:rsidRPr="00AE2FF0">
        <w:rPr>
          <w:rFonts w:ascii="PT Astra Serif" w:hAnsi="PT Astra Serif"/>
          <w:spacing w:val="-1"/>
          <w:sz w:val="28"/>
          <w:szCs w:val="28"/>
        </w:rPr>
        <w:t>ым казенным</w:t>
      </w:r>
      <w:r w:rsidR="0098458F" w:rsidRPr="00AE2FF0">
        <w:rPr>
          <w:rFonts w:ascii="PT Astra Serif" w:hAnsi="PT Astra Serif"/>
          <w:spacing w:val="-1"/>
          <w:sz w:val="28"/>
          <w:szCs w:val="28"/>
        </w:rPr>
        <w:t xml:space="preserve"> учреждение</w:t>
      </w:r>
      <w:r w:rsidR="000C7F49" w:rsidRPr="00AE2FF0">
        <w:rPr>
          <w:rFonts w:ascii="PT Astra Serif" w:hAnsi="PT Astra Serif"/>
          <w:spacing w:val="-1"/>
          <w:sz w:val="28"/>
          <w:szCs w:val="28"/>
        </w:rPr>
        <w:t>м</w:t>
      </w:r>
      <w:r w:rsidR="0098458F" w:rsidRPr="00AE2FF0">
        <w:rPr>
          <w:rFonts w:ascii="PT Astra Serif" w:hAnsi="PT Astra Serif"/>
          <w:spacing w:val="-1"/>
          <w:sz w:val="28"/>
          <w:szCs w:val="28"/>
        </w:rPr>
        <w:t xml:space="preserve"> </w:t>
      </w:r>
      <w:r w:rsidR="00DE73E5" w:rsidRPr="00AE2FF0">
        <w:rPr>
          <w:rFonts w:ascii="PT Astra Serif" w:hAnsi="PT Astra Serif"/>
          <w:sz w:val="28"/>
          <w:szCs w:val="28"/>
          <w:lang w:eastAsia="ru-RU"/>
        </w:rPr>
        <w:t>«Центр хранения документов и обработки информации»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 xml:space="preserve"> (далее – Учреждение)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>.</w:t>
      </w:r>
    </w:p>
    <w:p w14:paraId="02D940EA" w14:textId="77777777" w:rsidR="006F2D12" w:rsidRPr="00AE2FF0" w:rsidRDefault="006F2D12" w:rsidP="00E87D25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39BFB31" w14:textId="7F637729" w:rsidR="006F2D12" w:rsidRPr="00AE2FF0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ab/>
      </w:r>
      <w:r w:rsidR="00AC7D8C" w:rsidRPr="00AE2FF0">
        <w:rPr>
          <w:rFonts w:ascii="PT Astra Serif" w:hAnsi="PT Astra Serif"/>
          <w:b/>
          <w:sz w:val="28"/>
          <w:szCs w:val="28"/>
          <w:lang w:eastAsia="ru-RU"/>
        </w:rPr>
        <w:t>Р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езультат предоставления </w:t>
      </w:r>
      <w:r w:rsidR="000C7F49" w:rsidRPr="00AE2FF0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72006AC1" w14:textId="77777777" w:rsidR="006F2D12" w:rsidRPr="00AE2FF0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17C2B47D" w14:textId="42951CB4" w:rsidR="00AC7D8C" w:rsidRPr="00AE2FF0" w:rsidRDefault="001F7CD9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6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>.  </w:t>
      </w:r>
      <w:r w:rsidR="00AC7D8C" w:rsidRPr="00AE2FF0">
        <w:rPr>
          <w:rFonts w:ascii="PT Astra Serif" w:hAnsi="PT Astra Serif"/>
          <w:sz w:val="28"/>
          <w:szCs w:val="28"/>
          <w:lang w:eastAsia="ru-RU"/>
        </w:rPr>
        <w:t xml:space="preserve">При обращении заявителя за </w:t>
      </w:r>
      <w:r w:rsidR="00AC7D8C" w:rsidRPr="00AE2FF0">
        <w:rPr>
          <w:rFonts w:ascii="PT Astra Serif" w:hAnsi="PT Astra Serif"/>
          <w:sz w:val="28"/>
          <w:szCs w:val="28"/>
        </w:rPr>
        <w:t>исполнением запросов, оформлением и выдачей архивных справок, архивных выписок и архивных копий результатами предоставления Услуги являются:</w:t>
      </w:r>
    </w:p>
    <w:p w14:paraId="2392D25D" w14:textId="77777777" w:rsidR="00AC7D8C" w:rsidRPr="00AE2FF0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14:paraId="529D010B" w14:textId="77777777" w:rsidR="00AC7D8C" w:rsidRPr="00AE2FF0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6C3DD2DE" w14:textId="77777777" w:rsidR="00AC7D8C" w:rsidRPr="00AE2FF0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1ACF809E" w14:textId="77777777" w:rsidR="00AC7D8C" w:rsidRPr="00AE2FF0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14:paraId="2585EB84" w14:textId="77777777" w:rsidR="00AC7D8C" w:rsidRPr="00AE2FF0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14:paraId="1DA8F0AF" w14:textId="77777777" w:rsidR="00AC7D8C" w:rsidRPr="00AE2FF0" w:rsidRDefault="00AC7D8C" w:rsidP="00E87D25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75263938" w14:textId="77777777" w:rsidR="00AC7D8C" w:rsidRPr="00AE2FF0" w:rsidRDefault="00AC7D8C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66E1CC4" w14:textId="246A376A" w:rsidR="00AC7D8C" w:rsidRPr="00AE2FF0" w:rsidRDefault="001F7CD9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7</w:t>
      </w:r>
      <w:r w:rsidR="00AC7D8C" w:rsidRPr="00AE2FF0">
        <w:rPr>
          <w:rFonts w:ascii="PT Astra Serif" w:hAnsi="PT Astra Serif"/>
          <w:sz w:val="28"/>
          <w:szCs w:val="28"/>
          <w:lang w:eastAsia="ru-RU"/>
        </w:rPr>
        <w:t xml:space="preserve">. При обращении заявителя за исправлением допущенных опечаток и (или) ошибок в выданных в результате предоставления Услуги документах, </w:t>
      </w:r>
      <w:r w:rsidR="00AC7D8C" w:rsidRPr="00AE2FF0">
        <w:rPr>
          <w:rFonts w:ascii="PT Astra Serif" w:hAnsi="PT Astra Serif"/>
          <w:sz w:val="28"/>
          <w:szCs w:val="28"/>
        </w:rPr>
        <w:t>результатами предоставления Услуги являются:</w:t>
      </w:r>
    </w:p>
    <w:p w14:paraId="59527C1E" w14:textId="6BA737A8" w:rsidR="00AC7D8C" w:rsidRPr="00AE2FF0" w:rsidRDefault="00AC7D8C" w:rsidP="00E87D25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а) решение об исправлении допущенных опечаток и (или) ошибок в выданных в результате предоставления Услуги документах (документ на бумажном носителе или в форме электронного документа);</w:t>
      </w:r>
    </w:p>
    <w:p w14:paraId="4C7080D6" w14:textId="7E608D58" w:rsidR="00AC7D8C" w:rsidRPr="00AE2FF0" w:rsidRDefault="00AC7D8C" w:rsidP="00E87D25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б) решение об отказе в предоставлении Услуги (документ на бумажном носителе или в форме электронного документа).</w:t>
      </w:r>
    </w:p>
    <w:p w14:paraId="130B67D6" w14:textId="77777777" w:rsidR="00AC7D8C" w:rsidRPr="00AE2FF0" w:rsidRDefault="00AC7D8C" w:rsidP="00E87D25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379B4B45" w14:textId="77777777" w:rsidR="00AC7D8C" w:rsidRPr="00AE2FF0" w:rsidRDefault="00AC7D8C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48D90B34" w14:textId="42532FF0" w:rsidR="00AC6C0E" w:rsidRPr="00AE2FF0" w:rsidRDefault="001F7CD9" w:rsidP="00E87D25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8</w:t>
      </w:r>
      <w:r w:rsidR="00AC7D8C" w:rsidRPr="00AE2FF0">
        <w:rPr>
          <w:rFonts w:ascii="PT Astra Serif" w:hAnsi="PT Astra Serif"/>
          <w:sz w:val="28"/>
          <w:szCs w:val="28"/>
        </w:rPr>
        <w:t xml:space="preserve">. Результаты предоставления Услуги могут быть получены почтовым отправлением, при личном обращении в </w:t>
      </w:r>
      <w:r w:rsidR="000C7F49" w:rsidRPr="00AE2FF0">
        <w:rPr>
          <w:rFonts w:ascii="PT Astra Serif" w:hAnsi="PT Astra Serif"/>
          <w:sz w:val="28"/>
          <w:szCs w:val="28"/>
        </w:rPr>
        <w:t>Учреждение</w:t>
      </w:r>
      <w:r w:rsidR="00AC7D8C" w:rsidRPr="00AE2FF0">
        <w:rPr>
          <w:rFonts w:ascii="PT Astra Serif" w:hAnsi="PT Astra Serif"/>
          <w:sz w:val="28"/>
          <w:szCs w:val="28"/>
        </w:rPr>
        <w:t>, посредством электронной почты, посредством Единого портала (при наличии технической возможности).</w:t>
      </w:r>
    </w:p>
    <w:p w14:paraId="4490BFE2" w14:textId="77777777" w:rsidR="006F2D12" w:rsidRPr="00AE2FF0" w:rsidRDefault="006F2D12" w:rsidP="00E87D25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01E15C6" w14:textId="2CB91D5E" w:rsidR="006F2D12" w:rsidRPr="00AE2FF0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Срок предоставления </w:t>
      </w:r>
      <w:r w:rsidR="000C7F49" w:rsidRPr="00AE2FF0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54A8740B" w14:textId="77777777" w:rsidR="00E87D25" w:rsidRPr="00AE2FF0" w:rsidRDefault="00E87D25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7578D63D" w14:textId="47460410" w:rsidR="000C7F49" w:rsidRPr="00AE2FF0" w:rsidRDefault="001F7CD9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9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>Максимальный срок предоставления Услуги составляет 21 рабочий день с даты регистрации запроса о предоставлении Услуги (далее – запрос) и документов</w:t>
      </w:r>
      <w:r w:rsidR="008E3E8F" w:rsidRPr="00AE2FF0">
        <w:rPr>
          <w:rFonts w:ascii="PT Astra Serif" w:hAnsi="PT Astra Serif"/>
          <w:sz w:val="28"/>
          <w:szCs w:val="28"/>
          <w:lang w:eastAsia="ru-RU"/>
        </w:rPr>
        <w:t xml:space="preserve"> и (или) информации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 xml:space="preserve">, необходимых для предоставления Услуги. </w:t>
      </w:r>
    </w:p>
    <w:p w14:paraId="5DCD77FC" w14:textId="77777777" w:rsidR="007D7A51" w:rsidRPr="00AE2FF0" w:rsidRDefault="007D7A51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4952422" w14:textId="7565CF45" w:rsidR="00E87D25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Исч</w:t>
      </w:r>
      <w:r w:rsidR="00E87D25"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ерпывающий перечень документов, </w:t>
      </w:r>
    </w:p>
    <w:p w14:paraId="639B5E50" w14:textId="1D29B86E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необходимых для предоставления Услуги</w:t>
      </w:r>
    </w:p>
    <w:p w14:paraId="31E50826" w14:textId="77777777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A759BE9" w14:textId="54E2EBC1" w:rsidR="006F2D12" w:rsidRPr="00AE2FF0" w:rsidRDefault="00B2471D" w:rsidP="00E87D25">
      <w:pPr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1</w:t>
      </w:r>
      <w:r w:rsidR="001F7CD9" w:rsidRPr="00AE2FF0">
        <w:rPr>
          <w:rFonts w:ascii="PT Astra Serif" w:hAnsi="PT Astra Serif"/>
          <w:sz w:val="28"/>
          <w:szCs w:val="28"/>
          <w:lang w:eastAsia="ru-RU"/>
        </w:rPr>
        <w:t>0</w:t>
      </w:r>
      <w:r w:rsidRPr="00AE2FF0">
        <w:rPr>
          <w:rFonts w:ascii="PT Astra Serif" w:hAnsi="PT Astra Serif"/>
          <w:sz w:val="28"/>
          <w:szCs w:val="28"/>
          <w:lang w:eastAsia="ru-RU"/>
        </w:rPr>
        <w:t>. 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</w:t>
      </w:r>
      <w:r w:rsidR="004D1AE5" w:rsidRPr="00AE2FF0">
        <w:rPr>
          <w:rFonts w:ascii="PT Astra Serif" w:hAnsi="PT Astra Serif"/>
          <w:sz w:val="28"/>
          <w:szCs w:val="28"/>
          <w:lang w:eastAsia="ru-RU"/>
        </w:rPr>
        <w:t>тративного регламента</w:t>
      </w:r>
      <w:r w:rsidRPr="00AE2FF0">
        <w:rPr>
          <w:rFonts w:ascii="PT Astra Serif" w:hAnsi="PT Astra Serif"/>
          <w:sz w:val="28"/>
          <w:szCs w:val="28"/>
          <w:lang w:eastAsia="ru-RU"/>
        </w:rPr>
        <w:t>.</w:t>
      </w:r>
    </w:p>
    <w:p w14:paraId="2CEAECD2" w14:textId="77777777" w:rsidR="006F2D12" w:rsidRPr="00AE2FF0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4A20ADD6" w14:textId="2FC794CA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Исчерпывающий перечень оснований для отказа</w:t>
      </w: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br/>
        <w:t>в приеме заявления</w:t>
      </w:r>
      <w:r w:rsidRPr="00AE2FF0">
        <w:rPr>
          <w:rFonts w:ascii="PT Astra Serif" w:hAnsi="PT Astra Serif"/>
          <w:b/>
          <w:sz w:val="28"/>
          <w:szCs w:val="28"/>
        </w:rPr>
        <w:t xml:space="preserve"> и</w:t>
      </w:r>
      <w:r w:rsidRPr="00AE2FF0">
        <w:rPr>
          <w:rFonts w:ascii="PT Astra Serif" w:hAnsi="PT Astra Serif"/>
          <w:sz w:val="28"/>
          <w:szCs w:val="28"/>
        </w:rPr>
        <w:t xml:space="preserve"> </w:t>
      </w: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14:paraId="16A3E792" w14:textId="77777777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2B9C09C" w14:textId="31002266" w:rsidR="00B2471D" w:rsidRPr="00AE2FF0" w:rsidRDefault="00B2471D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1</w:t>
      </w:r>
      <w:r w:rsidR="001F7CD9" w:rsidRPr="00AE2FF0">
        <w:rPr>
          <w:rFonts w:ascii="PT Astra Serif" w:hAnsi="PT Astra Serif"/>
          <w:sz w:val="28"/>
          <w:szCs w:val="28"/>
          <w:lang w:eastAsia="ru-RU"/>
        </w:rPr>
        <w:t>1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Основания для отказа в приеме </w:t>
      </w:r>
      <w:r w:rsidR="004D1AE5" w:rsidRPr="00AE2FF0">
        <w:rPr>
          <w:rFonts w:ascii="PT Astra Serif" w:hAnsi="PT Astra Serif"/>
          <w:bCs/>
          <w:sz w:val="28"/>
          <w:szCs w:val="28"/>
          <w:lang w:eastAsia="ru-RU"/>
        </w:rPr>
        <w:t>запроса</w:t>
      </w:r>
      <w:r w:rsidRPr="00AE2FF0">
        <w:rPr>
          <w:rFonts w:ascii="PT Astra Serif" w:hAnsi="PT Astra Serif"/>
          <w:sz w:val="28"/>
          <w:szCs w:val="28"/>
        </w:rPr>
        <w:t xml:space="preserve"> и </w:t>
      </w:r>
      <w:r w:rsidRPr="00AE2FF0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03AD5E27" w14:textId="77777777" w:rsidR="00B2471D" w:rsidRPr="00AE2FF0" w:rsidRDefault="00B2471D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B1F00A9" w14:textId="2D019E17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AE2FF0">
        <w:rPr>
          <w:rFonts w:ascii="PT Astra Serif" w:hAnsi="PT Astra Serif"/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14:paraId="321A9A5E" w14:textId="77777777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F68FAA8" w14:textId="0E77D398" w:rsidR="00B2471D" w:rsidRPr="00AE2FF0" w:rsidRDefault="00B2471D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 w:rsidRPr="00AE2FF0">
        <w:rPr>
          <w:rFonts w:ascii="PT Astra Serif" w:hAnsi="PT Astra Serif"/>
          <w:sz w:val="28"/>
          <w:szCs w:val="28"/>
        </w:rPr>
        <w:t>1</w:t>
      </w:r>
      <w:r w:rsidR="001F7CD9" w:rsidRPr="00AE2FF0">
        <w:rPr>
          <w:rFonts w:ascii="PT Astra Serif" w:hAnsi="PT Astra Serif"/>
          <w:sz w:val="28"/>
          <w:szCs w:val="28"/>
        </w:rPr>
        <w:t>2</w:t>
      </w:r>
      <w:r w:rsidRPr="00AE2FF0">
        <w:rPr>
          <w:rFonts w:ascii="PT Astra Serif" w:hAnsi="PT Astra Serif"/>
          <w:sz w:val="28"/>
          <w:szCs w:val="28"/>
        </w:rPr>
        <w:t>. Основания для приостановления предоставления Услуги законодательством Российской Федерации не предусмотрены.</w:t>
      </w:r>
    </w:p>
    <w:p w14:paraId="35A3752C" w14:textId="7DE25A3A" w:rsidR="006F2D12" w:rsidRPr="00AE2FF0" w:rsidRDefault="00B2471D" w:rsidP="00E87D25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1</w:t>
      </w:r>
      <w:r w:rsidR="001F7CD9" w:rsidRPr="00AE2FF0">
        <w:rPr>
          <w:rFonts w:ascii="PT Astra Serif" w:hAnsi="PT Astra Serif"/>
          <w:sz w:val="28"/>
          <w:szCs w:val="28"/>
        </w:rPr>
        <w:t>3</w:t>
      </w:r>
      <w:r w:rsidRPr="00AE2FF0">
        <w:rPr>
          <w:rFonts w:ascii="PT Astra Serif" w:hAnsi="PT Astra Serif"/>
          <w:sz w:val="28"/>
          <w:szCs w:val="28"/>
        </w:rPr>
        <w:t>. Основания для отказа в предоставлении Услуги приведены в разделе III настоящего Административного регламента.</w:t>
      </w:r>
    </w:p>
    <w:p w14:paraId="42AEE557" w14:textId="77777777" w:rsidR="00504A7A" w:rsidRPr="00AE2FF0" w:rsidRDefault="00504A7A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5029DE7" w14:textId="585B53E9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заявителем </w:t>
      </w:r>
      <w:r w:rsidR="004D1AE5" w:rsidRPr="00AE2FF0">
        <w:rPr>
          <w:rFonts w:ascii="PT Astra Serif" w:hAnsi="PT Astra Serif"/>
          <w:b/>
          <w:sz w:val="28"/>
          <w:szCs w:val="28"/>
          <w:lang w:eastAsia="ru-RU"/>
        </w:rPr>
        <w:t>запроса</w:t>
      </w: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 и при получении результата предоставления Услуги</w:t>
      </w:r>
    </w:p>
    <w:p w14:paraId="27BDE04F" w14:textId="77777777" w:rsidR="00B2471D" w:rsidRPr="00AE2FF0" w:rsidRDefault="00B2471D" w:rsidP="00E87D25">
      <w:pPr>
        <w:keepNext/>
        <w:keepLines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07058AB" w14:textId="577A0C0A" w:rsidR="00B2471D" w:rsidRPr="00AE2FF0" w:rsidRDefault="004D1AE5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1</w:t>
      </w:r>
      <w:r w:rsidR="001F7CD9" w:rsidRPr="00AE2FF0">
        <w:rPr>
          <w:rFonts w:ascii="PT Astra Serif" w:hAnsi="PT Astra Serif"/>
          <w:sz w:val="28"/>
          <w:szCs w:val="28"/>
          <w:lang w:eastAsia="ru-RU"/>
        </w:rPr>
        <w:t>5</w:t>
      </w:r>
      <w:r w:rsidR="00B2471D" w:rsidRPr="00AE2FF0">
        <w:rPr>
          <w:rFonts w:ascii="PT Astra Serif" w:hAnsi="PT Astra Serif"/>
          <w:sz w:val="28"/>
          <w:szCs w:val="28"/>
          <w:lang w:eastAsia="ru-RU"/>
        </w:rPr>
        <w:t>. Максимальный срок ожидания в очереди при подаче за</w:t>
      </w:r>
      <w:r w:rsidR="00102942" w:rsidRPr="00AE2FF0">
        <w:rPr>
          <w:rFonts w:ascii="PT Astra Serif" w:hAnsi="PT Astra Serif"/>
          <w:sz w:val="28"/>
          <w:szCs w:val="28"/>
          <w:lang w:eastAsia="ru-RU"/>
        </w:rPr>
        <w:t>проса</w:t>
      </w:r>
      <w:r w:rsidR="00102942" w:rsidRPr="00AE2FF0">
        <w:rPr>
          <w:rFonts w:ascii="PT Astra Serif" w:hAnsi="PT Astra Serif"/>
          <w:color w:val="FF0000"/>
        </w:rPr>
        <w:t xml:space="preserve"> </w:t>
      </w:r>
      <w:r w:rsidR="00102942" w:rsidRPr="00AE2FF0">
        <w:rPr>
          <w:rFonts w:ascii="PT Astra Serif" w:hAnsi="PT Astra Serif"/>
          <w:sz w:val="28"/>
          <w:szCs w:val="28"/>
        </w:rPr>
        <w:t>в случае обращения заявителя непосредственно в орган, предоставляющий</w:t>
      </w:r>
      <w:r w:rsidR="00102942" w:rsidRPr="00AE2FF0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102942" w:rsidRPr="00AE2FF0">
        <w:rPr>
          <w:rFonts w:ascii="PT Astra Serif" w:hAnsi="PT Astra Serif"/>
          <w:sz w:val="28"/>
          <w:szCs w:val="28"/>
        </w:rPr>
        <w:t>Услугу,</w:t>
      </w:r>
      <w:r w:rsidR="00B2471D" w:rsidRPr="00AE2FF0">
        <w:rPr>
          <w:rFonts w:ascii="PT Astra Serif" w:hAnsi="PT Astra Serif"/>
          <w:b/>
          <w:sz w:val="28"/>
          <w:szCs w:val="28"/>
        </w:rPr>
        <w:t xml:space="preserve"> </w:t>
      </w:r>
      <w:r w:rsidR="00B2471D" w:rsidRPr="00AE2FF0">
        <w:rPr>
          <w:rFonts w:ascii="PT Astra Serif" w:hAnsi="PT Astra Serif"/>
          <w:sz w:val="28"/>
          <w:szCs w:val="28"/>
          <w:lang w:eastAsia="ru-RU"/>
        </w:rPr>
        <w:t xml:space="preserve">составляет 15 минут. </w:t>
      </w:r>
    </w:p>
    <w:p w14:paraId="01068958" w14:textId="4AA11053" w:rsidR="00B2471D" w:rsidRPr="00AE2FF0" w:rsidRDefault="004D1AE5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1</w:t>
      </w:r>
      <w:r w:rsidR="001F7CD9" w:rsidRPr="00AE2FF0">
        <w:rPr>
          <w:rFonts w:ascii="PT Astra Serif" w:hAnsi="PT Astra Serif"/>
          <w:sz w:val="28"/>
          <w:szCs w:val="28"/>
          <w:lang w:eastAsia="ru-RU"/>
        </w:rPr>
        <w:t>6</w:t>
      </w:r>
      <w:r w:rsidR="00B2471D" w:rsidRPr="00AE2FF0">
        <w:rPr>
          <w:rFonts w:ascii="PT Astra Serif" w:hAnsi="PT Astra Serif"/>
          <w:sz w:val="28"/>
          <w:szCs w:val="28"/>
          <w:lang w:eastAsia="ru-RU"/>
        </w:rPr>
        <w:t xml:space="preserve">. Максимальный срок ожидания в очереди при получении результата Услуги </w:t>
      </w:r>
      <w:r w:rsidR="00102942" w:rsidRPr="00AE2FF0">
        <w:rPr>
          <w:rFonts w:ascii="PT Astra Serif" w:hAnsi="PT Astra Serif"/>
          <w:sz w:val="28"/>
          <w:szCs w:val="28"/>
        </w:rPr>
        <w:t xml:space="preserve">в случае обращения заявителя непосредственно в орган, предоставляющий Услугу, </w:t>
      </w:r>
      <w:r w:rsidR="00B2471D" w:rsidRPr="00AE2FF0">
        <w:rPr>
          <w:rFonts w:ascii="PT Astra Serif" w:hAnsi="PT Astra Serif"/>
          <w:sz w:val="28"/>
          <w:szCs w:val="28"/>
          <w:lang w:eastAsia="ru-RU"/>
        </w:rPr>
        <w:t>составляет 15 минут.</w:t>
      </w:r>
    </w:p>
    <w:p w14:paraId="1FFC1233" w14:textId="77777777" w:rsidR="00504A7A" w:rsidRPr="00AE2FF0" w:rsidRDefault="00504A7A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2CF93B0" w14:textId="2E93C622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Срок регистрации </w:t>
      </w:r>
      <w:r w:rsidR="004D1AE5" w:rsidRPr="00AE2FF0">
        <w:rPr>
          <w:rFonts w:ascii="PT Astra Serif" w:hAnsi="PT Astra Serif"/>
          <w:b/>
          <w:bCs/>
          <w:sz w:val="28"/>
          <w:szCs w:val="28"/>
          <w:lang w:eastAsia="ru-RU"/>
        </w:rPr>
        <w:t>запроса</w:t>
      </w:r>
    </w:p>
    <w:p w14:paraId="6AD618D9" w14:textId="77777777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F58C8F7" w14:textId="7310CC55" w:rsidR="00B2471D" w:rsidRPr="00AE2FF0" w:rsidRDefault="004D1AE5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1</w:t>
      </w:r>
      <w:r w:rsidR="001F7CD9" w:rsidRPr="00AE2FF0">
        <w:rPr>
          <w:rFonts w:ascii="PT Astra Serif" w:hAnsi="PT Astra Serif"/>
          <w:sz w:val="28"/>
          <w:szCs w:val="28"/>
          <w:lang w:eastAsia="ru-RU"/>
        </w:rPr>
        <w:t>7</w:t>
      </w:r>
      <w:r w:rsidR="00B2471D" w:rsidRPr="00AE2FF0">
        <w:rPr>
          <w:rFonts w:ascii="PT Astra Serif" w:hAnsi="PT Astra Serif"/>
          <w:sz w:val="28"/>
          <w:szCs w:val="28"/>
          <w:lang w:eastAsia="ru-RU"/>
        </w:rPr>
        <w:t xml:space="preserve">. Срок регистрации </w:t>
      </w:r>
      <w:r w:rsidRPr="00AE2FF0">
        <w:rPr>
          <w:rFonts w:ascii="PT Astra Serif" w:hAnsi="PT Astra Serif"/>
          <w:sz w:val="28"/>
          <w:szCs w:val="28"/>
          <w:lang w:eastAsia="ru-RU"/>
        </w:rPr>
        <w:t>запроса</w:t>
      </w:r>
      <w:r w:rsidR="00B2471D" w:rsidRPr="00AE2FF0">
        <w:rPr>
          <w:rFonts w:ascii="PT Astra Serif" w:hAnsi="PT Astra Serif"/>
          <w:sz w:val="28"/>
          <w:szCs w:val="28"/>
          <w:lang w:eastAsia="ru-RU"/>
        </w:rPr>
        <w:t xml:space="preserve"> и документов, необходимых для предоставления Услуги, составляет </w:t>
      </w:r>
      <w:r w:rsidR="00B2471D" w:rsidRPr="00AE2FF0">
        <w:rPr>
          <w:rFonts w:ascii="PT Astra Serif" w:hAnsi="PT Astra Serif"/>
          <w:sz w:val="28"/>
          <w:szCs w:val="28"/>
        </w:rPr>
        <w:t>2 рабочих дня</w:t>
      </w:r>
      <w:r w:rsidR="00B948D6" w:rsidRPr="00AE2FF0">
        <w:rPr>
          <w:rFonts w:ascii="PT Astra Serif" w:hAnsi="PT Astra Serif"/>
          <w:color w:val="FF0000"/>
        </w:rPr>
        <w:t xml:space="preserve"> </w:t>
      </w:r>
      <w:r w:rsidR="007D7A51" w:rsidRPr="00AE2FF0">
        <w:rPr>
          <w:rFonts w:ascii="PT Astra Serif" w:hAnsi="PT Astra Serif"/>
          <w:sz w:val="28"/>
          <w:szCs w:val="28"/>
        </w:rPr>
        <w:t>с момента подачи запроса</w:t>
      </w:r>
      <w:r w:rsidR="007D7A51" w:rsidRPr="00AE2FF0">
        <w:rPr>
          <w:rFonts w:ascii="PT Astra Serif" w:hAnsi="PT Astra Serif"/>
        </w:rPr>
        <w:t xml:space="preserve"> </w:t>
      </w:r>
      <w:r w:rsidR="00B96D10" w:rsidRPr="00AE2FF0">
        <w:rPr>
          <w:rFonts w:ascii="PT Astra Serif" w:hAnsi="PT Astra Serif"/>
          <w:sz w:val="28"/>
          <w:szCs w:val="28"/>
        </w:rPr>
        <w:t>независимо от</w:t>
      </w:r>
      <w:r w:rsidR="00B948D6" w:rsidRPr="00AE2FF0">
        <w:rPr>
          <w:rFonts w:ascii="PT Astra Serif" w:hAnsi="PT Astra Serif"/>
          <w:sz w:val="28"/>
          <w:szCs w:val="28"/>
        </w:rPr>
        <w:t xml:space="preserve"> способа </w:t>
      </w:r>
      <w:r w:rsidR="007D7A51" w:rsidRPr="00AE2FF0">
        <w:rPr>
          <w:rFonts w:ascii="PT Astra Serif" w:hAnsi="PT Astra Serif"/>
          <w:sz w:val="28"/>
          <w:szCs w:val="28"/>
        </w:rPr>
        <w:t xml:space="preserve">его </w:t>
      </w:r>
      <w:r w:rsidR="00B948D6" w:rsidRPr="00AE2FF0">
        <w:rPr>
          <w:rFonts w:ascii="PT Astra Serif" w:hAnsi="PT Astra Serif"/>
          <w:sz w:val="28"/>
          <w:szCs w:val="28"/>
        </w:rPr>
        <w:t>подачи</w:t>
      </w:r>
      <w:r w:rsidR="00B2471D" w:rsidRPr="00AE2FF0">
        <w:rPr>
          <w:rFonts w:ascii="PT Astra Serif" w:hAnsi="PT Astra Serif"/>
          <w:sz w:val="28"/>
          <w:szCs w:val="28"/>
        </w:rPr>
        <w:t>.</w:t>
      </w:r>
    </w:p>
    <w:p w14:paraId="6131DD51" w14:textId="77777777" w:rsidR="00B2471D" w:rsidRPr="00AE2FF0" w:rsidRDefault="00B2471D" w:rsidP="00E87D25">
      <w:pPr>
        <w:suppressAutoHyphens w:val="0"/>
        <w:jc w:val="center"/>
        <w:rPr>
          <w:rFonts w:ascii="PT Astra Serif" w:hAnsi="PT Astra Serif"/>
          <w:sz w:val="28"/>
          <w:szCs w:val="28"/>
        </w:rPr>
      </w:pPr>
    </w:p>
    <w:p w14:paraId="54E22C7E" w14:textId="0A49BB41" w:rsidR="00B2471D" w:rsidRPr="00AE2FF0" w:rsidRDefault="004D1AE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9A08E0"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муниципальная услуга </w:t>
      </w:r>
      <w:r w:rsidR="009A08E0" w:rsidRPr="00AE2FF0">
        <w:rPr>
          <w:rFonts w:ascii="PT Astra Serif" w:hAnsi="PT Astra Serif"/>
          <w:b/>
          <w:sz w:val="28"/>
          <w:szCs w:val="28"/>
        </w:rPr>
        <w:t>в случае обращения заявителя непосредственно в орган, предоставляющий муниципальную услугу</w:t>
      </w:r>
      <w:r w:rsidR="009A08E0" w:rsidRPr="00AE2FF0">
        <w:rPr>
          <w:rFonts w:ascii="PT Astra Serif" w:hAnsi="PT Astra Serif"/>
          <w:b/>
          <w:bCs/>
          <w:strike/>
          <w:sz w:val="28"/>
          <w:szCs w:val="28"/>
          <w:lang w:eastAsia="ru-RU"/>
        </w:rPr>
        <w:t xml:space="preserve"> </w:t>
      </w:r>
    </w:p>
    <w:p w14:paraId="6E8DB643" w14:textId="77777777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4446EBE4" w14:textId="495A36F6" w:rsidR="006F2D12" w:rsidRPr="00AE2FF0" w:rsidRDefault="001F7CD9" w:rsidP="00E87D25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18</w:t>
      </w:r>
      <w:r w:rsidR="004D1AE5" w:rsidRPr="00AE2FF0">
        <w:rPr>
          <w:rFonts w:ascii="PT Astra Serif" w:hAnsi="PT Astra Serif"/>
          <w:sz w:val="28"/>
          <w:szCs w:val="28"/>
        </w:rPr>
        <w:t xml:space="preserve">. Требования, которым должны соответствовать помещения, в которых предоставляется Услуга, в том числе зал ожидания, места для заполнения запросов о предоставлении </w:t>
      </w:r>
      <w:r w:rsidR="009A08E0" w:rsidRPr="00AE2FF0">
        <w:rPr>
          <w:rFonts w:ascii="PT Astra Serif" w:hAnsi="PT Astra Serif"/>
          <w:sz w:val="28"/>
          <w:szCs w:val="28"/>
        </w:rPr>
        <w:t>У</w:t>
      </w:r>
      <w:r w:rsidR="004D1AE5" w:rsidRPr="00AE2FF0">
        <w:rPr>
          <w:rFonts w:ascii="PT Astra Serif" w:hAnsi="PT Astra Serif"/>
          <w:sz w:val="28"/>
          <w:szCs w:val="28"/>
        </w:rPr>
        <w:t xml:space="preserve">слуги, информационные стенды с образцами их заполнения и перечнем документов и (или) информации, необходимых для предоставления </w:t>
      </w:r>
      <w:r w:rsidR="009A08E0" w:rsidRPr="00AE2FF0">
        <w:rPr>
          <w:rFonts w:ascii="PT Astra Serif" w:hAnsi="PT Astra Serif"/>
          <w:sz w:val="28"/>
          <w:szCs w:val="28"/>
        </w:rPr>
        <w:t>У</w:t>
      </w:r>
      <w:r w:rsidR="004D1AE5" w:rsidRPr="00AE2FF0">
        <w:rPr>
          <w:rFonts w:ascii="PT Astra Serif" w:hAnsi="PT Astra Serif"/>
          <w:sz w:val="28"/>
          <w:szCs w:val="28"/>
        </w:rPr>
        <w:t xml:space="preserve">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</w:t>
      </w:r>
      <w:r w:rsidR="00E87D25" w:rsidRPr="00AE2FF0">
        <w:rPr>
          <w:rFonts w:ascii="PT Astra Serif" w:hAnsi="PT Astra Serif"/>
          <w:sz w:val="28"/>
          <w:szCs w:val="28"/>
        </w:rPr>
        <w:t>Учреждения</w:t>
      </w:r>
      <w:r w:rsidR="004D1AE5" w:rsidRPr="00AE2FF0">
        <w:rPr>
          <w:rFonts w:ascii="PT Astra Serif" w:hAnsi="PT Astra Serif"/>
          <w:sz w:val="28"/>
          <w:szCs w:val="28"/>
        </w:rPr>
        <w:t xml:space="preserve"> в сети «Интернет», на Едином портале.</w:t>
      </w:r>
    </w:p>
    <w:p w14:paraId="6FD46098" w14:textId="77777777" w:rsidR="006F2D12" w:rsidRPr="00AE2FF0" w:rsidRDefault="006F2D12" w:rsidP="00E87D25">
      <w:pPr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3CDD741" w14:textId="050E5660" w:rsidR="003A7586" w:rsidRPr="00AE2FF0" w:rsidRDefault="003A7586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Показатели доступности и качества Услуги</w:t>
      </w:r>
    </w:p>
    <w:p w14:paraId="12144512" w14:textId="77777777" w:rsidR="003A7586" w:rsidRPr="00AE2FF0" w:rsidRDefault="003A7586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D8EE3F9" w14:textId="512C96C6" w:rsidR="006F2D12" w:rsidRPr="00AE2FF0" w:rsidRDefault="001F7CD9" w:rsidP="00E87D25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19</w:t>
      </w:r>
      <w:r w:rsidR="00E87D25" w:rsidRPr="00AE2FF0">
        <w:rPr>
          <w:rFonts w:ascii="PT Astra Serif" w:hAnsi="PT Astra Serif"/>
          <w:sz w:val="28"/>
          <w:szCs w:val="28"/>
          <w:lang w:eastAsia="ru-RU"/>
        </w:rPr>
        <w:t>.  Перечень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(отсутствии нарушений сроков предоставления Услуги), удобстве информирования заявителя о ходе предоставления Услуги, а также получения результата предоставления Услуги размещен на официальном сайте Учреждения в сети  «Интернет», на Едином портале.</w:t>
      </w:r>
    </w:p>
    <w:p w14:paraId="0F6CAC59" w14:textId="489813D4" w:rsidR="003A7586" w:rsidRPr="00AE2FF0" w:rsidRDefault="003A7586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14:paraId="0D3D7FF0" w14:textId="77777777" w:rsidR="00E87D25" w:rsidRPr="00AE2FF0" w:rsidRDefault="00E87D25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71C8EA6" w14:textId="24530466" w:rsidR="003A7586" w:rsidRPr="00AE2FF0" w:rsidRDefault="003A7586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2</w:t>
      </w:r>
      <w:r w:rsidR="001F7CD9" w:rsidRPr="00AE2FF0">
        <w:rPr>
          <w:rFonts w:ascii="PT Astra Serif" w:hAnsi="PT Astra Serif"/>
          <w:sz w:val="28"/>
          <w:szCs w:val="28"/>
        </w:rPr>
        <w:t>0</w:t>
      </w:r>
      <w:r w:rsidRPr="00AE2FF0">
        <w:rPr>
          <w:rFonts w:ascii="PT Astra Serif" w:hAnsi="PT Astra Serif"/>
          <w:sz w:val="28"/>
          <w:szCs w:val="28"/>
        </w:rPr>
        <w:t>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1FDC76AD" w14:textId="0917E1FE" w:rsidR="00504A7A" w:rsidRPr="00AE2FF0" w:rsidRDefault="00504A7A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21. 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Pr="00AE2FF0">
        <w:rPr>
          <w:rFonts w:ascii="PT Astra Serif" w:hAnsi="PT Astra Serif"/>
          <w:sz w:val="28"/>
          <w:szCs w:val="28"/>
          <w:lang w:eastAsia="ru-RU"/>
        </w:rPr>
        <w:t>.</w:t>
      </w:r>
    </w:p>
    <w:p w14:paraId="182FB528" w14:textId="475D5D53" w:rsidR="006F2D12" w:rsidRPr="00AE2FF0" w:rsidRDefault="003A7586" w:rsidP="00E87D25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r w:rsidRPr="00AE2FF0">
        <w:rPr>
          <w:rFonts w:ascii="PT Astra Serif" w:hAnsi="PT Astra Serif"/>
          <w:sz w:val="28"/>
          <w:szCs w:val="28"/>
        </w:rPr>
        <w:t>2</w:t>
      </w:r>
      <w:r w:rsidR="00504A7A" w:rsidRPr="00AE2FF0">
        <w:rPr>
          <w:rFonts w:ascii="PT Astra Serif" w:hAnsi="PT Astra Serif"/>
          <w:sz w:val="28"/>
          <w:szCs w:val="28"/>
        </w:rPr>
        <w:t>2</w:t>
      </w:r>
      <w:r w:rsidRPr="00AE2FF0">
        <w:rPr>
          <w:rFonts w:ascii="PT Astra Serif" w:hAnsi="PT Astra Serif"/>
          <w:sz w:val="28"/>
          <w:szCs w:val="28"/>
        </w:rPr>
        <w:t>. Информационные системы, используемые для предоставления Услуги, настоящим Административным регламентом не предусмотрены.</w:t>
      </w:r>
    </w:p>
    <w:bookmarkEnd w:id="0"/>
    <w:p w14:paraId="5DAD18DC" w14:textId="0D186CFC" w:rsidR="00A70E69" w:rsidRPr="00AE2FF0" w:rsidRDefault="00A70E69" w:rsidP="00A70E6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AE2FF0">
        <w:rPr>
          <w:rFonts w:ascii="PT Astra Serif" w:hAnsi="PT Astra Serif" w:cs="Arial"/>
          <w:sz w:val="28"/>
          <w:szCs w:val="28"/>
        </w:rPr>
        <w:t>2</w:t>
      </w:r>
      <w:r w:rsidR="00504A7A" w:rsidRPr="00AE2FF0">
        <w:rPr>
          <w:rFonts w:ascii="PT Astra Serif" w:hAnsi="PT Astra Serif" w:cs="Arial"/>
          <w:sz w:val="28"/>
          <w:szCs w:val="28"/>
        </w:rPr>
        <w:t>3</w:t>
      </w:r>
      <w:r w:rsidRPr="00AE2FF0">
        <w:rPr>
          <w:rFonts w:ascii="PT Astra Serif" w:hAnsi="PT Astra Serif" w:cs="Arial"/>
          <w:sz w:val="28"/>
          <w:szCs w:val="28"/>
        </w:rPr>
        <w:t xml:space="preserve">. При получении результатов предоставления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</w:p>
    <w:p w14:paraId="5BDD033B" w14:textId="5D77F2DE" w:rsidR="00A70E69" w:rsidRPr="00AE2FF0" w:rsidRDefault="00A70E69" w:rsidP="00A70E6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AE2FF0">
        <w:rPr>
          <w:rFonts w:ascii="PT Astra Serif" w:hAnsi="PT Astra Serif" w:cs="Arial"/>
          <w:sz w:val="28"/>
          <w:szCs w:val="28"/>
        </w:rPr>
        <w:t xml:space="preserve">В этом случае заявитель, являющийся законным представителем несовершеннолетнего, в момент подачи заявления о предоставлении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Услуги в отношении несовершеннолетнего. </w:t>
      </w:r>
    </w:p>
    <w:p w14:paraId="4D3F561F" w14:textId="6E9DC90D" w:rsidR="008346E1" w:rsidRPr="00AE2FF0" w:rsidRDefault="00A70E69" w:rsidP="00A70E6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AE2FF0">
        <w:rPr>
          <w:rFonts w:ascii="PT Astra Serif" w:hAnsi="PT Astra Serif" w:cs="Arial"/>
          <w:sz w:val="28"/>
          <w:szCs w:val="28"/>
        </w:rPr>
        <w:t>2</w:t>
      </w:r>
      <w:r w:rsidR="00212051" w:rsidRPr="00AE2FF0">
        <w:rPr>
          <w:rFonts w:ascii="PT Astra Serif" w:hAnsi="PT Astra Serif" w:cs="Arial"/>
          <w:sz w:val="28"/>
          <w:szCs w:val="28"/>
        </w:rPr>
        <w:t>3</w:t>
      </w:r>
      <w:r w:rsidRPr="00AE2FF0">
        <w:rPr>
          <w:rFonts w:ascii="PT Astra Serif" w:hAnsi="PT Astra Serif" w:cs="Arial"/>
          <w:sz w:val="28"/>
          <w:szCs w:val="28"/>
        </w:rPr>
        <w:t>.1. Результаты предоставления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запроса о предоставлении Услуги выразил письменно желание получить запрашиваемые результаты предоставления Услуги в отношении несовершеннолетнего лично.</w:t>
      </w:r>
    </w:p>
    <w:p w14:paraId="757F83E3" w14:textId="757614FB" w:rsidR="000E53F2" w:rsidRPr="00AE2FF0" w:rsidRDefault="000E53F2" w:rsidP="008346E1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2</w:t>
      </w:r>
      <w:r w:rsidR="00212051" w:rsidRPr="00AE2FF0">
        <w:rPr>
          <w:rFonts w:ascii="PT Astra Serif" w:hAnsi="PT Astra Serif"/>
          <w:sz w:val="28"/>
          <w:szCs w:val="28"/>
        </w:rPr>
        <w:t>4</w:t>
      </w:r>
      <w:r w:rsidRPr="00AE2FF0">
        <w:rPr>
          <w:rFonts w:ascii="PT Astra Serif" w:hAnsi="PT Astra Serif"/>
          <w:sz w:val="28"/>
          <w:szCs w:val="28"/>
        </w:rPr>
        <w:t>. 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14:paraId="6C57AD89" w14:textId="77777777" w:rsidR="008346E1" w:rsidRPr="00AE2FF0" w:rsidRDefault="008346E1" w:rsidP="00E87D25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9457926" w14:textId="77777777" w:rsidR="006F2D12" w:rsidRPr="00AE2FF0" w:rsidRDefault="006F2D12" w:rsidP="00E87D25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ab/>
      </w:r>
    </w:p>
    <w:p w14:paraId="15631C29" w14:textId="77777777" w:rsidR="00162657" w:rsidRPr="00AE2FF0" w:rsidRDefault="00162657" w:rsidP="00E87D2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РАЗДЕЛ </w:t>
      </w:r>
      <w:r w:rsidR="006F2D12" w:rsidRPr="00AE2FF0">
        <w:rPr>
          <w:rFonts w:ascii="PT Astra Serif" w:hAnsi="PT Astra Serif"/>
          <w:b/>
          <w:bCs/>
          <w:sz w:val="28"/>
          <w:szCs w:val="28"/>
          <w:lang w:eastAsia="ru-RU"/>
        </w:rPr>
        <w:t>III</w:t>
      </w:r>
    </w:p>
    <w:p w14:paraId="274F2A34" w14:textId="0026E506" w:rsidR="006F2D12" w:rsidRPr="00AE2FF0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="00162657" w:rsidRPr="00AE2FF0">
        <w:rPr>
          <w:rFonts w:ascii="PT Astra Serif" w:hAnsi="PT Astra Serif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</w:t>
      </w:r>
    </w:p>
    <w:p w14:paraId="6F2CCDE0" w14:textId="24E2FB25" w:rsidR="00E87D25" w:rsidRPr="00AE2FF0" w:rsidRDefault="00E87D25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463AA120" w14:textId="77777777" w:rsidR="00E87D25" w:rsidRPr="00AE2FF0" w:rsidRDefault="00E87D25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Административные процедуры, осуществляемые</w:t>
      </w:r>
    </w:p>
    <w:p w14:paraId="52442E27" w14:textId="70996A69" w:rsidR="00E87D25" w:rsidRPr="00AE2FF0" w:rsidRDefault="00E87D25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при предоставлении Услуги </w:t>
      </w:r>
    </w:p>
    <w:p w14:paraId="48942253" w14:textId="77777777" w:rsidR="00E87D25" w:rsidRPr="00AE2FF0" w:rsidRDefault="00E87D25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0C1DDC4F" w14:textId="50049EC8" w:rsidR="00E87D25" w:rsidRPr="00AE2FF0" w:rsidRDefault="00E87D25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2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5</w:t>
      </w:r>
      <w:r w:rsidRPr="00AE2FF0">
        <w:rPr>
          <w:rFonts w:ascii="PT Astra Serif" w:hAnsi="PT Astra Serif"/>
          <w:sz w:val="28"/>
          <w:szCs w:val="28"/>
          <w:lang w:eastAsia="ru-RU"/>
        </w:rPr>
        <w:t>.  Административные процедуры, осуществляемые при предоставлении Услуги:</w:t>
      </w:r>
    </w:p>
    <w:p w14:paraId="7776FE3F" w14:textId="13BF0A5A" w:rsidR="00E87D25" w:rsidRPr="00AE2FF0" w:rsidRDefault="00E87D25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а) прием </w:t>
      </w:r>
      <w:r w:rsidR="005A3949" w:rsidRPr="00AE2FF0">
        <w:rPr>
          <w:rFonts w:ascii="PT Astra Serif" w:hAnsi="PT Astra Serif"/>
          <w:sz w:val="28"/>
          <w:szCs w:val="28"/>
          <w:lang w:eastAsia="ru-RU"/>
        </w:rPr>
        <w:t>запроса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и документов и (или) информации, необходимых для предоставления Услуги; </w:t>
      </w:r>
    </w:p>
    <w:p w14:paraId="2B04BF8F" w14:textId="6DF5548B" w:rsidR="00E87D25" w:rsidRPr="00AE2FF0" w:rsidRDefault="00E87D25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б) принятие решения о предоставлении Услуги;</w:t>
      </w:r>
    </w:p>
    <w:p w14:paraId="70359069" w14:textId="3B679D77" w:rsidR="00E87D25" w:rsidRPr="00AE2FF0" w:rsidRDefault="00E87D25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в) предоставление результата Услуги. </w:t>
      </w:r>
    </w:p>
    <w:p w14:paraId="32C98A8A" w14:textId="72CCD58E" w:rsidR="00E87D25" w:rsidRPr="00AE2FF0" w:rsidRDefault="005A3949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2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6</w:t>
      </w:r>
      <w:r w:rsidRPr="00AE2FF0">
        <w:rPr>
          <w:rFonts w:ascii="PT Astra Serif" w:hAnsi="PT Astra Serif"/>
          <w:sz w:val="28"/>
          <w:szCs w:val="28"/>
          <w:lang w:eastAsia="ru-RU"/>
        </w:rPr>
        <w:t>. Административным регламентом</w:t>
      </w:r>
      <w:r w:rsidR="00E87D25" w:rsidRPr="00AE2FF0">
        <w:rPr>
          <w:rFonts w:ascii="PT Astra Serif" w:hAnsi="PT Astra Serif"/>
          <w:sz w:val="28"/>
          <w:szCs w:val="28"/>
          <w:lang w:eastAsia="ru-RU"/>
        </w:rPr>
        <w:t xml:space="preserve"> не приведены административные процедуры: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7D25" w:rsidRPr="00AE2FF0">
        <w:rPr>
          <w:rFonts w:ascii="PT Astra Serif" w:hAnsi="PT Astra Serif"/>
          <w:sz w:val="28"/>
          <w:szCs w:val="28"/>
          <w:lang w:eastAsia="ru-RU"/>
        </w:rPr>
        <w:t>межведомственное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7D25" w:rsidRPr="00AE2FF0">
        <w:rPr>
          <w:rFonts w:ascii="PT Astra Serif" w:hAnsi="PT Astra Serif"/>
          <w:sz w:val="28"/>
          <w:szCs w:val="28"/>
          <w:lang w:eastAsia="ru-RU"/>
        </w:rPr>
        <w:t>информационное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7D25" w:rsidRPr="00AE2FF0">
        <w:rPr>
          <w:rFonts w:ascii="PT Astra Serif" w:hAnsi="PT Astra Serif"/>
          <w:sz w:val="28"/>
          <w:szCs w:val="28"/>
          <w:lang w:eastAsia="ru-RU"/>
        </w:rPr>
        <w:t xml:space="preserve">взаимодействие, </w:t>
      </w:r>
      <w:r w:rsidRPr="00AE2FF0">
        <w:rPr>
          <w:rFonts w:ascii="PT Astra Serif" w:hAnsi="PT Astra Serif"/>
          <w:sz w:val="28"/>
          <w:szCs w:val="28"/>
          <w:lang w:eastAsia="ru-RU"/>
        </w:rPr>
        <w:t>п</w:t>
      </w:r>
      <w:r w:rsidR="00E87D25" w:rsidRPr="00AE2FF0">
        <w:rPr>
          <w:rFonts w:ascii="PT Astra Serif" w:hAnsi="PT Astra Serif"/>
          <w:sz w:val="28"/>
          <w:szCs w:val="28"/>
          <w:lang w:eastAsia="ru-RU"/>
        </w:rPr>
        <w:t>риостановление предоставления Услуги, поскольку они не предусмотрены законодательством Российской Федерации.</w:t>
      </w:r>
    </w:p>
    <w:p w14:paraId="7AAFE4FE" w14:textId="48F0D9B0" w:rsidR="005A3949" w:rsidRPr="00AE2FF0" w:rsidRDefault="005A3949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E3046CA" w14:textId="76301880" w:rsidR="005A3949" w:rsidRPr="00AE2FF0" w:rsidRDefault="005A3949" w:rsidP="005A3949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Прием </w:t>
      </w:r>
      <w:r w:rsidR="00833E0E" w:rsidRPr="00AE2FF0">
        <w:rPr>
          <w:rFonts w:ascii="PT Astra Serif" w:hAnsi="PT Astra Serif"/>
          <w:b/>
          <w:sz w:val="28"/>
          <w:szCs w:val="28"/>
          <w:lang w:eastAsia="ru-RU"/>
        </w:rPr>
        <w:t>запроса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 и документов и (или) информации, необходимых для </w:t>
      </w:r>
    </w:p>
    <w:p w14:paraId="5ADC00B0" w14:textId="2A689654" w:rsidR="005A3949" w:rsidRPr="00AE2FF0" w:rsidRDefault="005A3949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предоставления Услуги</w:t>
      </w:r>
    </w:p>
    <w:p w14:paraId="095BEE5C" w14:textId="26D3EABB" w:rsidR="005A3949" w:rsidRPr="00AE2FF0" w:rsidRDefault="005A3949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1D3BBB1D" w14:textId="54D57833" w:rsidR="005A3949" w:rsidRPr="00AE2F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2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7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Представление заявителем документов и </w:t>
      </w:r>
      <w:r w:rsidR="00DE27AC" w:rsidRPr="00AE2FF0">
        <w:rPr>
          <w:rFonts w:ascii="PT Astra Serif" w:hAnsi="PT Astra Serif"/>
          <w:sz w:val="28"/>
          <w:szCs w:val="28"/>
          <w:lang w:eastAsia="ru-RU"/>
        </w:rPr>
        <w:t>запроса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в соответствии с форм</w:t>
      </w:r>
      <w:r w:rsidR="00C7137D" w:rsidRPr="00AE2FF0">
        <w:rPr>
          <w:rFonts w:ascii="PT Astra Serif" w:hAnsi="PT Astra Serif"/>
          <w:sz w:val="28"/>
          <w:szCs w:val="28"/>
          <w:lang w:eastAsia="ru-RU"/>
        </w:rPr>
        <w:t>ами</w:t>
      </w:r>
      <w:r w:rsidRPr="00AE2FF0">
        <w:rPr>
          <w:rFonts w:ascii="PT Astra Serif" w:hAnsi="PT Astra Serif"/>
          <w:sz w:val="28"/>
          <w:szCs w:val="28"/>
          <w:lang w:eastAsia="ru-RU"/>
        </w:rPr>
        <w:t>, предусмотренн</w:t>
      </w:r>
      <w:r w:rsidR="00C7137D" w:rsidRPr="00AE2FF0">
        <w:rPr>
          <w:rFonts w:ascii="PT Astra Serif" w:hAnsi="PT Astra Serif"/>
          <w:sz w:val="28"/>
          <w:szCs w:val="28"/>
          <w:lang w:eastAsia="ru-RU"/>
        </w:rPr>
        <w:t>ыми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в приложени</w:t>
      </w:r>
      <w:r w:rsidR="00C7137D" w:rsidRPr="00AE2FF0">
        <w:rPr>
          <w:rFonts w:ascii="PT Astra Serif" w:hAnsi="PT Astra Serif"/>
          <w:sz w:val="28"/>
          <w:szCs w:val="28"/>
          <w:lang w:eastAsia="ru-RU"/>
        </w:rPr>
        <w:t>ях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C7137D" w:rsidRPr="00AE2FF0">
        <w:rPr>
          <w:rFonts w:ascii="PT Astra Serif" w:hAnsi="PT Astra Serif"/>
          <w:sz w:val="28"/>
          <w:szCs w:val="28"/>
          <w:lang w:eastAsia="ru-RU"/>
        </w:rPr>
        <w:t>№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56513" w:rsidRPr="00AE2FF0">
        <w:rPr>
          <w:rFonts w:ascii="PT Astra Serif" w:hAnsi="PT Astra Serif"/>
          <w:sz w:val="28"/>
          <w:szCs w:val="28"/>
          <w:lang w:eastAsia="ru-RU"/>
        </w:rPr>
        <w:t>3-6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почтовым отправлением, при личном обращении в Учреждение, посредством электронной почты, посредством Единого портала (при наличии технической возможности), на официальном сайте Учреждения в сети «Интернет».</w:t>
      </w:r>
    </w:p>
    <w:p w14:paraId="703AC7AA" w14:textId="3B25F24B" w:rsidR="005A3949" w:rsidRPr="00AE2F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2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8</w:t>
      </w:r>
      <w:r w:rsidRPr="00AE2FF0">
        <w:rPr>
          <w:rFonts w:ascii="PT Astra Serif" w:hAnsi="PT Astra Serif"/>
          <w:sz w:val="28"/>
          <w:szCs w:val="28"/>
          <w:lang w:eastAsia="ru-RU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 w:rsidR="00956513" w:rsidRPr="00AE2FF0">
        <w:rPr>
          <w:rFonts w:ascii="PT Astra Serif" w:hAnsi="PT Astra Serif"/>
          <w:sz w:val="28"/>
          <w:szCs w:val="28"/>
          <w:lang w:eastAsia="ru-RU"/>
        </w:rPr>
        <w:t xml:space="preserve"> (приложение № 2)</w:t>
      </w:r>
      <w:r w:rsidRPr="00AE2FF0">
        <w:rPr>
          <w:rFonts w:ascii="PT Astra Serif" w:hAnsi="PT Astra Serif"/>
          <w:sz w:val="28"/>
          <w:szCs w:val="28"/>
          <w:lang w:eastAsia="ru-RU"/>
        </w:rPr>
        <w:t>:</w:t>
      </w:r>
    </w:p>
    <w:p w14:paraId="2BD2D77B" w14:textId="7ABE4CAA" w:rsidR="005A3949" w:rsidRPr="00AE2F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а) документы, подтверждающие личность заявителя, – паспорт гражданина Российской Федерации (при подаче запроса в Учреждение при личном обращении: предъявление оригинала документа; посредством электронной почты: скан-копия документа; почтовым отправлением: скан-копия документа; на официальном сайте Учреждения: скан-копия документа</w:t>
      </w:r>
      <w:r w:rsidR="00DE27AC" w:rsidRPr="00AE2FF0">
        <w:rPr>
          <w:rFonts w:ascii="PT Astra Serif" w:hAnsi="PT Astra Serif"/>
          <w:sz w:val="28"/>
          <w:szCs w:val="28"/>
          <w:lang w:eastAsia="ru-RU"/>
        </w:rPr>
        <w:t>)</w:t>
      </w:r>
      <w:r w:rsidRPr="00AE2FF0">
        <w:rPr>
          <w:rFonts w:ascii="PT Astra Serif" w:hAnsi="PT Astra Serif"/>
          <w:sz w:val="28"/>
          <w:szCs w:val="28"/>
          <w:lang w:eastAsia="ru-RU"/>
        </w:rPr>
        <w:t>;</w:t>
      </w:r>
    </w:p>
    <w:p w14:paraId="46E69FC0" w14:textId="67D4F35D" w:rsidR="005A3949" w:rsidRPr="00AE2FF0" w:rsidRDefault="005A3949" w:rsidP="00DE27A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б) документ, подтверждающий полномочия представителя заявителя, – доверенность, выданная в порядке, установленном Гражданским кодексом Российской Федерации (при подаче </w:t>
      </w:r>
      <w:r w:rsidR="00DE27AC" w:rsidRPr="00AE2FF0">
        <w:rPr>
          <w:rFonts w:ascii="PT Astra Serif" w:hAnsi="PT Astra Serif"/>
          <w:sz w:val="28"/>
          <w:szCs w:val="28"/>
          <w:lang w:eastAsia="ru-RU"/>
        </w:rPr>
        <w:t>запроса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в </w:t>
      </w:r>
      <w:r w:rsidR="00DE27AC" w:rsidRPr="00AE2FF0">
        <w:rPr>
          <w:rFonts w:ascii="PT Astra Serif" w:hAnsi="PT Astra Serif"/>
          <w:sz w:val="28"/>
          <w:szCs w:val="28"/>
          <w:lang w:eastAsia="ru-RU"/>
        </w:rPr>
        <w:t>Учреждение</w:t>
      </w:r>
      <w:r w:rsidRPr="00AE2FF0">
        <w:rPr>
          <w:rFonts w:ascii="PT Astra Serif" w:hAnsi="PT Astra Serif"/>
          <w:sz w:val="28"/>
          <w:szCs w:val="28"/>
          <w:lang w:eastAsia="ru-RU"/>
        </w:rPr>
        <w:t>: предъявление оригинала документа или скан-копии документа; посредством электронной почты:</w:t>
      </w:r>
      <w:r w:rsidR="00DE27AC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скан-копия документа; почтовым отправлением: скан-копия бумажного документа; посредством Единого портала (при наличии технической возможности):</w:t>
      </w:r>
      <w:r w:rsidR="00DE27AC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скан-копия бумажного документа; на официальном сайте </w:t>
      </w:r>
      <w:r w:rsidR="00DE27AC" w:rsidRPr="00AE2FF0">
        <w:rPr>
          <w:rFonts w:ascii="PT Astra Serif" w:hAnsi="PT Astra Serif"/>
          <w:sz w:val="28"/>
          <w:szCs w:val="28"/>
          <w:lang w:eastAsia="ru-RU"/>
        </w:rPr>
        <w:t>Учреждения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в сети</w:t>
      </w:r>
      <w:r w:rsidR="00DE27AC" w:rsidRPr="00AE2FF0">
        <w:rPr>
          <w:rFonts w:ascii="PT Astra Serif" w:hAnsi="PT Astra Serif"/>
          <w:sz w:val="28"/>
          <w:szCs w:val="28"/>
          <w:lang w:eastAsia="ru-RU"/>
        </w:rPr>
        <w:t xml:space="preserve"> «Интернет»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: скан-копия бумажного документа). </w:t>
      </w:r>
    </w:p>
    <w:p w14:paraId="6F8921DB" w14:textId="07596A0F" w:rsidR="0044396F" w:rsidRPr="00AE2FF0" w:rsidRDefault="0044396F" w:rsidP="00DE27A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2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9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273913" w:rsidRPr="00AE2FF0">
        <w:rPr>
          <w:rFonts w:ascii="PT Astra Serif" w:hAnsi="PT Astra Serif"/>
          <w:sz w:val="28"/>
          <w:szCs w:val="28"/>
          <w:lang w:eastAsia="ru-RU"/>
        </w:rPr>
        <w:t>Административным регламентом не приведены д</w:t>
      </w:r>
      <w:r w:rsidRPr="00AE2FF0">
        <w:rPr>
          <w:rFonts w:ascii="PT Astra Serif" w:hAnsi="PT Astra Serif"/>
          <w:sz w:val="28"/>
          <w:szCs w:val="28"/>
          <w:lang w:eastAsia="ru-RU"/>
        </w:rPr>
        <w:t>окументы,</w:t>
      </w:r>
      <w:r w:rsidRPr="00AE2FF0">
        <w:rPr>
          <w:rFonts w:ascii="PT Astra Serif" w:hAnsi="PT Astra Serif"/>
          <w:sz w:val="28"/>
        </w:rPr>
        <w:t xml:space="preserve"> необходимые для предоставления Услуги, которые заявитель вправе представить по собственной инициативе</w:t>
      </w:r>
      <w:r w:rsidR="00273913" w:rsidRPr="00AE2FF0">
        <w:rPr>
          <w:rFonts w:ascii="PT Astra Serif" w:hAnsi="PT Astra Serif"/>
          <w:sz w:val="28"/>
        </w:rPr>
        <w:t xml:space="preserve">, </w:t>
      </w:r>
      <w:r w:rsidR="00273913" w:rsidRPr="00AE2FF0">
        <w:rPr>
          <w:rFonts w:ascii="PT Astra Serif" w:hAnsi="PT Astra Serif"/>
          <w:sz w:val="28"/>
          <w:szCs w:val="28"/>
          <w:lang w:eastAsia="ru-RU"/>
        </w:rPr>
        <w:t>поскольку межведомственное информационное взаимодействие не предусмотрено законодательством Российской Федерации.</w:t>
      </w:r>
    </w:p>
    <w:p w14:paraId="4D68A9B1" w14:textId="185D0482" w:rsidR="005A3949" w:rsidRPr="00AE2FF0" w:rsidRDefault="00212051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30</w:t>
      </w:r>
      <w:r w:rsidR="005A3949" w:rsidRPr="00AE2FF0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DE5CF0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3949" w:rsidRPr="00AE2FF0"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74BF9A2B" w14:textId="57C75554" w:rsidR="005A3949" w:rsidRPr="00AE2F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а) почтовым отправлением – копии документа, удостоверяющего личность</w:t>
      </w:r>
      <w:r w:rsidR="00DE5CF0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заявителя, документа, подтверждающего полномочия представителя заявителя; </w:t>
      </w:r>
    </w:p>
    <w:p w14:paraId="0CF61E3D" w14:textId="77777777" w:rsidR="00DE5CF0" w:rsidRPr="00AE2FF0" w:rsidRDefault="00DE5CF0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б) в Учреждении</w:t>
      </w:r>
      <w:r w:rsidR="005A3949" w:rsidRPr="00AE2FF0">
        <w:rPr>
          <w:rFonts w:ascii="PT Astra Serif" w:hAnsi="PT Astra Serif"/>
          <w:sz w:val="28"/>
          <w:szCs w:val="28"/>
          <w:lang w:eastAsia="ru-RU"/>
        </w:rPr>
        <w:t xml:space="preserve"> при личном обращении –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документ, </w:t>
      </w:r>
      <w:r w:rsidR="005A3949" w:rsidRPr="00AE2FF0">
        <w:rPr>
          <w:rFonts w:ascii="PT Astra Serif" w:hAnsi="PT Astra Serif"/>
          <w:sz w:val="28"/>
          <w:szCs w:val="28"/>
          <w:lang w:eastAsia="ru-RU"/>
        </w:rPr>
        <w:t>удостоверяющий личность заявителя, документ, подтверждающий полномочия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представителя заявителя;</w:t>
      </w:r>
    </w:p>
    <w:p w14:paraId="0270D8EE" w14:textId="77777777" w:rsidR="005D1729" w:rsidRPr="00AE2F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в)</w:t>
      </w:r>
      <w:r w:rsidR="00DE5CF0" w:rsidRPr="00AE2FF0">
        <w:rPr>
          <w:rFonts w:ascii="PT Astra Serif" w:hAnsi="PT Astra Serif"/>
          <w:sz w:val="28"/>
          <w:szCs w:val="28"/>
          <w:lang w:eastAsia="ru-RU"/>
        </w:rPr>
        <w:t xml:space="preserve"> посредством электронной почты -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копии документа, удостоверяющего личность заявителя, документа, подтверждающего полномочия представителя заявителя; </w:t>
      </w:r>
    </w:p>
    <w:p w14:paraId="0C6ABE06" w14:textId="30112005" w:rsidR="005A3949" w:rsidRPr="00AE2F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г) посредством Единого портала (при нал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>ичии технической возможности)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; </w:t>
      </w:r>
    </w:p>
    <w:p w14:paraId="7E22D075" w14:textId="3902D970" w:rsidR="005A3949" w:rsidRPr="00AE2F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д) на официальном сайте 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>Учреждения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в сети «Интернет» – копии документа,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удостоверяющего личность заявителя, документа, подтверждающего полномочия представителя заявителя.</w:t>
      </w:r>
    </w:p>
    <w:p w14:paraId="69F00DF3" w14:textId="07D08C3C" w:rsidR="005A3949" w:rsidRPr="00AE2FF0" w:rsidRDefault="00A70E6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1</w:t>
      </w:r>
      <w:r w:rsidR="005A3949" w:rsidRPr="00AE2FF0">
        <w:rPr>
          <w:rFonts w:ascii="PT Astra Serif" w:hAnsi="PT Astra Serif"/>
          <w:sz w:val="28"/>
          <w:szCs w:val="28"/>
          <w:lang w:eastAsia="ru-RU"/>
        </w:rPr>
        <w:t>.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3949" w:rsidRPr="00AE2FF0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14:paraId="09769AD9" w14:textId="3A6F300C" w:rsidR="005A3949" w:rsidRPr="00AE2F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2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Услуга не предусматривает возможности приема 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>запроса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и документов,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необходимых для предоставления Услуги, по выбору заявителя, независимо от его места жительства или места пребывания (для физических лиц, включая индивидуальных предпринимателей)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либо места нахождения (для юридических лиц).</w:t>
      </w:r>
    </w:p>
    <w:p w14:paraId="2AE0E153" w14:textId="63D2F3AE" w:rsidR="005A3949" w:rsidRPr="00AE2FF0" w:rsidRDefault="005A394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3</w:t>
      </w:r>
      <w:r w:rsidRPr="00AE2FF0">
        <w:rPr>
          <w:rFonts w:ascii="PT Astra Serif" w:hAnsi="PT Astra Serif"/>
          <w:sz w:val="28"/>
          <w:szCs w:val="28"/>
          <w:lang w:eastAsia="ru-RU"/>
        </w:rPr>
        <w:t>.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Срок регистрации 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 xml:space="preserve">запроса </w:t>
      </w:r>
      <w:r w:rsidRPr="00AE2FF0">
        <w:rPr>
          <w:rFonts w:ascii="PT Astra Serif" w:hAnsi="PT Astra Serif"/>
          <w:sz w:val="28"/>
          <w:szCs w:val="28"/>
          <w:lang w:eastAsia="ru-RU"/>
        </w:rPr>
        <w:t>и документов, необходимых для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предоставления Услуги, составляет 2 рабочих дня</w:t>
      </w:r>
      <w:r w:rsidR="00B43554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D1AA2" w:rsidRPr="00AE2FF0">
        <w:rPr>
          <w:rFonts w:ascii="PT Astra Serif" w:hAnsi="PT Astra Serif"/>
          <w:sz w:val="28"/>
          <w:szCs w:val="28"/>
        </w:rPr>
        <w:t>с момента подачи запроса</w:t>
      </w:r>
      <w:r w:rsidR="007D1AA2" w:rsidRPr="00AE2FF0">
        <w:rPr>
          <w:rFonts w:ascii="PT Astra Serif" w:hAnsi="PT Astra Serif"/>
        </w:rPr>
        <w:t xml:space="preserve"> </w:t>
      </w:r>
      <w:r w:rsidR="007D1AA2" w:rsidRPr="00AE2FF0">
        <w:rPr>
          <w:rFonts w:ascii="PT Astra Serif" w:hAnsi="PT Astra Serif"/>
          <w:sz w:val="28"/>
          <w:szCs w:val="28"/>
        </w:rPr>
        <w:t>независимо от способа его подачи.</w:t>
      </w:r>
    </w:p>
    <w:p w14:paraId="0C1E1A10" w14:textId="79DA8BE2" w:rsidR="005D1729" w:rsidRPr="00AE2FF0" w:rsidRDefault="005D1729" w:rsidP="005A394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0356685" w14:textId="799DA765" w:rsidR="005D1729" w:rsidRPr="00AE2FF0" w:rsidRDefault="005D1729" w:rsidP="005D1729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Принятие решения о предоставлении Услуги</w:t>
      </w:r>
    </w:p>
    <w:p w14:paraId="11D05C87" w14:textId="017A6F5A" w:rsidR="005D1729" w:rsidRPr="00AE2FF0" w:rsidRDefault="005D1729" w:rsidP="005D1729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65185840" w14:textId="2D9EC369" w:rsidR="00391C7C" w:rsidRPr="00AE2FF0" w:rsidRDefault="005D1729" w:rsidP="00391C7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4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391C7C" w:rsidRPr="00AE2FF0">
        <w:rPr>
          <w:rFonts w:ascii="PT Astra Serif" w:hAnsi="PT Astra Serif"/>
          <w:sz w:val="28"/>
          <w:szCs w:val="28"/>
          <w:lang w:eastAsia="ru-RU"/>
        </w:rPr>
        <w:t>Учреждение принимает решение о предоставлении Услуги в срок, не превышающий 18 рабочих дней со дня получения всех сведений, необходимых для принятия решения.</w:t>
      </w:r>
    </w:p>
    <w:p w14:paraId="29A00F13" w14:textId="331801D9" w:rsidR="005D1729" w:rsidRPr="00AE2FF0" w:rsidRDefault="00391C7C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5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 xml:space="preserve">Учреждение отказывает заявителю в предоставлении Услуги при наличии следующих оснований: </w:t>
      </w:r>
    </w:p>
    <w:p w14:paraId="65A9628F" w14:textId="54BDF535" w:rsidR="005D1729" w:rsidRPr="00AE2FF0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а) запросы заявителей не содержат </w:t>
      </w:r>
      <w:r w:rsidR="00A77001" w:rsidRPr="00AE2FF0">
        <w:rPr>
          <w:rFonts w:ascii="PT Astra Serif" w:hAnsi="PT Astra Serif"/>
          <w:sz w:val="28"/>
          <w:szCs w:val="28"/>
        </w:rPr>
        <w:t>наименования юридического лица или фамилии, имени, отчества (при наличии) физического лица, почтового и (или) электронного адреса пользователя и темы запроса</w:t>
      </w:r>
      <w:r w:rsidRPr="00AE2FF0">
        <w:rPr>
          <w:rFonts w:ascii="PT Astra Serif" w:hAnsi="PT Astra Serif"/>
          <w:sz w:val="28"/>
          <w:szCs w:val="28"/>
          <w:lang w:eastAsia="ru-RU"/>
        </w:rPr>
        <w:t>;</w:t>
      </w:r>
    </w:p>
    <w:p w14:paraId="0FBC57CB" w14:textId="1674DBFB" w:rsidR="005D1729" w:rsidRPr="00AE2FF0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A77001" w:rsidRPr="00AE2FF0">
        <w:rPr>
          <w:rFonts w:ascii="PT Astra Serif" w:hAnsi="PT Astra Serif"/>
          <w:sz w:val="28"/>
          <w:szCs w:val="28"/>
        </w:rPr>
        <w:t>запрос не</w:t>
      </w:r>
      <w:r w:rsidR="00A77001" w:rsidRPr="00AE2FF0">
        <w:rPr>
          <w:rFonts w:ascii="PT Astra Serif" w:hAnsi="PT Astra Serif"/>
          <w:spacing w:val="-2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 xml:space="preserve">поддается </w:t>
      </w:r>
      <w:r w:rsidR="00A77001" w:rsidRPr="00AE2FF0">
        <w:rPr>
          <w:rFonts w:ascii="PT Astra Serif" w:hAnsi="PT Astra Serif"/>
          <w:spacing w:val="-2"/>
          <w:sz w:val="28"/>
          <w:szCs w:val="28"/>
        </w:rPr>
        <w:t>прочтению</w:t>
      </w:r>
      <w:r w:rsidRPr="00AE2FF0">
        <w:rPr>
          <w:rFonts w:ascii="PT Astra Serif" w:hAnsi="PT Astra Serif"/>
          <w:sz w:val="28"/>
          <w:szCs w:val="28"/>
          <w:lang w:eastAsia="ru-RU"/>
        </w:rPr>
        <w:t>;</w:t>
      </w:r>
    </w:p>
    <w:p w14:paraId="1D984751" w14:textId="1C27EAFA" w:rsidR="005D1729" w:rsidRPr="00AE2FF0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в) </w:t>
      </w:r>
      <w:r w:rsidR="00A77001" w:rsidRPr="00AE2FF0">
        <w:rPr>
          <w:rFonts w:ascii="PT Astra Serif" w:hAnsi="PT Astra Serif"/>
          <w:sz w:val="28"/>
          <w:szCs w:val="28"/>
        </w:rPr>
        <w:t>ответ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по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существу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указанной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в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запросе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темы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(вопроса)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не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может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быть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дан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без</w:t>
      </w:r>
      <w:r w:rsidR="00A77001" w:rsidRPr="00AE2FF0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разглашения сведений, составляющих государственную или иную охраняемую федеральным законом тайну</w:t>
      </w:r>
      <w:r w:rsidR="00A77001" w:rsidRPr="00AE2FF0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(указанная</w:t>
      </w:r>
      <w:r w:rsidR="00A77001" w:rsidRPr="00AE2FF0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информация</w:t>
      </w:r>
      <w:r w:rsidR="00A77001" w:rsidRPr="00AE2FF0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может</w:t>
      </w:r>
      <w:r w:rsidR="00A77001" w:rsidRPr="00AE2FF0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быть</w:t>
      </w:r>
      <w:r w:rsidR="00A77001" w:rsidRPr="00AE2FF0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предоставлена</w:t>
      </w:r>
      <w:r w:rsidR="00A77001" w:rsidRPr="00AE2FF0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только</w:t>
      </w:r>
      <w:r w:rsidR="00A77001" w:rsidRPr="00AE2FF0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при</w:t>
      </w:r>
      <w:r w:rsidR="00A77001" w:rsidRPr="00AE2FF0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наличии</w:t>
      </w:r>
      <w:r w:rsidR="00A77001" w:rsidRPr="00AE2FF0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у</w:t>
      </w:r>
      <w:r w:rsidR="00A77001" w:rsidRPr="00AE2FF0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пользователя документально</w:t>
      </w:r>
      <w:r w:rsidR="00A77001" w:rsidRPr="00AE2FF0">
        <w:rPr>
          <w:rFonts w:ascii="PT Astra Serif" w:hAnsi="PT Astra Serif"/>
          <w:spacing w:val="-7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подтвержденных</w:t>
      </w:r>
      <w:r w:rsidR="00A77001" w:rsidRPr="00AE2FF0">
        <w:rPr>
          <w:rFonts w:ascii="PT Astra Serif" w:hAnsi="PT Astra Serif"/>
          <w:spacing w:val="-7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прав</w:t>
      </w:r>
      <w:r w:rsidR="00A77001" w:rsidRPr="00AE2FF0">
        <w:rPr>
          <w:rFonts w:ascii="PT Astra Serif" w:hAnsi="PT Astra Serif"/>
          <w:spacing w:val="-7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на</w:t>
      </w:r>
      <w:r w:rsidR="00A77001" w:rsidRPr="00AE2FF0">
        <w:rPr>
          <w:rFonts w:ascii="PT Astra Serif" w:hAnsi="PT Astra Serif"/>
          <w:spacing w:val="-7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получение</w:t>
      </w:r>
      <w:r w:rsidR="00A77001" w:rsidRPr="00AE2FF0">
        <w:rPr>
          <w:rFonts w:ascii="PT Astra Serif" w:hAnsi="PT Astra Serif"/>
          <w:spacing w:val="-7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сведений,</w:t>
      </w:r>
      <w:r w:rsidR="00A77001" w:rsidRPr="00AE2FF0">
        <w:rPr>
          <w:rFonts w:ascii="PT Astra Serif" w:hAnsi="PT Astra Serif"/>
          <w:spacing w:val="-7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содержащих</w:t>
      </w:r>
      <w:r w:rsidR="00A77001" w:rsidRPr="00AE2FF0">
        <w:rPr>
          <w:rFonts w:ascii="PT Astra Serif" w:hAnsi="PT Astra Serif"/>
          <w:spacing w:val="-7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государственную тайну и (или) конфиденциальную информацию)</w:t>
      </w:r>
      <w:r w:rsidRPr="00AE2FF0">
        <w:rPr>
          <w:rFonts w:ascii="PT Astra Serif" w:hAnsi="PT Astra Serif"/>
          <w:sz w:val="28"/>
          <w:szCs w:val="28"/>
          <w:lang w:eastAsia="ru-RU"/>
        </w:rPr>
        <w:t>;</w:t>
      </w:r>
    </w:p>
    <w:p w14:paraId="7BF394EF" w14:textId="426E348A" w:rsidR="005D1729" w:rsidRPr="00AE2FF0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г) </w:t>
      </w:r>
      <w:r w:rsidR="00A77001" w:rsidRPr="00AE2FF0">
        <w:rPr>
          <w:rFonts w:ascii="PT Astra Serif" w:hAnsi="PT Astra Serif"/>
          <w:sz w:val="28"/>
          <w:szCs w:val="28"/>
        </w:rPr>
        <w:t>запрос касается темы (вопроса), в отношении которой пользователю ранее многократно давались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письменные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ответы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по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существу,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и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при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этом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в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запросе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не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приводятся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новые</w:t>
      </w:r>
      <w:r w:rsidR="00A77001" w:rsidRPr="00AE2FF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доводы или обстоятельства (руководитель государственного органа, органа местного самоуправления, организации или уполномоченное им лицо вправе принять решение о безосновательности очередного запроса и прекращении переписки по данному вопросу при условии, что указанный запрос и ранее</w:t>
      </w:r>
      <w:r w:rsidR="00A77001" w:rsidRPr="00AE2FF0">
        <w:rPr>
          <w:rFonts w:ascii="PT Astra Serif" w:hAnsi="PT Astra Serif"/>
          <w:spacing w:val="-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направляемые</w:t>
      </w:r>
      <w:r w:rsidR="00A77001" w:rsidRPr="00AE2FF0">
        <w:rPr>
          <w:rFonts w:ascii="PT Astra Serif" w:hAnsi="PT Astra Serif"/>
          <w:spacing w:val="-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запросы направлялись</w:t>
      </w:r>
      <w:r w:rsidR="00A77001" w:rsidRPr="00AE2FF0">
        <w:rPr>
          <w:rFonts w:ascii="PT Astra Serif" w:hAnsi="PT Astra Serif"/>
          <w:spacing w:val="-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в</w:t>
      </w:r>
      <w:r w:rsidR="00A77001" w:rsidRPr="00AE2FF0">
        <w:rPr>
          <w:rFonts w:ascii="PT Astra Serif" w:hAnsi="PT Astra Serif"/>
          <w:spacing w:val="-1"/>
          <w:sz w:val="28"/>
          <w:szCs w:val="28"/>
        </w:rPr>
        <w:t xml:space="preserve"> </w:t>
      </w:r>
      <w:r w:rsidR="00A77001" w:rsidRPr="00AE2FF0">
        <w:rPr>
          <w:rFonts w:ascii="PT Astra Serif" w:hAnsi="PT Astra Serif"/>
          <w:sz w:val="28"/>
          <w:szCs w:val="28"/>
        </w:rPr>
        <w:t>один и тот же государственный орган, орган местного самоуправления, организацию)</w:t>
      </w:r>
      <w:r w:rsidRPr="00AE2FF0">
        <w:rPr>
          <w:rFonts w:ascii="PT Astra Serif" w:hAnsi="PT Astra Serif"/>
          <w:sz w:val="28"/>
          <w:szCs w:val="28"/>
          <w:lang w:eastAsia="ru-RU"/>
        </w:rPr>
        <w:t>;</w:t>
      </w:r>
    </w:p>
    <w:p w14:paraId="3E8FC4A5" w14:textId="18E2630F" w:rsidR="005D1729" w:rsidRPr="00AE2FF0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д) </w:t>
      </w:r>
      <w:r w:rsidR="00A77001" w:rsidRPr="00AE2FF0">
        <w:rPr>
          <w:rFonts w:ascii="PT Astra Serif" w:hAnsi="PT Astra Serif"/>
          <w:sz w:val="28"/>
          <w:szCs w:val="28"/>
        </w:rPr>
        <w:t xml:space="preserve">в запросе содержатся нецензурные либо оскорбительные выражения, угрозы жизни, здоровью и имуществу работников </w:t>
      </w:r>
      <w:r w:rsidR="00345A48" w:rsidRPr="00AE2FF0">
        <w:rPr>
          <w:rFonts w:ascii="PT Astra Serif" w:hAnsi="PT Astra Serif"/>
          <w:sz w:val="28"/>
          <w:szCs w:val="28"/>
        </w:rPr>
        <w:t>Учр</w:t>
      </w:r>
      <w:r w:rsidR="00595FCB" w:rsidRPr="00AE2FF0">
        <w:rPr>
          <w:rFonts w:ascii="PT Astra Serif" w:hAnsi="PT Astra Serif"/>
          <w:sz w:val="28"/>
          <w:szCs w:val="28"/>
        </w:rPr>
        <w:t>е</w:t>
      </w:r>
      <w:r w:rsidR="00345A48" w:rsidRPr="00AE2FF0">
        <w:rPr>
          <w:rFonts w:ascii="PT Astra Serif" w:hAnsi="PT Astra Serif"/>
          <w:sz w:val="28"/>
          <w:szCs w:val="28"/>
        </w:rPr>
        <w:t>ждения</w:t>
      </w:r>
      <w:r w:rsidR="00A77001" w:rsidRPr="00AE2FF0">
        <w:rPr>
          <w:rFonts w:ascii="PT Astra Serif" w:hAnsi="PT Astra Serif"/>
          <w:sz w:val="28"/>
          <w:szCs w:val="28"/>
        </w:rPr>
        <w:t>, а также членов их семей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; </w:t>
      </w:r>
    </w:p>
    <w:p w14:paraId="595F8528" w14:textId="5F61912E" w:rsidR="00C76003" w:rsidRPr="00AE2FF0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е) </w:t>
      </w:r>
      <w:r w:rsidR="00A77001" w:rsidRPr="00AE2FF0">
        <w:rPr>
          <w:rFonts w:ascii="PT Astra Serif" w:hAnsi="PT Astra Serif"/>
          <w:sz w:val="28"/>
          <w:szCs w:val="28"/>
        </w:rPr>
        <w:t>у пользователя отсутствуют документы, подтверждающие его полномочия выступать от имени третьих лиц, в отношении которых сделан запрос (в случае, если не истек срок ограничения, установленный частью 3 статьи 25 Федерального закона № 125-ФЗ)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14:paraId="3D0B7DFC" w14:textId="48997048" w:rsidR="007D1AA2" w:rsidRPr="00AE2FF0" w:rsidRDefault="007D1AA2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6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Pr="00AE2FF0">
        <w:rPr>
          <w:rFonts w:ascii="PT Astra Serif" w:hAnsi="PT Astra Serif"/>
          <w:sz w:val="28"/>
          <w:szCs w:val="28"/>
        </w:rPr>
        <w:t>Срок принятия решения о предоставлении (об отказе в предоставлении) Услуги, исчисля</w:t>
      </w:r>
      <w:r w:rsidR="00956513" w:rsidRPr="00AE2FF0">
        <w:rPr>
          <w:rFonts w:ascii="PT Astra Serif" w:hAnsi="PT Astra Serif"/>
          <w:sz w:val="28"/>
          <w:szCs w:val="28"/>
        </w:rPr>
        <w:t>ется</w:t>
      </w:r>
      <w:r w:rsidRPr="00AE2FF0">
        <w:rPr>
          <w:rFonts w:ascii="PT Astra Serif" w:hAnsi="PT Astra Serif"/>
          <w:sz w:val="28"/>
          <w:szCs w:val="28"/>
        </w:rPr>
        <w:t xml:space="preserve"> с даты получения </w:t>
      </w:r>
      <w:r w:rsidR="00956513" w:rsidRPr="00AE2FF0">
        <w:rPr>
          <w:rFonts w:ascii="PT Astra Serif" w:hAnsi="PT Astra Serif"/>
          <w:sz w:val="28"/>
          <w:szCs w:val="28"/>
        </w:rPr>
        <w:t>Учреждением</w:t>
      </w:r>
      <w:r w:rsidRPr="00AE2FF0">
        <w:rPr>
          <w:rFonts w:ascii="PT Astra Serif" w:hAnsi="PT Astra Serif"/>
          <w:sz w:val="28"/>
          <w:szCs w:val="28"/>
        </w:rPr>
        <w:t xml:space="preserve"> всех сведений, необходимых для принятия решения.</w:t>
      </w:r>
    </w:p>
    <w:p w14:paraId="1FFE3D71" w14:textId="7787E2AD" w:rsidR="005D1729" w:rsidRPr="00AE2FF0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722446B" w14:textId="08A514D3" w:rsidR="005D1729" w:rsidRPr="00AE2FF0" w:rsidRDefault="005D1729" w:rsidP="005D172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Предоставление результата Услуги</w:t>
      </w:r>
    </w:p>
    <w:p w14:paraId="401CA916" w14:textId="77777777" w:rsidR="005D1729" w:rsidRPr="00AE2FF0" w:rsidRDefault="005D1729" w:rsidP="005D172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8B76A4E" w14:textId="4DFEA57B" w:rsidR="005D1729" w:rsidRPr="00AE2FF0" w:rsidRDefault="008F371B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7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>Предоставление результата Услуги осуществляется в срок, не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D1729" w:rsidRPr="00AE2FF0">
        <w:rPr>
          <w:rFonts w:ascii="PT Astra Serif" w:hAnsi="PT Astra Serif"/>
          <w:sz w:val="28"/>
          <w:szCs w:val="28"/>
          <w:lang w:eastAsia="ru-RU"/>
        </w:rPr>
        <w:t>превышающий 3 рабочих дней со дня принятия решения о предоставлении Услуги.</w:t>
      </w:r>
    </w:p>
    <w:p w14:paraId="331003C1" w14:textId="70EBE6FD" w:rsidR="005D1729" w:rsidRPr="00AE2FF0" w:rsidRDefault="005D1729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8</w:t>
      </w:r>
      <w:r w:rsidRPr="00AE2FF0">
        <w:rPr>
          <w:rFonts w:ascii="PT Astra Serif" w:hAnsi="PT Astra Serif"/>
          <w:sz w:val="28"/>
          <w:szCs w:val="28"/>
          <w:lang w:eastAsia="ru-RU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лиц, включая индивидуальных предпринимателей) либо места нахождения (для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юридических лиц).</w:t>
      </w:r>
    </w:p>
    <w:p w14:paraId="3607ACD0" w14:textId="5F7D6E71" w:rsidR="008F371B" w:rsidRPr="00AE2FF0" w:rsidRDefault="008F371B" w:rsidP="005D172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33F33F8" w14:textId="77777777" w:rsidR="008F371B" w:rsidRPr="00AE2FF0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Административные процедуры, осуществляемые при исправлении</w:t>
      </w:r>
    </w:p>
    <w:p w14:paraId="4AB9823E" w14:textId="77777777" w:rsidR="008F371B" w:rsidRPr="00AE2FF0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допущенных опечаток и (или) ошибок в выданных в результате Услуги </w:t>
      </w:r>
    </w:p>
    <w:p w14:paraId="6A02DECF" w14:textId="587E1A35" w:rsidR="008F371B" w:rsidRPr="00AE2FF0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документах</w:t>
      </w:r>
    </w:p>
    <w:p w14:paraId="766BEEF1" w14:textId="7557D90A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9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Административные процедуры, осуществляемые при исправлении допущенных опечаток и (или) ошибок в выданных в результате Услуги документах: </w:t>
      </w:r>
    </w:p>
    <w:p w14:paraId="28A99DEA" w14:textId="10B29823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а) прием запроса и документов и (или) информации, необходимых для исправления допущенных опечаток и (или) ошибок в выданных в результате предоставления Услуги документах;</w:t>
      </w:r>
    </w:p>
    <w:p w14:paraId="2E832FF6" w14:textId="412D26D6" w:rsidR="00833E0E" w:rsidRPr="00AE2FF0" w:rsidRDefault="00833E0E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б) принятие решения об исправлении допущенных опечаток и (или) ошибок в выданных в результате предоставления Услуги документах;</w:t>
      </w:r>
    </w:p>
    <w:p w14:paraId="29260A84" w14:textId="7CF6E9B4" w:rsidR="008F371B" w:rsidRPr="00AE2FF0" w:rsidRDefault="00833E0E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в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 xml:space="preserve">) предоставление результата Услуги. </w:t>
      </w:r>
    </w:p>
    <w:p w14:paraId="1C44C732" w14:textId="6B41085F" w:rsidR="008F371B" w:rsidRPr="00AE2FF0" w:rsidRDefault="00212051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40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>. Административным регламентом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14:paraId="58AB379B" w14:textId="3B8112BF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125E6A60" w14:textId="04FCD3F6" w:rsidR="008F371B" w:rsidRPr="00AE2FF0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Прием запроса и документов и (или) информации, необходимых для</w:t>
      </w:r>
    </w:p>
    <w:p w14:paraId="61B8F044" w14:textId="0F489E93" w:rsidR="008F371B" w:rsidRPr="00AE2FF0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исправления допущенных опечаток и (или) ошибок в выданных в результате предоставления Услуги документах</w:t>
      </w:r>
    </w:p>
    <w:p w14:paraId="6FF824B2" w14:textId="1DA4C2D1" w:rsidR="008F371B" w:rsidRPr="00AE2FF0" w:rsidRDefault="008F371B" w:rsidP="008F371B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6A387198" w14:textId="4D673ADD" w:rsidR="008F371B" w:rsidRPr="00AE2FF0" w:rsidRDefault="00212051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41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>. Пред</w:t>
      </w:r>
      <w:r w:rsidR="002A06F6" w:rsidRPr="00AE2FF0">
        <w:rPr>
          <w:rFonts w:ascii="PT Astra Serif" w:hAnsi="PT Astra Serif"/>
          <w:sz w:val="28"/>
          <w:szCs w:val="28"/>
          <w:lang w:eastAsia="ru-RU"/>
        </w:rPr>
        <w:t>о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 xml:space="preserve">ставление заявителем документов и </w:t>
      </w:r>
      <w:r w:rsidR="00345A48" w:rsidRPr="00AE2FF0">
        <w:rPr>
          <w:rFonts w:ascii="PT Astra Serif" w:hAnsi="PT Astra Serif"/>
          <w:sz w:val="28"/>
          <w:szCs w:val="28"/>
          <w:lang w:eastAsia="ru-RU"/>
        </w:rPr>
        <w:t>запроса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 xml:space="preserve"> в соответствии с форм</w:t>
      </w:r>
      <w:r w:rsidR="00C7137D" w:rsidRPr="00AE2FF0">
        <w:rPr>
          <w:rFonts w:ascii="PT Astra Serif" w:hAnsi="PT Astra Serif"/>
          <w:sz w:val="28"/>
          <w:szCs w:val="28"/>
          <w:lang w:eastAsia="ru-RU"/>
        </w:rPr>
        <w:t>ами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>, предусмотренн</w:t>
      </w:r>
      <w:r w:rsidR="00C7137D" w:rsidRPr="00AE2FF0">
        <w:rPr>
          <w:rFonts w:ascii="PT Astra Serif" w:hAnsi="PT Astra Serif"/>
          <w:sz w:val="28"/>
          <w:szCs w:val="28"/>
          <w:lang w:eastAsia="ru-RU"/>
        </w:rPr>
        <w:t>ыми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 xml:space="preserve"> в приложени</w:t>
      </w:r>
      <w:r w:rsidR="00C7137D" w:rsidRPr="00AE2FF0">
        <w:rPr>
          <w:rFonts w:ascii="PT Astra Serif" w:hAnsi="PT Astra Serif"/>
          <w:sz w:val="28"/>
          <w:szCs w:val="28"/>
          <w:lang w:eastAsia="ru-RU"/>
        </w:rPr>
        <w:t>ях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C7137D" w:rsidRPr="00AE2FF0">
        <w:rPr>
          <w:rFonts w:ascii="PT Astra Serif" w:hAnsi="PT Astra Serif"/>
          <w:sz w:val="28"/>
          <w:szCs w:val="28"/>
          <w:lang w:eastAsia="ru-RU"/>
        </w:rPr>
        <w:t>№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56513" w:rsidRPr="00AE2FF0">
        <w:rPr>
          <w:rFonts w:ascii="PT Astra Serif" w:hAnsi="PT Astra Serif"/>
          <w:sz w:val="28"/>
          <w:szCs w:val="28"/>
          <w:lang w:eastAsia="ru-RU"/>
        </w:rPr>
        <w:t>7, 8</w:t>
      </w:r>
      <w:r w:rsidR="008F371B" w:rsidRPr="00AE2FF0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при личном обращении в Учреждение.</w:t>
      </w:r>
    </w:p>
    <w:p w14:paraId="708F26A2" w14:textId="0F060437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4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2</w:t>
      </w:r>
      <w:r w:rsidRPr="00AE2FF0">
        <w:rPr>
          <w:rFonts w:ascii="PT Astra Serif" w:hAnsi="PT Astra Serif"/>
          <w:sz w:val="28"/>
          <w:szCs w:val="28"/>
          <w:lang w:eastAsia="ru-RU"/>
        </w:rPr>
        <w:t>. Исчерпывающи</w:t>
      </w:r>
      <w:r w:rsidR="00C7137D" w:rsidRPr="00AE2FF0">
        <w:rPr>
          <w:rFonts w:ascii="PT Astra Serif" w:hAnsi="PT Astra Serif"/>
          <w:sz w:val="28"/>
          <w:szCs w:val="28"/>
          <w:lang w:eastAsia="ru-RU"/>
        </w:rPr>
        <w:t>й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 w:rsidR="00956513" w:rsidRPr="00AE2FF0">
        <w:rPr>
          <w:rFonts w:ascii="PT Astra Serif" w:hAnsi="PT Astra Serif"/>
          <w:sz w:val="28"/>
          <w:szCs w:val="28"/>
          <w:lang w:eastAsia="ru-RU"/>
        </w:rPr>
        <w:t xml:space="preserve"> (приложение № 2)</w:t>
      </w:r>
      <w:r w:rsidRPr="00AE2FF0">
        <w:rPr>
          <w:rFonts w:ascii="PT Astra Serif" w:hAnsi="PT Astra Serif"/>
          <w:sz w:val="28"/>
          <w:szCs w:val="28"/>
          <w:lang w:eastAsia="ru-RU"/>
        </w:rPr>
        <w:t>:</w:t>
      </w:r>
    </w:p>
    <w:p w14:paraId="68FE32C2" w14:textId="14DCA6E6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а) документ, подтверждающий личность заявителя, – паспорт гражданина Российской Федерации;</w:t>
      </w:r>
    </w:p>
    <w:p w14:paraId="7AEE3E66" w14:textId="79552E9D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б)</w:t>
      </w:r>
      <w:r w:rsidR="002C4BF6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документ, подтверждающий пол</w:t>
      </w:r>
      <w:r w:rsidR="002C4BF6" w:rsidRPr="00AE2FF0">
        <w:rPr>
          <w:rFonts w:ascii="PT Astra Serif" w:hAnsi="PT Astra Serif"/>
          <w:sz w:val="28"/>
          <w:szCs w:val="28"/>
          <w:lang w:eastAsia="ru-RU"/>
        </w:rPr>
        <w:t>номочия представителя заявителя</w:t>
      </w:r>
      <w:r w:rsidRPr="00AE2FF0">
        <w:rPr>
          <w:rFonts w:ascii="PT Astra Serif" w:hAnsi="PT Astra Serif"/>
          <w:sz w:val="28"/>
          <w:szCs w:val="28"/>
          <w:lang w:eastAsia="ru-RU"/>
        </w:rPr>
        <w:t>;</w:t>
      </w:r>
    </w:p>
    <w:p w14:paraId="51D42B0D" w14:textId="4036BDDA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в)</w:t>
      </w:r>
      <w:r w:rsidR="002C4BF6" w:rsidRPr="00AE2FF0">
        <w:rPr>
          <w:rFonts w:ascii="PT Astra Serif" w:hAnsi="PT Astra Serif"/>
          <w:sz w:val="28"/>
          <w:szCs w:val="28"/>
          <w:lang w:eastAsia="ru-RU"/>
        </w:rPr>
        <w:t xml:space="preserve"> результат У</w:t>
      </w:r>
      <w:r w:rsidRPr="00AE2FF0">
        <w:rPr>
          <w:rFonts w:ascii="PT Astra Serif" w:hAnsi="PT Astra Serif"/>
          <w:sz w:val="28"/>
          <w:szCs w:val="28"/>
          <w:lang w:eastAsia="ru-RU"/>
        </w:rPr>
        <w:t>слуги (предъявление оригинала</w:t>
      </w:r>
      <w:r w:rsidR="002C4BF6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документа) (один из документов):</w:t>
      </w:r>
    </w:p>
    <w:p w14:paraId="53846F88" w14:textId="77777777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архивная справка;</w:t>
      </w:r>
    </w:p>
    <w:p w14:paraId="1AB79E22" w14:textId="77777777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архивная выписка;</w:t>
      </w:r>
    </w:p>
    <w:p w14:paraId="113A3D25" w14:textId="77777777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архивная копия.</w:t>
      </w:r>
    </w:p>
    <w:p w14:paraId="16FD235D" w14:textId="46948685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4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3</w:t>
      </w:r>
      <w:r w:rsidRPr="00AE2FF0">
        <w:rPr>
          <w:rFonts w:ascii="PT Astra Serif" w:hAnsi="PT Astra Serif"/>
          <w:sz w:val="28"/>
          <w:szCs w:val="28"/>
          <w:lang w:eastAsia="ru-RU"/>
        </w:rPr>
        <w:t>. Документы, необходимые для предоставления Услуги, которые заявитель</w:t>
      </w:r>
      <w:r w:rsidR="002C4BF6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вправе предоставить по собственной инициативе, законодательными или нормативными правовыми актами Российской Федерации не предусмотрены.</w:t>
      </w:r>
    </w:p>
    <w:p w14:paraId="4DD079B4" w14:textId="5FEEA5ED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4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4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Способом установления личности (идентификации) заявителя при взаимодействии с заявителями является оригинал документа, удостоверяющего личность.  </w:t>
      </w:r>
    </w:p>
    <w:p w14:paraId="2E13AC61" w14:textId="4767D75C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4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5</w:t>
      </w:r>
      <w:r w:rsidRPr="00AE2FF0">
        <w:rPr>
          <w:rFonts w:ascii="PT Astra Serif" w:hAnsi="PT Astra Serif"/>
          <w:sz w:val="28"/>
          <w:szCs w:val="28"/>
          <w:lang w:eastAsia="ru-RU"/>
        </w:rPr>
        <w:t>.</w:t>
      </w:r>
      <w:r w:rsidR="002C4BF6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14:paraId="7791E10D" w14:textId="09D4720D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4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6</w:t>
      </w:r>
      <w:r w:rsidRPr="00AE2FF0">
        <w:rPr>
          <w:rFonts w:ascii="PT Astra Serif" w:hAnsi="PT Astra Serif"/>
          <w:sz w:val="28"/>
          <w:szCs w:val="28"/>
          <w:lang w:eastAsia="ru-RU"/>
        </w:rPr>
        <w:t>. Услуга не предусматривает возможности приема заявления и документов, необходимых для предоставления Услуги, по выбору заявителя, независимо от его места жительства или места пребывания (для физических лиц, включая индивидуальных</w:t>
      </w:r>
      <w:r w:rsidR="002C4BF6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предпринимателей) либо места нахождения (для юридических лиц).</w:t>
      </w:r>
    </w:p>
    <w:p w14:paraId="54D29308" w14:textId="3BCE3182" w:rsidR="008F371B" w:rsidRPr="00AE2FF0" w:rsidRDefault="008F371B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4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7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Срок регистрации </w:t>
      </w:r>
      <w:r w:rsidR="002C4BF6" w:rsidRPr="00AE2FF0">
        <w:rPr>
          <w:rFonts w:ascii="PT Astra Serif" w:hAnsi="PT Astra Serif"/>
          <w:sz w:val="28"/>
          <w:szCs w:val="28"/>
          <w:lang w:eastAsia="ru-RU"/>
        </w:rPr>
        <w:t>запроса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и документов, необходимых для предоставления Услуги, составляет не более 1 рабочего дня.</w:t>
      </w:r>
    </w:p>
    <w:p w14:paraId="51BD47A6" w14:textId="657284D8" w:rsidR="002C4BF6" w:rsidRPr="00AE2FF0" w:rsidRDefault="002C4BF6" w:rsidP="008F371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C40F253" w14:textId="7C37B695" w:rsidR="002C4BF6" w:rsidRPr="00AE2FF0" w:rsidRDefault="002C4BF6" w:rsidP="002C4BF6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Принятие решения об исправлении допущенных опечаток и (или) ошибок в выданных в результате предоставления Услуги документах</w:t>
      </w:r>
    </w:p>
    <w:p w14:paraId="39B1041F" w14:textId="77777777" w:rsidR="002C4BF6" w:rsidRPr="00AE2FF0" w:rsidRDefault="002C4BF6" w:rsidP="002C4BF6">
      <w:pPr>
        <w:suppressAutoHyphens w:val="0"/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73A40BA9" w14:textId="4217FAE7" w:rsidR="002C4BF6" w:rsidRPr="00AE2FF0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4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8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Основания для отказа в предоставлении Услуги законодательством Российской Федерации не предусмотрены. </w:t>
      </w:r>
    </w:p>
    <w:p w14:paraId="755F2EA1" w14:textId="21EC3954" w:rsidR="002C4BF6" w:rsidRPr="00AE2FF0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4</w:t>
      </w:r>
      <w:r w:rsidR="00212051" w:rsidRPr="00AE2FF0">
        <w:rPr>
          <w:rFonts w:ascii="PT Astra Serif" w:hAnsi="PT Astra Serif"/>
          <w:sz w:val="28"/>
          <w:szCs w:val="28"/>
          <w:lang w:eastAsia="ru-RU"/>
        </w:rPr>
        <w:t>9</w:t>
      </w:r>
      <w:r w:rsidRPr="00AE2FF0">
        <w:rPr>
          <w:rFonts w:ascii="PT Astra Serif" w:hAnsi="PT Astra Serif"/>
          <w:sz w:val="28"/>
          <w:szCs w:val="28"/>
          <w:lang w:eastAsia="ru-RU"/>
        </w:rPr>
        <w:t>. Принятие решения о предоставлении Услуги осуществляется в срок, не превышающий 3 рабочих дней со дня получения всех сведений, необходимых для принятия решения.</w:t>
      </w:r>
    </w:p>
    <w:p w14:paraId="1DE70AFC" w14:textId="439D20E4" w:rsidR="002C4BF6" w:rsidRPr="00AE2FF0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5752130" w14:textId="5B8FC422" w:rsidR="002C4BF6" w:rsidRPr="00AE2FF0" w:rsidRDefault="002C4BF6" w:rsidP="002C4BF6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Предоставление результата Услуги</w:t>
      </w:r>
    </w:p>
    <w:p w14:paraId="35642F55" w14:textId="77777777" w:rsidR="002C4BF6" w:rsidRPr="00AE2FF0" w:rsidRDefault="002C4BF6" w:rsidP="002C4BF6">
      <w:pPr>
        <w:suppressAutoHyphens w:val="0"/>
        <w:jc w:val="center"/>
        <w:rPr>
          <w:rFonts w:ascii="PT Astra Serif" w:hAnsi="PT Astra Serif"/>
          <w:b/>
          <w:strike/>
          <w:sz w:val="28"/>
          <w:szCs w:val="28"/>
          <w:lang w:eastAsia="ru-RU"/>
        </w:rPr>
      </w:pPr>
    </w:p>
    <w:p w14:paraId="539251ED" w14:textId="7880D067" w:rsidR="002C4BF6" w:rsidRPr="00AE2FF0" w:rsidRDefault="00212051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5</w:t>
      </w:r>
      <w:r w:rsidR="00AE2FF0" w:rsidRPr="00AE2FF0">
        <w:rPr>
          <w:rFonts w:ascii="PT Astra Serif" w:hAnsi="PT Astra Serif"/>
          <w:sz w:val="28"/>
          <w:szCs w:val="28"/>
          <w:lang w:eastAsia="ru-RU"/>
        </w:rPr>
        <w:t>0</w:t>
      </w:r>
      <w:r w:rsidR="002C4BF6" w:rsidRPr="00AE2FF0">
        <w:rPr>
          <w:rFonts w:ascii="PT Astra Serif" w:hAnsi="PT Astra Serif"/>
          <w:sz w:val="28"/>
          <w:szCs w:val="28"/>
          <w:lang w:eastAsia="ru-RU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7E039F45" w14:textId="1289B53D" w:rsidR="002C4BF6" w:rsidRPr="00AE2FF0" w:rsidRDefault="002C4BF6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5</w:t>
      </w:r>
      <w:r w:rsidR="00AE2FF0" w:rsidRPr="00AE2FF0">
        <w:rPr>
          <w:rFonts w:ascii="PT Astra Serif" w:hAnsi="PT Astra Serif"/>
          <w:sz w:val="28"/>
          <w:szCs w:val="28"/>
          <w:lang w:eastAsia="ru-RU"/>
        </w:rPr>
        <w:t>1</w:t>
      </w:r>
      <w:r w:rsidRPr="00AE2FF0">
        <w:rPr>
          <w:rFonts w:ascii="PT Astra Serif" w:hAnsi="PT Astra Serif"/>
          <w:sz w:val="28"/>
          <w:szCs w:val="28"/>
          <w:lang w:eastAsia="ru-RU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48BE1355" w14:textId="2D9B9169" w:rsidR="00345A48" w:rsidRPr="00AE2FF0" w:rsidRDefault="00345A48" w:rsidP="002C4BF6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8A888F5" w14:textId="77777777" w:rsidR="00B866BA" w:rsidRPr="00AE2FF0" w:rsidRDefault="00B866BA" w:rsidP="00B866BA">
      <w:pPr>
        <w:pStyle w:val="afe"/>
        <w:jc w:val="center"/>
        <w:outlineLvl w:val="0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РАЗДЕЛ I</w:t>
      </w:r>
      <w:r w:rsidRPr="00AE2FF0">
        <w:rPr>
          <w:rFonts w:ascii="PT Astra Serif" w:hAnsi="PT Astra Serif"/>
          <w:b/>
          <w:bCs/>
          <w:sz w:val="28"/>
          <w:szCs w:val="28"/>
          <w:lang w:val="en-US" w:eastAsia="ru-RU"/>
        </w:rPr>
        <w:t>V</w:t>
      </w:r>
    </w:p>
    <w:p w14:paraId="449AE07E" w14:textId="77777777" w:rsidR="00B866BA" w:rsidRPr="00AE2FF0" w:rsidRDefault="00B866BA" w:rsidP="00B866BA">
      <w:pPr>
        <w:pStyle w:val="afe"/>
        <w:jc w:val="center"/>
        <w:outlineLvl w:val="0"/>
        <w:rPr>
          <w:rFonts w:ascii="PT Astra Serif" w:hAnsi="PT Astra Serif"/>
          <w:sz w:val="26"/>
          <w:szCs w:val="26"/>
        </w:rPr>
      </w:pPr>
    </w:p>
    <w:p w14:paraId="04A3122D" w14:textId="673BB8D4" w:rsidR="00B866BA" w:rsidRPr="00AE2FF0" w:rsidRDefault="00303C0D" w:rsidP="00B866BA">
      <w:pPr>
        <w:pStyle w:val="afe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AE2FF0">
        <w:rPr>
          <w:rFonts w:ascii="PT Astra Serif" w:hAnsi="PT Astra Serif"/>
          <w:b/>
          <w:sz w:val="28"/>
          <w:szCs w:val="28"/>
        </w:rPr>
        <w:t>И</w:t>
      </w:r>
      <w:r w:rsidR="00B866BA" w:rsidRPr="00AE2FF0">
        <w:rPr>
          <w:rFonts w:ascii="PT Astra Serif" w:hAnsi="PT Astra Serif"/>
          <w:b/>
          <w:sz w:val="28"/>
          <w:szCs w:val="28"/>
        </w:rPr>
        <w:t>нформировани</w:t>
      </w:r>
      <w:r w:rsidRPr="00AE2FF0">
        <w:rPr>
          <w:rFonts w:ascii="PT Astra Serif" w:hAnsi="PT Astra Serif"/>
          <w:b/>
          <w:sz w:val="28"/>
          <w:szCs w:val="28"/>
        </w:rPr>
        <w:t>е</w:t>
      </w:r>
      <w:r w:rsidR="00B866BA" w:rsidRPr="00AE2FF0">
        <w:rPr>
          <w:rFonts w:ascii="PT Astra Serif" w:hAnsi="PT Astra Serif"/>
          <w:b/>
          <w:sz w:val="28"/>
          <w:szCs w:val="28"/>
        </w:rPr>
        <w:t xml:space="preserve"> заявителя об изменении статуса рассмотрения запроса о предоставлении Услуги</w:t>
      </w:r>
    </w:p>
    <w:p w14:paraId="7EFCF800" w14:textId="77777777" w:rsidR="00B866BA" w:rsidRPr="00AE2FF0" w:rsidRDefault="00B866BA" w:rsidP="00B866B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7D5036D2" w14:textId="77537921" w:rsidR="00303C0D" w:rsidRPr="00AE2FF0" w:rsidRDefault="00303C0D" w:rsidP="00303C0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5</w:t>
      </w:r>
      <w:r w:rsidR="00AE2FF0" w:rsidRPr="00AE2FF0">
        <w:rPr>
          <w:rFonts w:ascii="PT Astra Serif" w:hAnsi="PT Astra Serif"/>
          <w:sz w:val="28"/>
          <w:szCs w:val="28"/>
        </w:rPr>
        <w:t>2</w:t>
      </w:r>
      <w:r w:rsidRPr="00AE2FF0">
        <w:rPr>
          <w:rFonts w:ascii="PT Astra Serif" w:hAnsi="PT Astra Serif"/>
          <w:sz w:val="28"/>
          <w:szCs w:val="28"/>
        </w:rPr>
        <w:t>. Способы информирования заявителя об изменении статуса рассмотрения запроса о предоставлении Услуги</w:t>
      </w:r>
      <w:r w:rsidRPr="00AE2FF0">
        <w:rPr>
          <w:rFonts w:ascii="PT Astra Serif" w:hAnsi="PT Astra Serif"/>
          <w:sz w:val="28"/>
          <w:szCs w:val="28"/>
          <w:lang w:eastAsia="ru-RU"/>
        </w:rPr>
        <w:t>:</w:t>
      </w:r>
    </w:p>
    <w:p w14:paraId="0DAD3F46" w14:textId="77777777" w:rsidR="00303C0D" w:rsidRPr="00AE2FF0" w:rsidRDefault="00303C0D" w:rsidP="00303C0D">
      <w:pPr>
        <w:numPr>
          <w:ilvl w:val="1"/>
          <w:numId w:val="19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возможности);</w:t>
      </w:r>
    </w:p>
    <w:p w14:paraId="3334481E" w14:textId="77777777" w:rsidR="00303C0D" w:rsidRPr="00AE2FF0" w:rsidRDefault="00303C0D" w:rsidP="00303C0D">
      <w:pPr>
        <w:tabs>
          <w:tab w:val="left" w:pos="1021"/>
        </w:tabs>
        <w:ind w:left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б) почтовым отправлением;</w:t>
      </w:r>
    </w:p>
    <w:p w14:paraId="2BA65743" w14:textId="77777777" w:rsidR="00303C0D" w:rsidRPr="00AE2FF0" w:rsidRDefault="00303C0D" w:rsidP="00303C0D">
      <w:pPr>
        <w:tabs>
          <w:tab w:val="left" w:pos="1021"/>
        </w:tabs>
        <w:ind w:left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в) посредством электронной почты;</w:t>
      </w:r>
    </w:p>
    <w:p w14:paraId="5E454C9C" w14:textId="3224A50B" w:rsidR="00303C0D" w:rsidRPr="00AE2FF0" w:rsidRDefault="00303C0D" w:rsidP="00303C0D">
      <w:pPr>
        <w:tabs>
          <w:tab w:val="left" w:pos="1021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г) при личном обращении в Учреждение.</w:t>
      </w:r>
    </w:p>
    <w:p w14:paraId="2ACFEBD3" w14:textId="77777777" w:rsidR="002C4BF6" w:rsidRPr="00AE2FF0" w:rsidRDefault="002C4B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04402DB7" w14:textId="700F2E2D" w:rsidR="002C4BF6" w:rsidRPr="00AE2FF0" w:rsidRDefault="002C4B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16B7561" w14:textId="6282B59F" w:rsidR="00E32F29" w:rsidRPr="00AE2FF0" w:rsidRDefault="00E32F29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4B7E751E" w14:textId="77777777" w:rsidR="00E32F29" w:rsidRPr="00AE2FF0" w:rsidRDefault="00E32F29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32FC6D9F" w14:textId="77777777" w:rsidR="00AE2FF0" w:rsidRPr="00AE2FF0" w:rsidRDefault="00AE2FF0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CC1A24E" w14:textId="77777777" w:rsidR="00AE2FF0" w:rsidRPr="00AE2FF0" w:rsidRDefault="00AE2FF0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7CC5D368" w14:textId="77777777" w:rsidR="00AE2FF0" w:rsidRPr="00AE2FF0" w:rsidRDefault="00AE2FF0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227C1080" w14:textId="77777777" w:rsidR="00AE2FF0" w:rsidRPr="00AE2FF0" w:rsidRDefault="00AE2FF0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1AF7894" w14:textId="77777777" w:rsidR="00AE2FF0" w:rsidRPr="00AE2FF0" w:rsidRDefault="00AE2FF0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28694FC" w14:textId="77777777" w:rsidR="00AE2FF0" w:rsidRPr="00AE2FF0" w:rsidRDefault="00AE2FF0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25026A63" w14:textId="77777777" w:rsidR="00AE2FF0" w:rsidRPr="00AE2FF0" w:rsidRDefault="00AE2FF0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78A713B1" w14:textId="77777777" w:rsidR="00AE2FF0" w:rsidRPr="00AE2FF0" w:rsidRDefault="00AE2FF0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FA89097" w14:textId="68B81268" w:rsidR="000206F6" w:rsidRPr="00AE2FF0" w:rsidRDefault="000206F6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Приложение № 1</w:t>
      </w:r>
    </w:p>
    <w:p w14:paraId="20BFC228" w14:textId="77777777" w:rsidR="000206F6" w:rsidRPr="00AE2FF0" w:rsidRDefault="000206F6" w:rsidP="000206F6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к Административному регламенту</w:t>
      </w:r>
    </w:p>
    <w:p w14:paraId="73195FD2" w14:textId="77777777" w:rsidR="000206F6" w:rsidRPr="00AE2FF0" w:rsidRDefault="000206F6" w:rsidP="000206F6">
      <w:pPr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C6FA7B0" w14:textId="77777777" w:rsidR="000206F6" w:rsidRPr="00AE2FF0" w:rsidRDefault="000206F6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2A58FA17" w14:textId="6CA5F28D" w:rsidR="000206F6" w:rsidRPr="00AE2FF0" w:rsidRDefault="000206F6" w:rsidP="000206F6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Перечень общих признаков заявителей</w:t>
      </w:r>
    </w:p>
    <w:p w14:paraId="0DC7324D" w14:textId="77777777" w:rsidR="000206F6" w:rsidRPr="00AE2FF0" w:rsidRDefault="000206F6" w:rsidP="000206F6">
      <w:pPr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tbl>
      <w:tblPr>
        <w:tblW w:w="978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5959"/>
      </w:tblGrid>
      <w:tr w:rsidR="00183639" w:rsidRPr="00AE2FF0" w14:paraId="63162092" w14:textId="77777777" w:rsidTr="00183639">
        <w:trPr>
          <w:trHeight w:val="8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16B7" w14:textId="77777777" w:rsidR="00183639" w:rsidRPr="00AE2FF0" w:rsidRDefault="00183639" w:rsidP="001F7CD9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AE2FF0">
              <w:rPr>
                <w:rFonts w:ascii="PT Astra Serif" w:hAnsi="PT Astra Serif"/>
                <w:b/>
                <w:bCs/>
                <w:lang w:eastAsia="ru-RU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D2C1E" w14:textId="77777777" w:rsidR="00183639" w:rsidRPr="00AE2FF0" w:rsidRDefault="00183639" w:rsidP="001F7CD9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AE2FF0">
              <w:rPr>
                <w:rFonts w:ascii="PT Astra Serif" w:hAnsi="PT Astra Serif"/>
                <w:b/>
                <w:bCs/>
                <w:lang w:eastAsia="ru-RU"/>
              </w:rPr>
              <w:t>Признак 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2593B" w14:textId="77777777" w:rsidR="00183639" w:rsidRPr="00AE2FF0" w:rsidRDefault="00183639" w:rsidP="001F7CD9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AE2FF0">
              <w:rPr>
                <w:rFonts w:ascii="PT Astra Serif" w:hAnsi="PT Astra Serif"/>
                <w:b/>
                <w:bCs/>
                <w:lang w:eastAsia="ru-RU"/>
              </w:rPr>
              <w:t>Значения признака заявителя</w:t>
            </w:r>
          </w:p>
        </w:tc>
      </w:tr>
      <w:tr w:rsidR="00183639" w:rsidRPr="00AE2FF0" w14:paraId="23865776" w14:textId="77777777" w:rsidTr="00183639">
        <w:trPr>
          <w:trHeight w:val="339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C6FB5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  <w:i/>
              </w:rPr>
              <w:t xml:space="preserve">Результат Услуги </w:t>
            </w:r>
            <w:r w:rsidRPr="00AE2FF0">
              <w:rPr>
                <w:rFonts w:ascii="PT Astra Serif" w:hAnsi="PT Astra Serif"/>
                <w:i/>
                <w:iCs/>
                <w:lang w:eastAsia="ru-RU"/>
              </w:rPr>
              <w:t>«</w:t>
            </w:r>
            <w:r w:rsidRPr="00AE2FF0">
              <w:rPr>
                <w:rFonts w:ascii="PT Astra Serif" w:hAnsi="PT Astra Serif"/>
              </w:rPr>
              <w:t>Исполнение запросов, оформление и выдача архивных справок, архивных выписок и архивных копий</w:t>
            </w:r>
            <w:r w:rsidRPr="00AE2FF0">
              <w:rPr>
                <w:rFonts w:ascii="PT Astra Serif" w:hAnsi="PT Astra Serif"/>
                <w:i/>
              </w:rPr>
              <w:t>»</w:t>
            </w:r>
          </w:p>
        </w:tc>
      </w:tr>
      <w:tr w:rsidR="00183639" w:rsidRPr="00AE2FF0" w14:paraId="58C3E3C8" w14:textId="77777777" w:rsidTr="00183639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60223" w14:textId="543A015F" w:rsidR="00183639" w:rsidRPr="00AE2FF0" w:rsidRDefault="00183639" w:rsidP="00183639">
            <w:pPr>
              <w:widowControl w:val="0"/>
              <w:ind w:right="29"/>
              <w:jc w:val="center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E25C" w14:textId="77777777" w:rsidR="00183639" w:rsidRPr="00AE2FF0" w:rsidRDefault="00183639" w:rsidP="001F7CD9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eastAsia="ru-RU"/>
              </w:rPr>
            </w:pPr>
            <w:r w:rsidRPr="00AE2FF0">
              <w:rPr>
                <w:rFonts w:ascii="PT Astra Serif" w:hAnsi="PT Astra Serif"/>
              </w:rPr>
              <w:t>Категория 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E81F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  <w:lang w:val="en-US"/>
              </w:rPr>
            </w:pPr>
          </w:p>
          <w:p w14:paraId="09E9BB1E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</w:rPr>
              <w:t>1. Физическое лицо</w:t>
            </w:r>
          </w:p>
          <w:p w14:paraId="66BC16CF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  <w:lang w:val="en-US"/>
              </w:rPr>
              <w:t xml:space="preserve">2. </w:t>
            </w:r>
            <w:r w:rsidRPr="00AE2FF0">
              <w:rPr>
                <w:rFonts w:ascii="PT Astra Serif" w:hAnsi="PT Astra Serif"/>
              </w:rPr>
              <w:t>Юридическое лицо</w:t>
            </w:r>
          </w:p>
        </w:tc>
      </w:tr>
      <w:tr w:rsidR="00183639" w:rsidRPr="00AE2FF0" w14:paraId="14C814A0" w14:textId="77777777" w:rsidTr="00183639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64EAA" w14:textId="505376B9" w:rsidR="00183639" w:rsidRPr="00AE2FF0" w:rsidRDefault="00183639" w:rsidP="00183639">
            <w:pPr>
              <w:widowControl w:val="0"/>
              <w:ind w:right="29"/>
              <w:jc w:val="center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4B5E4" w14:textId="32EE22F4" w:rsidR="00183639" w:rsidRPr="00AE2FF0" w:rsidRDefault="00183639" w:rsidP="001F7CD9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eastAsia="ru-RU"/>
              </w:rPr>
            </w:pPr>
            <w:r w:rsidRPr="00AE2FF0">
              <w:rPr>
                <w:rFonts w:ascii="PT Astra Serif" w:hAnsi="PT Astra Serif"/>
              </w:rPr>
              <w:t>Заявитель обращается лично или через представителя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28F1E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</w:p>
          <w:p w14:paraId="50F960F2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</w:rPr>
              <w:t>1. Обратился лично.</w:t>
            </w:r>
          </w:p>
          <w:p w14:paraId="0A08F5BD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</w:rPr>
              <w:t>2. Уполномоченный представитель по доверенности</w:t>
            </w:r>
          </w:p>
        </w:tc>
      </w:tr>
      <w:tr w:rsidR="00183639" w:rsidRPr="00AE2FF0" w14:paraId="5FC672AC" w14:textId="77777777" w:rsidTr="00183639">
        <w:trPr>
          <w:trHeight w:val="339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C041B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  <w:i/>
              </w:rPr>
              <w:t xml:space="preserve">Результат Услуги </w:t>
            </w:r>
            <w:r w:rsidRPr="00AE2FF0">
              <w:rPr>
                <w:rFonts w:ascii="PT Astra Serif" w:hAnsi="PT Astra Serif"/>
                <w:i/>
                <w:iCs/>
                <w:lang w:eastAsia="ru-RU"/>
              </w:rPr>
              <w:t>«</w:t>
            </w:r>
            <w:r w:rsidRPr="00AE2FF0">
              <w:rPr>
                <w:rFonts w:ascii="PT Astra Serif" w:hAnsi="PT Astra Serif"/>
                <w:lang w:eastAsia="ru-RU"/>
              </w:rPr>
              <w:t xml:space="preserve"> Исправление допущенных опечаток и (или) ошибок в выданных в результате предоставления Услуги документах</w:t>
            </w:r>
            <w:r w:rsidRPr="00AE2FF0">
              <w:rPr>
                <w:rFonts w:ascii="PT Astra Serif" w:hAnsi="PT Astra Serif"/>
                <w:i/>
              </w:rPr>
              <w:t xml:space="preserve"> »</w:t>
            </w:r>
          </w:p>
        </w:tc>
      </w:tr>
      <w:tr w:rsidR="00183639" w:rsidRPr="00AE2FF0" w14:paraId="7BE630D3" w14:textId="77777777" w:rsidTr="00183639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A1BC8" w14:textId="2CFE6F8D" w:rsidR="00183639" w:rsidRPr="00AE2FF0" w:rsidRDefault="00183639" w:rsidP="0018363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E2FF0">
              <w:rPr>
                <w:rFonts w:ascii="PT Astra Serif" w:hAnsi="PT Astra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8A5B0" w14:textId="77777777" w:rsidR="00183639" w:rsidRPr="00AE2FF0" w:rsidRDefault="00183639" w:rsidP="001F7CD9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val="en-US" w:eastAsia="ru-RU"/>
              </w:rPr>
            </w:pPr>
            <w:r w:rsidRPr="00AE2FF0">
              <w:rPr>
                <w:rFonts w:ascii="PT Astra Serif" w:hAnsi="PT Astra Serif"/>
              </w:rPr>
              <w:t>Категория 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94F91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  <w:lang w:val="en-US"/>
              </w:rPr>
            </w:pPr>
          </w:p>
          <w:p w14:paraId="5CEE469D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  <w:lang w:val="en-US"/>
              </w:rPr>
              <w:t xml:space="preserve">1. </w:t>
            </w:r>
            <w:r w:rsidRPr="00AE2FF0">
              <w:rPr>
                <w:rFonts w:ascii="PT Astra Serif" w:hAnsi="PT Astra Serif"/>
              </w:rPr>
              <w:t>Физическое лицо</w:t>
            </w:r>
          </w:p>
          <w:p w14:paraId="3C17E62D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  <w:lang w:val="en-US"/>
              </w:rPr>
              <w:t xml:space="preserve">2. </w:t>
            </w:r>
            <w:r w:rsidRPr="00AE2FF0">
              <w:rPr>
                <w:rFonts w:ascii="PT Astra Serif" w:hAnsi="PT Astra Serif"/>
              </w:rPr>
              <w:t>Юридическое лицо</w:t>
            </w:r>
          </w:p>
        </w:tc>
      </w:tr>
      <w:tr w:rsidR="00183639" w:rsidRPr="00AE2FF0" w14:paraId="20C658DE" w14:textId="77777777" w:rsidTr="00183639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BFEBF" w14:textId="380A2D9E" w:rsidR="00183639" w:rsidRPr="00AE2FF0" w:rsidRDefault="00183639" w:rsidP="0018363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E2FF0">
              <w:rPr>
                <w:rFonts w:ascii="PT Astra Serif" w:hAnsi="PT Astra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8B50A" w14:textId="7AD34082" w:rsidR="00183639" w:rsidRPr="00AE2FF0" w:rsidRDefault="00183639" w:rsidP="001F7CD9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eastAsia="ru-RU"/>
              </w:rPr>
            </w:pPr>
            <w:r w:rsidRPr="00AE2FF0">
              <w:rPr>
                <w:rFonts w:ascii="PT Astra Serif" w:hAnsi="PT Astra Serif"/>
              </w:rPr>
              <w:t>Заявитель обращается лично или через представителя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5F755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</w:p>
          <w:p w14:paraId="6BCE4248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</w:rPr>
              <w:t>1. Обратился лично.</w:t>
            </w:r>
          </w:p>
          <w:p w14:paraId="62D1AC28" w14:textId="77777777" w:rsidR="00183639" w:rsidRPr="00AE2FF0" w:rsidRDefault="00183639" w:rsidP="001F7CD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</w:rPr>
              <w:t>2. Уполномоченный представитель по доверенности</w:t>
            </w:r>
          </w:p>
        </w:tc>
      </w:tr>
    </w:tbl>
    <w:p w14:paraId="5FBDC4D0" w14:textId="77777777" w:rsidR="000206F6" w:rsidRPr="00AE2FF0" w:rsidRDefault="000206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26A6B2C7" w14:textId="3088F821" w:rsidR="000206F6" w:rsidRPr="00AE2FF0" w:rsidRDefault="000206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9FE7D4E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699DB39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2AAB02FB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346A774A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0A40B1A4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11F91C9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EC7FD09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DC5796B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29777925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329A33DA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9962364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53E932A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2AEE35EC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3DC35610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03CD47C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DCDC9DA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88F3E88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70F47660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3617783A" w14:textId="77777777" w:rsidR="00183639" w:rsidRPr="00AE2FF0" w:rsidRDefault="00183639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266E1C2B" w14:textId="77777777" w:rsidR="006E5E54" w:rsidRPr="00AE2FF0" w:rsidRDefault="006E5E54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268E5C22" w14:textId="77777777" w:rsidR="006E5E54" w:rsidRPr="00AE2FF0" w:rsidRDefault="006E5E54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8CDCDCF" w14:textId="77777777" w:rsidR="006E5E54" w:rsidRPr="00AE2FF0" w:rsidRDefault="006E5E54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79BCF22" w14:textId="3E713A13" w:rsidR="000540EA" w:rsidRPr="00AE2FF0" w:rsidRDefault="000540EA" w:rsidP="000540EA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Приложение № 2</w:t>
      </w:r>
    </w:p>
    <w:p w14:paraId="0F66359A" w14:textId="77777777" w:rsidR="000540EA" w:rsidRPr="00AE2FF0" w:rsidRDefault="000540EA" w:rsidP="000540EA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к Административному регламенту</w:t>
      </w:r>
    </w:p>
    <w:p w14:paraId="5F231E26" w14:textId="77777777" w:rsidR="000540EA" w:rsidRPr="00AE2FF0" w:rsidRDefault="000540EA" w:rsidP="000540EA">
      <w:pPr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1488366" w14:textId="77777777" w:rsidR="000540EA" w:rsidRPr="00AE2FF0" w:rsidRDefault="000540EA" w:rsidP="000540EA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3D93766C" w14:textId="77777777" w:rsidR="000540EA" w:rsidRPr="00AE2FF0" w:rsidRDefault="000540EA" w:rsidP="000540EA">
      <w:pPr>
        <w:jc w:val="center"/>
        <w:rPr>
          <w:rFonts w:ascii="PT Astra Serif" w:hAnsi="PT Astra Serif"/>
          <w:b/>
          <w:sz w:val="28"/>
          <w:szCs w:val="28"/>
        </w:rPr>
      </w:pPr>
      <w:r w:rsidRPr="00AE2FF0">
        <w:rPr>
          <w:rFonts w:ascii="PT Astra Serif" w:hAnsi="PT Astra Serif"/>
          <w:b/>
          <w:sz w:val="28"/>
          <w:szCs w:val="28"/>
        </w:rPr>
        <w:t xml:space="preserve">Исчерпывающий перечень документов, необходимых </w:t>
      </w:r>
    </w:p>
    <w:p w14:paraId="4DE7A083" w14:textId="55306B5B" w:rsidR="000540EA" w:rsidRPr="00AE2FF0" w:rsidRDefault="000540EA" w:rsidP="000540EA">
      <w:pPr>
        <w:jc w:val="center"/>
        <w:rPr>
          <w:rFonts w:ascii="PT Astra Serif" w:hAnsi="PT Astra Serif"/>
          <w:b/>
          <w:sz w:val="28"/>
          <w:szCs w:val="28"/>
        </w:rPr>
      </w:pPr>
      <w:r w:rsidRPr="00AE2FF0">
        <w:rPr>
          <w:rFonts w:ascii="PT Astra Serif" w:hAnsi="PT Astra Serif"/>
          <w:b/>
          <w:sz w:val="28"/>
          <w:szCs w:val="28"/>
        </w:rPr>
        <w:t>для предоставления Услуги</w:t>
      </w:r>
    </w:p>
    <w:p w14:paraId="02F6DB36" w14:textId="77777777" w:rsidR="000540EA" w:rsidRPr="00AE2FF0" w:rsidRDefault="000540EA" w:rsidP="000540EA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tbl>
      <w:tblPr>
        <w:tblW w:w="978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5959"/>
      </w:tblGrid>
      <w:tr w:rsidR="00183639" w:rsidRPr="00AE2FF0" w14:paraId="0A6448F0" w14:textId="77777777" w:rsidTr="008B2E49">
        <w:trPr>
          <w:trHeight w:val="8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122E" w14:textId="77777777" w:rsidR="00183639" w:rsidRPr="00AE2FF0" w:rsidRDefault="00183639" w:rsidP="001F7CD9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AE2FF0">
              <w:rPr>
                <w:rFonts w:ascii="PT Astra Serif" w:hAnsi="PT Astra Serif"/>
                <w:b/>
                <w:bCs/>
                <w:lang w:eastAsia="ru-RU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81F30" w14:textId="76E6F000" w:rsidR="00183639" w:rsidRPr="00AE2FF0" w:rsidRDefault="00183639" w:rsidP="001F7CD9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AE2FF0">
              <w:rPr>
                <w:rFonts w:ascii="PT Astra Serif" w:hAnsi="PT Astra Serif"/>
                <w:b/>
                <w:bCs/>
                <w:lang w:eastAsia="ru-RU"/>
              </w:rPr>
              <w:t xml:space="preserve">Заявитель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16247" w14:textId="31EAB5CF" w:rsidR="00183639" w:rsidRPr="00AE2FF0" w:rsidRDefault="00183639" w:rsidP="001F7CD9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AE2FF0">
              <w:rPr>
                <w:rFonts w:ascii="PT Astra Serif" w:hAnsi="PT Astra Serif"/>
                <w:b/>
                <w:bCs/>
                <w:lang w:eastAsia="ru-RU"/>
              </w:rPr>
              <w:t xml:space="preserve">Документы </w:t>
            </w:r>
          </w:p>
        </w:tc>
      </w:tr>
      <w:tr w:rsidR="00183639" w:rsidRPr="00AE2FF0" w14:paraId="20BAC100" w14:textId="77777777" w:rsidTr="00183639">
        <w:trPr>
          <w:trHeight w:val="339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EDE81" w14:textId="77777777" w:rsidR="00183639" w:rsidRPr="00AE2FF0" w:rsidRDefault="00183639" w:rsidP="00FE3D32">
            <w:pPr>
              <w:widowControl w:val="0"/>
              <w:jc w:val="center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  <w:i/>
              </w:rPr>
              <w:t xml:space="preserve">Результат Услуги </w:t>
            </w:r>
            <w:r w:rsidRPr="00AE2FF0">
              <w:rPr>
                <w:rFonts w:ascii="PT Astra Serif" w:hAnsi="PT Astra Serif"/>
                <w:i/>
                <w:iCs/>
                <w:lang w:eastAsia="ru-RU"/>
              </w:rPr>
              <w:t>«</w:t>
            </w:r>
            <w:r w:rsidRPr="00AE2FF0">
              <w:rPr>
                <w:rFonts w:ascii="PT Astra Serif" w:hAnsi="PT Astra Serif"/>
              </w:rPr>
              <w:t>Исполнение запросов, оформление и выдача архивных справок, архивных выписок и архивных копий</w:t>
            </w:r>
            <w:r w:rsidRPr="00AE2FF0">
              <w:rPr>
                <w:rFonts w:ascii="PT Astra Serif" w:hAnsi="PT Astra Serif"/>
                <w:i/>
              </w:rPr>
              <w:t>»</w:t>
            </w:r>
          </w:p>
        </w:tc>
      </w:tr>
      <w:tr w:rsidR="00183639" w:rsidRPr="00AE2FF0" w14:paraId="2A16A534" w14:textId="77777777" w:rsidTr="008B2E49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AD113" w14:textId="271D3C94" w:rsidR="00183639" w:rsidRPr="00AE2FF0" w:rsidRDefault="00183639" w:rsidP="00183639">
            <w:pPr>
              <w:widowControl w:val="0"/>
              <w:jc w:val="center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06B2" w14:textId="04C38D44" w:rsidR="00183639" w:rsidRPr="00AE2FF0" w:rsidRDefault="00183639" w:rsidP="0018363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</w:rPr>
              <w:t>Физическое лицо</w:t>
            </w:r>
          </w:p>
          <w:p w14:paraId="6383A8F5" w14:textId="353EE6C5" w:rsidR="00183639" w:rsidRPr="00AE2FF0" w:rsidRDefault="00183639" w:rsidP="008B2E49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eastAsia="ru-RU"/>
              </w:rPr>
            </w:pP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0EEBB" w14:textId="6F34DF08" w:rsidR="0014407C" w:rsidRPr="00AE2FF0" w:rsidRDefault="0014407C" w:rsidP="0014407C">
            <w:r w:rsidRPr="00AE2FF0">
              <w:rPr>
                <w:rFonts w:ascii="PT Astra Serif" w:hAnsi="PT Astra Serif"/>
              </w:rPr>
              <w:t xml:space="preserve">а) </w:t>
            </w:r>
            <w:r w:rsidRPr="00AE2FF0">
              <w:rPr>
                <w:rFonts w:ascii="PT Astra Serif" w:hAnsi="PT Astra Serif"/>
                <w:lang w:eastAsia="ru-RU"/>
              </w:rPr>
              <w:t xml:space="preserve">документы, подтверждающие личность заявителя, – паспорт гражданина Российской Федерации; </w:t>
            </w:r>
          </w:p>
          <w:p w14:paraId="43D05340" w14:textId="56AE4FAF" w:rsidR="00183639" w:rsidRPr="00AE2FF0" w:rsidRDefault="0014407C" w:rsidP="00956513">
            <w:r w:rsidRPr="00AE2FF0">
              <w:rPr>
                <w:rFonts w:ascii="PT Astra Serif" w:hAnsi="PT Astra Serif"/>
                <w:lang w:eastAsia="ru-RU"/>
              </w:rPr>
              <w:t xml:space="preserve">б) документ, подтверждающий полномочия представителя заявителя, – доверенность, выданная в порядке, установленном Гражданским кодексом Российской Федерации </w:t>
            </w:r>
          </w:p>
        </w:tc>
      </w:tr>
      <w:tr w:rsidR="00183639" w:rsidRPr="00AE2FF0" w14:paraId="1EC2AD44" w14:textId="77777777" w:rsidTr="008B2E49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C8565" w14:textId="27A9CDD6" w:rsidR="00183639" w:rsidRPr="00AE2FF0" w:rsidRDefault="00183639" w:rsidP="00183639">
            <w:pPr>
              <w:widowControl w:val="0"/>
              <w:jc w:val="center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654CC" w14:textId="53F601D9" w:rsidR="00183639" w:rsidRPr="00AE2FF0" w:rsidRDefault="008B2E49" w:rsidP="001F7CD9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eastAsia="ru-RU"/>
              </w:rPr>
            </w:pPr>
            <w:r w:rsidRPr="00AE2FF0">
              <w:rPr>
                <w:rFonts w:ascii="PT Astra Serif" w:hAnsi="PT Astra Serif"/>
              </w:rPr>
              <w:t>Юридическое лицо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248BD" w14:textId="77777777" w:rsidR="0014407C" w:rsidRPr="00AE2FF0" w:rsidRDefault="0014407C" w:rsidP="0014407C">
            <w:r w:rsidRPr="00AE2FF0">
              <w:rPr>
                <w:rFonts w:ascii="PT Astra Serif" w:hAnsi="PT Astra Serif"/>
              </w:rPr>
              <w:t xml:space="preserve">а) </w:t>
            </w:r>
            <w:r w:rsidRPr="00AE2FF0">
              <w:rPr>
                <w:rFonts w:ascii="PT Astra Serif" w:hAnsi="PT Astra Serif"/>
                <w:lang w:eastAsia="ru-RU"/>
              </w:rPr>
              <w:t xml:space="preserve">документы, подтверждающие личность заявителя, – паспорт гражданина Российской Федерации; </w:t>
            </w:r>
          </w:p>
          <w:p w14:paraId="20816314" w14:textId="166D1C57" w:rsidR="00183639" w:rsidRPr="00AE2FF0" w:rsidRDefault="0014407C" w:rsidP="00956513">
            <w:r w:rsidRPr="00AE2FF0">
              <w:rPr>
                <w:rFonts w:ascii="PT Astra Serif" w:hAnsi="PT Astra Serif"/>
                <w:lang w:eastAsia="ru-RU"/>
              </w:rPr>
              <w:t xml:space="preserve">б) документ, подтверждающий полномочия представителя заявителя, – доверенность, выданная в порядке, установленном Гражданским кодексом Российской Федерации </w:t>
            </w:r>
          </w:p>
        </w:tc>
      </w:tr>
      <w:tr w:rsidR="00183639" w:rsidRPr="00AE2FF0" w14:paraId="4DAC89EA" w14:textId="77777777" w:rsidTr="00183639">
        <w:trPr>
          <w:trHeight w:val="339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DC99E" w14:textId="111B27CC" w:rsidR="00183639" w:rsidRPr="00AE2FF0" w:rsidRDefault="00183639" w:rsidP="00FE3D32">
            <w:pPr>
              <w:widowControl w:val="0"/>
              <w:jc w:val="center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  <w:i/>
              </w:rPr>
              <w:t xml:space="preserve">Результат Услуги </w:t>
            </w:r>
            <w:r w:rsidRPr="00AE2FF0">
              <w:rPr>
                <w:rFonts w:ascii="PT Astra Serif" w:hAnsi="PT Astra Serif"/>
                <w:i/>
                <w:iCs/>
                <w:lang w:eastAsia="ru-RU"/>
              </w:rPr>
              <w:t>«</w:t>
            </w:r>
            <w:r w:rsidRPr="00AE2FF0">
              <w:rPr>
                <w:rFonts w:ascii="PT Astra Serif" w:hAnsi="PT Astra Serif"/>
                <w:lang w:eastAsia="ru-RU"/>
              </w:rPr>
              <w:t>Исправление допущенных опечаток и (или) ошибок в выданных в результате предоставления Услуги документах</w:t>
            </w:r>
            <w:r w:rsidR="00FE3D32" w:rsidRPr="00AE2FF0">
              <w:rPr>
                <w:rFonts w:ascii="PT Astra Serif" w:hAnsi="PT Astra Serif"/>
              </w:rPr>
              <w:t>»</w:t>
            </w:r>
          </w:p>
        </w:tc>
      </w:tr>
      <w:tr w:rsidR="008B2E49" w:rsidRPr="00AE2FF0" w14:paraId="0A64A5D3" w14:textId="77777777" w:rsidTr="008B2E49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3B5D7" w14:textId="384A5CF0" w:rsidR="008B2E49" w:rsidRPr="00AE2FF0" w:rsidRDefault="008B2E49" w:rsidP="008B2E4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E2FF0">
              <w:rPr>
                <w:rFonts w:ascii="PT Astra Serif" w:hAnsi="PT Astra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6C384" w14:textId="77777777" w:rsidR="008B2E49" w:rsidRPr="00AE2FF0" w:rsidRDefault="008B2E49" w:rsidP="008B2E49">
            <w:pPr>
              <w:widowControl w:val="0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</w:rPr>
              <w:t>Физическое лицо</w:t>
            </w:r>
          </w:p>
          <w:p w14:paraId="2DD3DF29" w14:textId="42675723" w:rsidR="008B2E49" w:rsidRPr="00AE2FF0" w:rsidRDefault="008B2E49" w:rsidP="008B2E49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val="en-US" w:eastAsia="ru-RU"/>
              </w:rPr>
            </w:pP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1A1E3" w14:textId="77777777" w:rsidR="00956513" w:rsidRPr="00AE2FF0" w:rsidRDefault="00956513" w:rsidP="00956513">
            <w:pPr>
              <w:suppressAutoHyphens w:val="0"/>
              <w:ind w:firstLine="35"/>
              <w:jc w:val="both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а) документ, подтверждающий личность заявителя, – паспорт гражданина Российской Федерации;</w:t>
            </w:r>
          </w:p>
          <w:p w14:paraId="537C5934" w14:textId="68489A03" w:rsidR="00956513" w:rsidRPr="00AE2FF0" w:rsidRDefault="00956513" w:rsidP="00956513">
            <w:pPr>
              <w:suppressAutoHyphens w:val="0"/>
              <w:ind w:firstLine="35"/>
              <w:jc w:val="both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б) документ, подтверждающий полномочия представителя заявителя;</w:t>
            </w:r>
          </w:p>
          <w:p w14:paraId="647714A1" w14:textId="77777777" w:rsidR="00956513" w:rsidRPr="00AE2FF0" w:rsidRDefault="00956513" w:rsidP="00956513">
            <w:pPr>
              <w:suppressAutoHyphens w:val="0"/>
              <w:ind w:firstLine="35"/>
              <w:jc w:val="both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в) результат Услуги (предъявление оригинала документа) (один из документов):</w:t>
            </w:r>
          </w:p>
          <w:p w14:paraId="475F3E2D" w14:textId="77777777" w:rsidR="00956513" w:rsidRPr="00AE2FF0" w:rsidRDefault="00956513" w:rsidP="00956513">
            <w:pPr>
              <w:suppressAutoHyphens w:val="0"/>
              <w:ind w:firstLine="35"/>
              <w:jc w:val="both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архивная справка;</w:t>
            </w:r>
          </w:p>
          <w:p w14:paraId="2BE12E73" w14:textId="77777777" w:rsidR="00956513" w:rsidRPr="00AE2FF0" w:rsidRDefault="00956513" w:rsidP="00956513">
            <w:pPr>
              <w:suppressAutoHyphens w:val="0"/>
              <w:ind w:firstLine="35"/>
              <w:jc w:val="both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архивная выписка;</w:t>
            </w:r>
          </w:p>
          <w:p w14:paraId="63B74F28" w14:textId="7E9B6D4F" w:rsidR="008B2E49" w:rsidRPr="00AE2FF0" w:rsidRDefault="00956513" w:rsidP="00956513">
            <w:pPr>
              <w:widowControl w:val="0"/>
              <w:ind w:firstLine="35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  <w:lang w:eastAsia="ru-RU"/>
              </w:rPr>
              <w:t>архивная копия.</w:t>
            </w:r>
          </w:p>
        </w:tc>
      </w:tr>
      <w:tr w:rsidR="008B2E49" w:rsidRPr="00AE2FF0" w14:paraId="34D9CB0C" w14:textId="77777777" w:rsidTr="008B2E49">
        <w:trPr>
          <w:trHeight w:val="8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A3F88" w14:textId="17DC46FF" w:rsidR="008B2E49" w:rsidRPr="00AE2FF0" w:rsidRDefault="008B2E49" w:rsidP="008B2E4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E2FF0">
              <w:rPr>
                <w:rFonts w:ascii="PT Astra Serif" w:hAnsi="PT Astra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420DF" w14:textId="08AF7815" w:rsidR="008B2E49" w:rsidRPr="00AE2FF0" w:rsidRDefault="008B2E49" w:rsidP="008B2E49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eastAsia="ru-RU"/>
              </w:rPr>
            </w:pPr>
            <w:r w:rsidRPr="00AE2FF0">
              <w:rPr>
                <w:rFonts w:ascii="PT Astra Serif" w:hAnsi="PT Astra Serif"/>
              </w:rPr>
              <w:t>Юридическое лицо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85DDA" w14:textId="77777777" w:rsidR="00956513" w:rsidRPr="00AE2FF0" w:rsidRDefault="00956513" w:rsidP="00956513">
            <w:pPr>
              <w:suppressAutoHyphens w:val="0"/>
              <w:ind w:firstLine="35"/>
              <w:jc w:val="both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а) документ, подтверждающий личность заявителя, – паспорт гражданина Российской Федерации;</w:t>
            </w:r>
          </w:p>
          <w:p w14:paraId="27E566EA" w14:textId="77777777" w:rsidR="00956513" w:rsidRPr="00AE2FF0" w:rsidRDefault="00956513" w:rsidP="00956513">
            <w:pPr>
              <w:suppressAutoHyphens w:val="0"/>
              <w:ind w:firstLine="35"/>
              <w:jc w:val="both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б) документ, подтверждающий полномочия представителя заявителя;</w:t>
            </w:r>
          </w:p>
          <w:p w14:paraId="26A9D615" w14:textId="77777777" w:rsidR="00956513" w:rsidRPr="00AE2FF0" w:rsidRDefault="00956513" w:rsidP="00956513">
            <w:pPr>
              <w:suppressAutoHyphens w:val="0"/>
              <w:ind w:firstLine="35"/>
              <w:jc w:val="both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в) результат Услуги (предъявление оригинала документа) (один из документов):</w:t>
            </w:r>
          </w:p>
          <w:p w14:paraId="5C86AA82" w14:textId="77777777" w:rsidR="00956513" w:rsidRPr="00AE2FF0" w:rsidRDefault="00956513" w:rsidP="00956513">
            <w:pPr>
              <w:suppressAutoHyphens w:val="0"/>
              <w:ind w:firstLine="35"/>
              <w:jc w:val="both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архивная справка;</w:t>
            </w:r>
          </w:p>
          <w:p w14:paraId="354836FC" w14:textId="77777777" w:rsidR="00956513" w:rsidRPr="00AE2FF0" w:rsidRDefault="00956513" w:rsidP="00956513">
            <w:pPr>
              <w:suppressAutoHyphens w:val="0"/>
              <w:ind w:firstLine="35"/>
              <w:jc w:val="both"/>
              <w:rPr>
                <w:rFonts w:ascii="PT Astra Serif" w:hAnsi="PT Astra Serif"/>
                <w:lang w:eastAsia="ru-RU"/>
              </w:rPr>
            </w:pPr>
            <w:r w:rsidRPr="00AE2FF0">
              <w:rPr>
                <w:rFonts w:ascii="PT Astra Serif" w:hAnsi="PT Astra Serif"/>
                <w:lang w:eastAsia="ru-RU"/>
              </w:rPr>
              <w:t>архивная выписка;</w:t>
            </w:r>
          </w:p>
          <w:p w14:paraId="015F01EE" w14:textId="1AC8E1B5" w:rsidR="008B2E49" w:rsidRPr="00AE2FF0" w:rsidRDefault="00956513" w:rsidP="00956513">
            <w:pPr>
              <w:widowControl w:val="0"/>
              <w:ind w:firstLine="35"/>
              <w:rPr>
                <w:rFonts w:ascii="PT Astra Serif" w:hAnsi="PT Astra Serif"/>
              </w:rPr>
            </w:pPr>
            <w:r w:rsidRPr="00AE2FF0">
              <w:rPr>
                <w:rFonts w:ascii="PT Astra Serif" w:hAnsi="PT Astra Serif"/>
                <w:lang w:eastAsia="ru-RU"/>
              </w:rPr>
              <w:t>архивная копия.</w:t>
            </w:r>
          </w:p>
        </w:tc>
      </w:tr>
    </w:tbl>
    <w:p w14:paraId="11A3D9DD" w14:textId="55E9BEE3" w:rsidR="000206F6" w:rsidRPr="00AE2FF0" w:rsidRDefault="000206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034CEEDF" w14:textId="3974A3C6" w:rsidR="000206F6" w:rsidRPr="00AE2FF0" w:rsidRDefault="000206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4ABBB6B4" w14:textId="1E5CE4B8" w:rsidR="000206F6" w:rsidRPr="00AE2FF0" w:rsidRDefault="000206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CBF2BB3" w14:textId="7CFC6F74" w:rsidR="000206F6" w:rsidRPr="00AE2FF0" w:rsidRDefault="000206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7B4CB809" w14:textId="493D3E0F" w:rsidR="000206F6" w:rsidRPr="00AE2FF0" w:rsidRDefault="000206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4D82AAFA" w14:textId="28E61762" w:rsidR="000206F6" w:rsidRPr="00AE2FF0" w:rsidRDefault="000206F6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0CF266D3" w14:textId="61B24969" w:rsidR="00CD4EFC" w:rsidRPr="00AE2FF0" w:rsidRDefault="00CD4EFC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Приложение № </w:t>
      </w:r>
      <w:r w:rsidR="008B2E49" w:rsidRPr="00AE2FF0">
        <w:rPr>
          <w:rFonts w:ascii="PT Astra Serif" w:hAnsi="PT Astra Serif"/>
          <w:sz w:val="26"/>
          <w:szCs w:val="26"/>
        </w:rPr>
        <w:t>3</w:t>
      </w:r>
    </w:p>
    <w:p w14:paraId="4A5F55B6" w14:textId="77777777" w:rsidR="00CD4EFC" w:rsidRPr="00AE2FF0" w:rsidRDefault="00CD4EFC" w:rsidP="00E87D25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к Административному регламенту</w:t>
      </w:r>
    </w:p>
    <w:p w14:paraId="466815A3" w14:textId="77777777" w:rsidR="00CD4EFC" w:rsidRPr="00AE2FF0" w:rsidRDefault="00CD4EFC" w:rsidP="00E87D25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</w:p>
    <w:p w14:paraId="2212E4F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Директору МКУ </w:t>
      </w:r>
    </w:p>
    <w:p w14:paraId="49E7580F" w14:textId="77777777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              «</w:t>
      </w:r>
      <w:r w:rsidRPr="00AE2FF0">
        <w:rPr>
          <w:rFonts w:ascii="PT Astra Serif" w:hAnsi="PT Astra Serif"/>
          <w:sz w:val="26"/>
          <w:szCs w:val="26"/>
        </w:rPr>
        <w:t xml:space="preserve">Центр хранения документов </w:t>
      </w:r>
    </w:p>
    <w:p w14:paraId="4B2A205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</w:rPr>
        <w:t>и обработки информации</w:t>
      </w:r>
      <w:r w:rsidRPr="00AE2FF0">
        <w:rPr>
          <w:rFonts w:ascii="PT Astra Serif" w:hAnsi="PT Astra Serif"/>
          <w:sz w:val="26"/>
          <w:szCs w:val="26"/>
          <w:lang w:eastAsia="ru-RU"/>
        </w:rPr>
        <w:t>»</w:t>
      </w:r>
    </w:p>
    <w:p w14:paraId="2A27DB90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</w:t>
      </w:r>
    </w:p>
    <w:p w14:paraId="561EE5F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</w:p>
    <w:p w14:paraId="7A6A5AC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5D2A4B4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7214B30B" w14:textId="77777777" w:rsidR="001B201F" w:rsidRPr="00AE2FF0" w:rsidRDefault="00CD4EFC" w:rsidP="00E87D25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  <w:r w:rsidR="001B201F" w:rsidRPr="00AE2FF0">
        <w:rPr>
          <w:rFonts w:ascii="PT Astra Serif" w:hAnsi="PT Astra Serif"/>
          <w:sz w:val="26"/>
          <w:szCs w:val="26"/>
          <w:lang w:eastAsia="ru-RU"/>
        </w:rPr>
        <w:t xml:space="preserve">   </w:t>
      </w:r>
      <w:r w:rsidRPr="00AE2FF0">
        <w:rPr>
          <w:rFonts w:ascii="PT Astra Serif" w:hAnsi="PT Astra Serif"/>
          <w:sz w:val="26"/>
          <w:szCs w:val="26"/>
          <w:lang w:eastAsia="ru-RU"/>
        </w:rPr>
        <w:t xml:space="preserve">По доверенности </w:t>
      </w:r>
    </w:p>
    <w:p w14:paraId="1A326460" w14:textId="686B291A" w:rsidR="00CD4EFC" w:rsidRPr="00AE2FF0" w:rsidRDefault="00CD4EFC" w:rsidP="00E87D25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№______</w:t>
      </w:r>
      <w:r w:rsidR="001B201F" w:rsidRPr="00AE2FF0">
        <w:rPr>
          <w:rFonts w:ascii="PT Astra Serif" w:hAnsi="PT Astra Serif"/>
          <w:sz w:val="26"/>
          <w:szCs w:val="26"/>
          <w:lang w:eastAsia="ru-RU"/>
        </w:rPr>
        <w:t>______</w:t>
      </w:r>
      <w:r w:rsidRPr="00AE2FF0">
        <w:rPr>
          <w:rFonts w:ascii="PT Astra Serif" w:hAnsi="PT Astra Serif"/>
          <w:sz w:val="26"/>
          <w:szCs w:val="26"/>
          <w:lang w:eastAsia="ru-RU"/>
        </w:rPr>
        <w:t>от___________</w:t>
      </w:r>
      <w:r w:rsidR="001B201F" w:rsidRPr="00AE2FF0">
        <w:rPr>
          <w:rFonts w:ascii="PT Astra Serif" w:hAnsi="PT Astra Serif"/>
          <w:sz w:val="26"/>
          <w:szCs w:val="26"/>
          <w:lang w:eastAsia="ru-RU"/>
        </w:rPr>
        <w:t>___</w:t>
      </w:r>
    </w:p>
    <w:p w14:paraId="47B7B785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6E08340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4BC0815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332E415E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108E826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462E49D1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78D2B5E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469A77F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5670"/>
        <w:jc w:val="center"/>
        <w:outlineLvl w:val="1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1844D4B" w14:textId="6DCADAA2" w:rsidR="00CD4EFC" w:rsidRPr="00AE2FF0" w:rsidRDefault="00CD4EFC" w:rsidP="00E87D25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  <w:lang w:eastAsia="ru-RU"/>
        </w:rPr>
      </w:pPr>
    </w:p>
    <w:p w14:paraId="0542C369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right="-2" w:firstLine="22"/>
        <w:jc w:val="center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запрос.</w:t>
      </w:r>
    </w:p>
    <w:p w14:paraId="1B95F111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6"/>
          <w:szCs w:val="26"/>
          <w:lang w:eastAsia="ru-RU"/>
        </w:rPr>
      </w:pPr>
    </w:p>
    <w:p w14:paraId="624DE334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Прошу выдать заверенную копию постановления, распоряжения, решения </w:t>
      </w:r>
      <w:r w:rsidRPr="00AE2FF0">
        <w:rPr>
          <w:rFonts w:ascii="PT Astra Serif" w:hAnsi="PT Astra Serif"/>
          <w:i/>
          <w:sz w:val="26"/>
          <w:szCs w:val="26"/>
        </w:rPr>
        <w:t>(нужное подчеркнуть)</w:t>
      </w:r>
      <w:r w:rsidRPr="00AE2FF0">
        <w:rPr>
          <w:rFonts w:ascii="PT Astra Serif" w:hAnsi="PT Astra Serif"/>
          <w:sz w:val="26"/>
          <w:szCs w:val="26"/>
        </w:rPr>
        <w:t xml:space="preserve"> _______________________________________________________________</w:t>
      </w:r>
    </w:p>
    <w:p w14:paraId="61122D69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___________________________________________________________________________</w:t>
      </w:r>
    </w:p>
    <w:p w14:paraId="11650816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от ______________________ № _______________ в _______ экземплярах; </w:t>
      </w:r>
    </w:p>
    <w:p w14:paraId="6BF3FFE4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__________________________________________________________________________</w:t>
      </w:r>
    </w:p>
    <w:p w14:paraId="0AACCE1C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Копию лицевого счета похозяйственной книги деревни _______________________________ Сельского Совета ________________________ Ленинского района Тульской области, домовладение, принадлежащее ______________________________________________________________________ за __________________ годы, в _______ экземплярах.</w:t>
      </w:r>
    </w:p>
    <w:p w14:paraId="226BBA73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19DCA30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Указать причину запроса:</w:t>
      </w:r>
    </w:p>
    <w:p w14:paraId="4067D1F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________________________________________________________________________________________________________________________________________________________      </w:t>
      </w:r>
    </w:p>
    <w:p w14:paraId="69EE929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007AD552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Прошу выдать справку: </w:t>
      </w:r>
    </w:p>
    <w:p w14:paraId="24C138FD" w14:textId="465F0A62" w:rsidR="00CD4EFC" w:rsidRPr="00AE2FF0" w:rsidRDefault="00CD4EFC" w:rsidP="00E87D25">
      <w:pPr>
        <w:jc w:val="both"/>
        <w:rPr>
          <w:rFonts w:ascii="PT Astra Serif" w:hAnsi="PT Astra Serif"/>
          <w:b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           </w:t>
      </w:r>
      <w:r w:rsidRPr="00AE2FF0">
        <w:rPr>
          <w:rFonts w:ascii="PT Astra Serif" w:hAnsi="PT Astra Serif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A85AA" wp14:editId="7C26A0B2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6988C94" id="Скругленный прямоугольник 2" o:spid="_x0000_s1026" style="position:absolute;margin-left:102.45pt;margin-top:4.45pt;width:17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" fillcolor="window" strokecolor="windowText" strokeweight="2pt">
                <v:path arrowok="t"/>
              </v:roundrect>
            </w:pict>
          </mc:Fallback>
        </mc:AlternateContent>
      </w:r>
      <w:r w:rsidRPr="00AE2FF0">
        <w:rPr>
          <w:rFonts w:ascii="PT Astra Serif" w:hAnsi="PT Astra Serif"/>
          <w:b/>
          <w:sz w:val="26"/>
          <w:szCs w:val="26"/>
        </w:rPr>
        <w:t xml:space="preserve">                              ВЫСЛАТЬ ПОЧТОЙ           </w:t>
      </w:r>
      <w:r w:rsidRPr="00AE2FF0">
        <w:rPr>
          <w:rFonts w:ascii="PT Astra Serif" w:hAnsi="PT Astra Serif"/>
          <w:b/>
          <w:noProof/>
          <w:sz w:val="26"/>
          <w:szCs w:val="26"/>
          <w:lang w:eastAsia="ru-RU"/>
        </w:rPr>
        <w:drawing>
          <wp:inline distT="0" distB="0" distL="0" distR="0" wp14:anchorId="70EFD9FA" wp14:editId="3C8A3BD7">
            <wp:extent cx="237490" cy="2139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2FF0">
        <w:rPr>
          <w:rFonts w:ascii="PT Astra Serif" w:hAnsi="PT Astra Serif"/>
          <w:b/>
          <w:sz w:val="26"/>
          <w:szCs w:val="26"/>
        </w:rPr>
        <w:t xml:space="preserve">   ВЫДАТЬ НА РУКИ</w:t>
      </w:r>
    </w:p>
    <w:p w14:paraId="23B408C1" w14:textId="77777777" w:rsidR="00CD4EFC" w:rsidRPr="00AE2FF0" w:rsidRDefault="00CD4EFC" w:rsidP="00E87D25">
      <w:pPr>
        <w:ind w:left="-340"/>
        <w:rPr>
          <w:rFonts w:ascii="PT Astra Serif" w:hAnsi="PT Astra Serif"/>
          <w:b/>
          <w:sz w:val="26"/>
          <w:szCs w:val="26"/>
        </w:rPr>
      </w:pPr>
    </w:p>
    <w:p w14:paraId="4CC08933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Согласен(а) на использования моих персональных данных.</w:t>
      </w:r>
    </w:p>
    <w:p w14:paraId="115C4AC0" w14:textId="77777777" w:rsidR="00CD4EFC" w:rsidRPr="00AE2FF0" w:rsidRDefault="00CD4EFC" w:rsidP="00E87D2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AE2FF0">
        <w:rPr>
          <w:rFonts w:ascii="PT Astra Serif" w:hAnsi="PT Astra Serif"/>
          <w:sz w:val="26"/>
          <w:szCs w:val="26"/>
        </w:rPr>
        <w:t>Центр хранения документов и обработки информации</w:t>
      </w:r>
      <w:r w:rsidRPr="00AE2FF0">
        <w:rPr>
          <w:rFonts w:ascii="PT Astra Serif" w:hAnsi="PT Astra Serif"/>
          <w:sz w:val="26"/>
          <w:szCs w:val="26"/>
          <w:lang w:eastAsia="ru-RU"/>
        </w:rPr>
        <w:t>» услуги оставляю за собой.</w:t>
      </w:r>
    </w:p>
    <w:p w14:paraId="1C3A25FA" w14:textId="5EA487FC" w:rsidR="00CD4EFC" w:rsidRPr="00AE2FF0" w:rsidRDefault="00CD4EFC" w:rsidP="00E87D25">
      <w:pPr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Подпись______________                                                                 Дата________________</w:t>
      </w:r>
    </w:p>
    <w:p w14:paraId="5794C62C" w14:textId="77777777" w:rsidR="002C4BF6" w:rsidRPr="00AE2FF0" w:rsidRDefault="002C4BF6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1FEB53C4" w14:textId="0324F296" w:rsidR="001B201F" w:rsidRPr="00AE2FF0" w:rsidRDefault="001B201F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Приложение № </w:t>
      </w:r>
      <w:r w:rsidR="008B2E49" w:rsidRPr="00AE2FF0">
        <w:rPr>
          <w:rFonts w:ascii="PT Astra Serif" w:hAnsi="PT Astra Serif"/>
          <w:sz w:val="28"/>
          <w:szCs w:val="28"/>
        </w:rPr>
        <w:t>4</w:t>
      </w:r>
    </w:p>
    <w:p w14:paraId="21F93A0E" w14:textId="77777777" w:rsidR="001B201F" w:rsidRPr="00AE2FF0" w:rsidRDefault="001B201F" w:rsidP="00E87D25">
      <w:pPr>
        <w:pStyle w:val="afe"/>
        <w:ind w:left="5812"/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0D44B548" w14:textId="77777777" w:rsidR="001B201F" w:rsidRPr="00AE2FF0" w:rsidRDefault="001B201F" w:rsidP="00E87D25">
      <w:pPr>
        <w:jc w:val="right"/>
        <w:rPr>
          <w:rFonts w:ascii="PT Astra Serif" w:hAnsi="PT Astra Serif"/>
          <w:sz w:val="26"/>
          <w:szCs w:val="26"/>
        </w:rPr>
      </w:pPr>
    </w:p>
    <w:p w14:paraId="21BED630" w14:textId="6A63AF30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Директору МКУ </w:t>
      </w:r>
    </w:p>
    <w:p w14:paraId="312BADB4" w14:textId="77777777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«Центр хранения документов </w:t>
      </w:r>
    </w:p>
    <w:p w14:paraId="73B3AA0E" w14:textId="77777777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и обработки информации»</w:t>
      </w:r>
    </w:p>
    <w:p w14:paraId="4E8FC8DB" w14:textId="77777777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</w:t>
      </w:r>
    </w:p>
    <w:p w14:paraId="7D195771" w14:textId="77777777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</w:p>
    <w:p w14:paraId="1AB122E8" w14:textId="77777777" w:rsidR="001B201F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</w:rPr>
        <w:t xml:space="preserve">        </w:t>
      </w:r>
      <w:r w:rsidR="001B201F" w:rsidRPr="00AE2FF0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1894D7AE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2122E6EF" w14:textId="7EB27144" w:rsidR="001B201F" w:rsidRPr="00AE2FF0" w:rsidRDefault="001B201F" w:rsidP="00E87D25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   По доверенности </w:t>
      </w:r>
    </w:p>
    <w:p w14:paraId="5302258E" w14:textId="77777777" w:rsidR="001B201F" w:rsidRPr="00AE2FF0" w:rsidRDefault="001B201F" w:rsidP="00E87D25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№____________от______________</w:t>
      </w:r>
    </w:p>
    <w:p w14:paraId="1467A469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671B123B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14974338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09FA7066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67B69D3E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63BB4975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22FE09F6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2C0E733" w14:textId="77777777" w:rsidR="001B201F" w:rsidRPr="00AE2FF0" w:rsidRDefault="001B201F" w:rsidP="00E87D25">
      <w:pPr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7C6BA3A" w14:textId="76AC803F" w:rsidR="00CD4EFC" w:rsidRPr="00AE2FF0" w:rsidRDefault="00CD4EFC" w:rsidP="00E87D25">
      <w:pPr>
        <w:jc w:val="center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запрос.</w:t>
      </w:r>
    </w:p>
    <w:p w14:paraId="3DE31112" w14:textId="77777777" w:rsidR="00CD4EFC" w:rsidRPr="00AE2FF0" w:rsidRDefault="00CD4EFC" w:rsidP="00E87D25">
      <w:pPr>
        <w:jc w:val="center"/>
        <w:rPr>
          <w:rFonts w:ascii="PT Astra Serif" w:hAnsi="PT Astra Serif"/>
          <w:sz w:val="26"/>
          <w:szCs w:val="26"/>
        </w:rPr>
      </w:pPr>
    </w:p>
    <w:p w14:paraId="503813C8" w14:textId="77777777" w:rsidR="00571A31" w:rsidRPr="00AE2FF0" w:rsidRDefault="00CD4EFC" w:rsidP="00571A3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Прошу выдать архивную справку о начислении заработной платы, о трудовом стаже, о льготном трудовом стаже, о переименовании организации (нужное подчеркнуть, другое указать)</w:t>
      </w:r>
      <w:r w:rsidR="00571A31" w:rsidRPr="00AE2FF0">
        <w:rPr>
          <w:rFonts w:ascii="PT Astra Serif" w:hAnsi="PT Astra Serif"/>
          <w:sz w:val="26"/>
          <w:szCs w:val="26"/>
        </w:rPr>
        <w:t xml:space="preserve"> </w:t>
      </w:r>
      <w:r w:rsidRPr="00AE2FF0">
        <w:rPr>
          <w:rFonts w:ascii="PT Astra Serif" w:hAnsi="PT Astra Serif"/>
          <w:sz w:val="26"/>
          <w:szCs w:val="26"/>
        </w:rPr>
        <w:t>_________________</w:t>
      </w:r>
      <w:r w:rsidR="00571A31" w:rsidRPr="00AE2FF0">
        <w:rPr>
          <w:rFonts w:ascii="PT Astra Serif" w:hAnsi="PT Astra Serif"/>
          <w:sz w:val="26"/>
          <w:szCs w:val="26"/>
        </w:rPr>
        <w:t xml:space="preserve">_______________________________________ </w:t>
      </w:r>
    </w:p>
    <w:p w14:paraId="3124541D" w14:textId="59B6ADD8" w:rsidR="00CD4EFC" w:rsidRPr="00AE2FF0" w:rsidRDefault="00CD4EFC" w:rsidP="00571A31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за период ______________________________________________________________</w:t>
      </w:r>
    </w:p>
    <w:p w14:paraId="59BBBB9E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______________________________________________________________________</w:t>
      </w:r>
    </w:p>
    <w:p w14:paraId="1219897F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во время работы в ______________________________________________________</w:t>
      </w:r>
    </w:p>
    <w:p w14:paraId="78BC9298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______________________________________________________________________</w:t>
      </w:r>
    </w:p>
    <w:p w14:paraId="7550B9AA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 (наименование организации, подразделения, номер цеха, отдела)</w:t>
      </w:r>
    </w:p>
    <w:p w14:paraId="34EFB70E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Занимаемая должность __________________________________________________</w:t>
      </w:r>
    </w:p>
    <w:p w14:paraId="6B4E5725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</w:p>
    <w:p w14:paraId="37721616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Копию трудовой книжки на _______ листах прилагаю.</w:t>
      </w:r>
    </w:p>
    <w:p w14:paraId="2EC61658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Дата рождения ________________________________________________________</w:t>
      </w:r>
    </w:p>
    <w:p w14:paraId="00540B55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В запрашиваемый период я носил(а) фамилию _____________________________</w:t>
      </w:r>
    </w:p>
    <w:p w14:paraId="33437BCB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_____________________________________________________________________</w:t>
      </w:r>
    </w:p>
    <w:p w14:paraId="3EF0F244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                                          (заполняется в случае смены фамилии)</w:t>
      </w:r>
    </w:p>
    <w:p w14:paraId="37226935" w14:textId="77777777" w:rsidR="00CD4EFC" w:rsidRPr="00AE2FF0" w:rsidRDefault="00CD4EFC" w:rsidP="00E87D2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Прошу выдать справку: </w:t>
      </w:r>
      <w:r w:rsidRPr="00AE2FF0">
        <w:rPr>
          <w:rFonts w:ascii="PT Astra Serif" w:hAnsi="PT Astra Serif"/>
          <w:sz w:val="26"/>
          <w:szCs w:val="26"/>
          <w:lang w:eastAsia="ru-RU"/>
        </w:rPr>
        <w:t xml:space="preserve">           </w:t>
      </w:r>
    </w:p>
    <w:p w14:paraId="3E2AE740" w14:textId="77777777" w:rsidR="00CD4EFC" w:rsidRPr="00AE2FF0" w:rsidRDefault="00CD4EFC" w:rsidP="00E87D25">
      <w:pPr>
        <w:ind w:left="-340"/>
        <w:rPr>
          <w:rFonts w:ascii="PT Astra Serif" w:hAnsi="PT Astra Serif"/>
          <w:b/>
          <w:sz w:val="26"/>
          <w:szCs w:val="26"/>
        </w:rPr>
      </w:pPr>
      <w:r w:rsidRPr="00AE2FF0">
        <w:rPr>
          <w:rFonts w:ascii="PT Astra Serif" w:hAnsi="PT Astra Serif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266FDD" wp14:editId="439E3313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937DF41" id="Скругленный прямоугольник 4" o:spid="_x0000_s1026" style="position:absolute;margin-left:102.45pt;margin-top:4.45pt;width:17.2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" fillcolor="window" strokecolor="windowText" strokeweight="2pt">
                <v:path arrowok="t"/>
              </v:roundrect>
            </w:pict>
          </mc:Fallback>
        </mc:AlternateContent>
      </w:r>
      <w:r w:rsidRPr="00AE2FF0">
        <w:rPr>
          <w:rFonts w:ascii="PT Astra Serif" w:hAnsi="PT Astra Serif"/>
          <w:b/>
          <w:sz w:val="26"/>
          <w:szCs w:val="26"/>
        </w:rPr>
        <w:t xml:space="preserve">                                                     ВЫСЛАТЬ ПОЧТОЙ           </w:t>
      </w:r>
      <w:r w:rsidRPr="00AE2FF0">
        <w:rPr>
          <w:rFonts w:ascii="PT Astra Serif" w:hAnsi="PT Astra Serif"/>
          <w:b/>
          <w:noProof/>
          <w:sz w:val="26"/>
          <w:szCs w:val="26"/>
          <w:lang w:eastAsia="ru-RU"/>
        </w:rPr>
        <w:drawing>
          <wp:inline distT="0" distB="0" distL="0" distR="0" wp14:anchorId="271A25D0" wp14:editId="31296219">
            <wp:extent cx="237490" cy="2139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2FF0">
        <w:rPr>
          <w:rFonts w:ascii="PT Astra Serif" w:hAnsi="PT Astra Serif"/>
          <w:b/>
          <w:sz w:val="26"/>
          <w:szCs w:val="26"/>
        </w:rPr>
        <w:t xml:space="preserve">   ВЫДАТЬ НА РУКИ</w:t>
      </w:r>
    </w:p>
    <w:p w14:paraId="1E3FF89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Согласен(а) на использования моих персональных данных.</w:t>
      </w:r>
    </w:p>
    <w:p w14:paraId="1731B425" w14:textId="51D100C6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AE2FF0">
        <w:rPr>
          <w:rFonts w:ascii="PT Astra Serif" w:hAnsi="PT Astra Serif"/>
          <w:sz w:val="26"/>
          <w:szCs w:val="26"/>
        </w:rPr>
        <w:t>Центр хранения документов и обработки информации</w:t>
      </w:r>
      <w:r w:rsidRPr="00AE2FF0">
        <w:rPr>
          <w:rFonts w:ascii="PT Astra Serif" w:hAnsi="PT Astra Serif"/>
          <w:sz w:val="26"/>
          <w:szCs w:val="26"/>
          <w:lang w:eastAsia="ru-RU"/>
        </w:rPr>
        <w:t>» услуги оставляю за собой.</w:t>
      </w:r>
    </w:p>
    <w:p w14:paraId="5C9B0443" w14:textId="4DE376EA" w:rsidR="00CD4EFC" w:rsidRPr="00AE2FF0" w:rsidRDefault="00CD4EFC" w:rsidP="00E87D2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Подпись</w:t>
      </w:r>
      <w:r w:rsidR="001B201F" w:rsidRPr="00AE2FF0">
        <w:rPr>
          <w:rFonts w:ascii="PT Astra Serif" w:hAnsi="PT Astra Serif"/>
          <w:sz w:val="26"/>
          <w:szCs w:val="26"/>
        </w:rPr>
        <w:t xml:space="preserve"> </w:t>
      </w:r>
      <w:r w:rsidRPr="00AE2FF0">
        <w:rPr>
          <w:rFonts w:ascii="PT Astra Serif" w:hAnsi="PT Astra Serif"/>
          <w:sz w:val="26"/>
          <w:szCs w:val="26"/>
        </w:rPr>
        <w:t>______________</w:t>
      </w:r>
      <w:r w:rsidRPr="00AE2FF0">
        <w:rPr>
          <w:rFonts w:ascii="PT Astra Serif" w:hAnsi="PT Astra Serif"/>
          <w:sz w:val="26"/>
          <w:szCs w:val="26"/>
        </w:rPr>
        <w:tab/>
      </w:r>
      <w:r w:rsidRPr="00AE2FF0">
        <w:rPr>
          <w:rFonts w:ascii="PT Astra Serif" w:hAnsi="PT Astra Serif"/>
          <w:sz w:val="26"/>
          <w:szCs w:val="26"/>
        </w:rPr>
        <w:tab/>
      </w:r>
      <w:r w:rsidRPr="00AE2FF0">
        <w:rPr>
          <w:rFonts w:ascii="PT Astra Serif" w:hAnsi="PT Astra Serif"/>
          <w:sz w:val="26"/>
          <w:szCs w:val="26"/>
        </w:rPr>
        <w:tab/>
      </w:r>
      <w:r w:rsidRPr="00AE2FF0">
        <w:rPr>
          <w:rFonts w:ascii="PT Astra Serif" w:hAnsi="PT Astra Serif"/>
          <w:sz w:val="26"/>
          <w:szCs w:val="26"/>
        </w:rPr>
        <w:tab/>
      </w:r>
      <w:r w:rsidRPr="00AE2FF0">
        <w:rPr>
          <w:rFonts w:ascii="PT Astra Serif" w:hAnsi="PT Astra Serif"/>
          <w:sz w:val="26"/>
          <w:szCs w:val="26"/>
        </w:rPr>
        <w:tab/>
        <w:t xml:space="preserve">     </w:t>
      </w:r>
      <w:r w:rsidR="001B201F" w:rsidRPr="00AE2FF0">
        <w:rPr>
          <w:rFonts w:ascii="PT Astra Serif" w:hAnsi="PT Astra Serif"/>
          <w:sz w:val="26"/>
          <w:szCs w:val="26"/>
        </w:rPr>
        <w:t xml:space="preserve">Дата </w:t>
      </w:r>
      <w:r w:rsidRPr="00AE2FF0">
        <w:rPr>
          <w:rFonts w:ascii="PT Astra Serif" w:hAnsi="PT Astra Serif"/>
          <w:sz w:val="26"/>
          <w:szCs w:val="26"/>
        </w:rPr>
        <w:t>_____________</w:t>
      </w:r>
    </w:p>
    <w:p w14:paraId="50F9F29C" w14:textId="77777777" w:rsidR="00571A31" w:rsidRPr="00AE2FF0" w:rsidRDefault="00571A31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0585FC75" w14:textId="77777777" w:rsidR="00571A31" w:rsidRPr="00AE2FF0" w:rsidRDefault="00571A31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41FF685D" w14:textId="7DDD250C" w:rsidR="00CD4EFC" w:rsidRPr="00AE2FF0" w:rsidRDefault="00CD4EFC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Приложение № </w:t>
      </w:r>
      <w:r w:rsidR="008B2E49" w:rsidRPr="00AE2FF0">
        <w:rPr>
          <w:rFonts w:ascii="PT Astra Serif" w:hAnsi="PT Astra Serif"/>
          <w:sz w:val="28"/>
          <w:szCs w:val="28"/>
        </w:rPr>
        <w:t>5</w:t>
      </w:r>
    </w:p>
    <w:p w14:paraId="7E539272" w14:textId="1F9D8C65" w:rsidR="00CD4EFC" w:rsidRPr="00AE2FF0" w:rsidRDefault="000F0128" w:rsidP="00E87D25">
      <w:pPr>
        <w:pStyle w:val="afe"/>
        <w:ind w:left="5670"/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к Административному р</w:t>
      </w:r>
      <w:r w:rsidR="00CD4EFC" w:rsidRPr="00AE2FF0">
        <w:rPr>
          <w:rFonts w:ascii="PT Astra Serif" w:hAnsi="PT Astra Serif"/>
          <w:sz w:val="28"/>
          <w:szCs w:val="28"/>
        </w:rPr>
        <w:t>егламенту</w:t>
      </w:r>
    </w:p>
    <w:p w14:paraId="6726175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3B5B905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42BE65D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Бланк организации, предприятия                  </w:t>
      </w:r>
    </w:p>
    <w:p w14:paraId="1D553D46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6A1C764D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60F359F0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и обработки информации»</w:t>
      </w:r>
    </w:p>
    <w:p w14:paraId="72CE3097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_________________</w:t>
      </w:r>
    </w:p>
    <w:p w14:paraId="6B2AF9FA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</w:p>
    <w:p w14:paraId="6AC4E60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1EB97E4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D2E144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7BCCC141" w14:textId="489D98EE" w:rsidR="00CD4EFC" w:rsidRPr="00AE2FF0" w:rsidRDefault="000F0128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запрос.</w:t>
      </w:r>
    </w:p>
    <w:p w14:paraId="791ED62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87EE2B2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6CBA6E0" w14:textId="702760E4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8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Прошу выдать архивную справку (архивную копию, архивную выписку) о стаже работы (заработной плате) гражданина (ФИО)</w:t>
      </w:r>
      <w:r w:rsidR="000F0128" w:rsidRPr="00AE2FF0">
        <w:rPr>
          <w:rFonts w:ascii="PT Astra Serif" w:hAnsi="PT Astra Serif"/>
          <w:sz w:val="28"/>
          <w:szCs w:val="28"/>
          <w:lang w:eastAsia="ru-RU"/>
        </w:rPr>
        <w:t>____________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,_________года рождения, за время его работы в _____________________ (наименование организации) за период _______________________ (годы) в должности _______________. </w:t>
      </w:r>
    </w:p>
    <w:p w14:paraId="1DCD9B8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73D4F7D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4C35C75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462DC17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64635F5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34DBBD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682CE1A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организации                                  ____________________            (ФИО)</w:t>
      </w:r>
    </w:p>
    <w:p w14:paraId="1CD9B1B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68472FA" w14:textId="3ABED861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1B201F" w:rsidRPr="00AE2FF0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023BE06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_______________________________________ (ФИО)</w:t>
      </w:r>
    </w:p>
    <w:p w14:paraId="4E1D75E3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5B40597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4EB4E61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CEC2BF2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  <w:r w:rsidRPr="00AE2FF0">
        <w:rPr>
          <w:rFonts w:ascii="PT Astra Serif" w:hAnsi="PT Astra Serif"/>
          <w:kern w:val="24"/>
          <w:sz w:val="28"/>
          <w:szCs w:val="28"/>
          <w:lang w:eastAsia="ru-RU"/>
        </w:rPr>
        <w:t>Дата__________________</w:t>
      </w:r>
    </w:p>
    <w:p w14:paraId="5B5E94BD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567D0ED8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6AF5BCC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60616717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3BCD039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4D8CDFA4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306C749D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4BC2834D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0033F9C4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6501910B" w14:textId="7BA6B48B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57BC757A" w14:textId="52FFD798" w:rsidR="000F0128" w:rsidRPr="00AE2FF0" w:rsidRDefault="000F0128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Приложение № </w:t>
      </w:r>
      <w:r w:rsidR="008B2E49" w:rsidRPr="00AE2FF0">
        <w:rPr>
          <w:rFonts w:ascii="PT Astra Serif" w:hAnsi="PT Astra Serif"/>
          <w:sz w:val="28"/>
          <w:szCs w:val="28"/>
        </w:rPr>
        <w:t>6</w:t>
      </w:r>
    </w:p>
    <w:p w14:paraId="73F39B37" w14:textId="77777777" w:rsidR="000F0128" w:rsidRPr="00AE2FF0" w:rsidRDefault="000F0128" w:rsidP="00E87D25">
      <w:pPr>
        <w:pStyle w:val="afe"/>
        <w:ind w:left="5670"/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3E674D36" w14:textId="77777777" w:rsidR="00CD4EFC" w:rsidRPr="00AE2FF0" w:rsidRDefault="00CD4EFC" w:rsidP="00E87D25">
      <w:pPr>
        <w:jc w:val="right"/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C09E28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1080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243A9E2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Бланк организации, предприятия</w:t>
      </w:r>
    </w:p>
    <w:p w14:paraId="38D92B5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E600263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44489E1B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30E63B51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и обработки информации»</w:t>
      </w:r>
    </w:p>
    <w:p w14:paraId="0B7E4D2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_________________</w:t>
      </w:r>
    </w:p>
    <w:p w14:paraId="0763540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89C19A5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679074C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BDCEC15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559A9C9" w14:textId="68586B6E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Прошу выдать заверенную копию постановления, распоряжения, решения</w:t>
      </w:r>
      <w:r w:rsidR="000F0128" w:rsidRPr="00AE2FF0">
        <w:rPr>
          <w:rFonts w:ascii="PT Astra Serif" w:hAnsi="PT Astra Serif"/>
          <w:sz w:val="28"/>
          <w:szCs w:val="28"/>
          <w:lang w:eastAsia="ru-RU"/>
        </w:rPr>
        <w:t xml:space="preserve">, лицевого счета похозяйственной книги </w:t>
      </w:r>
      <w:r w:rsidRPr="00AE2FF0">
        <w:rPr>
          <w:rFonts w:ascii="PT Astra Serif" w:hAnsi="PT Astra Serif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14:paraId="6BD35AC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от____________________№______(название)__________________________________________________________________________ в ______экземплярах.</w:t>
      </w:r>
    </w:p>
    <w:p w14:paraId="264EB7E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4F1B52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8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(В заявлении необходимо указать причину запроса)</w:t>
      </w:r>
    </w:p>
    <w:p w14:paraId="37BFF875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AAB5F11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7B6B02B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35403C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921559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6EDD3E18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организации_______________________________________(ФИО)</w:t>
      </w:r>
    </w:p>
    <w:p w14:paraId="38A4206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B7C92E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451C35DB" w14:textId="4EAB68FC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0F0128" w:rsidRPr="00AE2FF0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664AE42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__________________________________________________ (ФИО)</w:t>
      </w:r>
    </w:p>
    <w:p w14:paraId="621FA4F3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7307F6F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139B134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3F3FCD88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DBCB778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Дата _______________</w:t>
      </w:r>
    </w:p>
    <w:p w14:paraId="1BD74100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2BE55EA4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196C718D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704CFBFF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546C544E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5AEB191D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082F5324" w14:textId="6E01FB9B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5D1E5C8C" w14:textId="77777777" w:rsidR="002008A8" w:rsidRPr="00AE2FF0" w:rsidRDefault="002008A8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38C11107" w14:textId="37FFABEC" w:rsidR="00CD4EFC" w:rsidRPr="00AE2FF0" w:rsidRDefault="00CD4EFC" w:rsidP="00E87D25">
      <w:pPr>
        <w:pStyle w:val="afe"/>
        <w:ind w:left="5670"/>
        <w:jc w:val="right"/>
        <w:outlineLvl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Приложение № </w:t>
      </w:r>
      <w:r w:rsidR="008B2E49" w:rsidRPr="00AE2FF0">
        <w:rPr>
          <w:rFonts w:ascii="PT Astra Serif" w:hAnsi="PT Astra Serif"/>
          <w:sz w:val="28"/>
          <w:szCs w:val="28"/>
        </w:rPr>
        <w:t>7</w:t>
      </w:r>
    </w:p>
    <w:p w14:paraId="61B6F961" w14:textId="7421B484" w:rsidR="00CD4EFC" w:rsidRPr="00AE2FF0" w:rsidRDefault="00CD4EFC" w:rsidP="00E87D25">
      <w:pPr>
        <w:pStyle w:val="afe"/>
        <w:ind w:left="5387"/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к Административному</w:t>
      </w:r>
      <w:r w:rsidR="000F0128" w:rsidRPr="00AE2FF0">
        <w:rPr>
          <w:rFonts w:ascii="PT Astra Serif" w:hAnsi="PT Astra Serif"/>
          <w:sz w:val="28"/>
          <w:szCs w:val="28"/>
        </w:rPr>
        <w:t xml:space="preserve"> </w:t>
      </w:r>
      <w:r w:rsidRPr="00AE2FF0">
        <w:rPr>
          <w:rFonts w:ascii="PT Astra Serif" w:hAnsi="PT Astra Serif"/>
          <w:sz w:val="28"/>
          <w:szCs w:val="28"/>
        </w:rPr>
        <w:t>регламенту</w:t>
      </w:r>
    </w:p>
    <w:p w14:paraId="4389F526" w14:textId="77777777" w:rsidR="00CD4EFC" w:rsidRPr="00AE2FF0" w:rsidRDefault="00CD4EFC" w:rsidP="00E87D25">
      <w:pPr>
        <w:pStyle w:val="afe"/>
        <w:ind w:left="5812"/>
        <w:jc w:val="right"/>
        <w:rPr>
          <w:rFonts w:ascii="PT Astra Serif" w:hAnsi="PT Astra Serif"/>
          <w:sz w:val="28"/>
          <w:szCs w:val="28"/>
        </w:rPr>
      </w:pPr>
    </w:p>
    <w:p w14:paraId="1E8E96C3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Директору МКУ </w:t>
      </w:r>
    </w:p>
    <w:p w14:paraId="5F3A7627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              «</w:t>
      </w:r>
      <w:r w:rsidRPr="00AE2FF0">
        <w:rPr>
          <w:rFonts w:ascii="PT Astra Serif" w:hAnsi="PT Astra Serif"/>
          <w:sz w:val="28"/>
          <w:szCs w:val="28"/>
        </w:rPr>
        <w:t xml:space="preserve">Центр хранения документов </w:t>
      </w:r>
    </w:p>
    <w:p w14:paraId="60D3A2AA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и обработки информации</w:t>
      </w:r>
      <w:r w:rsidRPr="00AE2FF0">
        <w:rPr>
          <w:rFonts w:ascii="PT Astra Serif" w:hAnsi="PT Astra Serif"/>
          <w:sz w:val="28"/>
          <w:szCs w:val="28"/>
          <w:lang w:eastAsia="ru-RU"/>
        </w:rPr>
        <w:t>»</w:t>
      </w:r>
    </w:p>
    <w:p w14:paraId="32142E33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____________________</w:t>
      </w:r>
    </w:p>
    <w:p w14:paraId="4B3D1738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731A64E7" w14:textId="77777777" w:rsidR="00AE5508" w:rsidRPr="00AE2FF0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569DD592" w14:textId="77777777" w:rsidR="00AE5508" w:rsidRPr="00AE2FF0" w:rsidRDefault="00AE5508" w:rsidP="00E87D25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0017325C" w14:textId="77777777" w:rsidR="00AE5508" w:rsidRPr="00AE2FF0" w:rsidRDefault="00AE5508" w:rsidP="00E87D25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_____________________________   По доверенности </w:t>
      </w:r>
    </w:p>
    <w:p w14:paraId="14F3B19E" w14:textId="77777777" w:rsidR="00AE5508" w:rsidRPr="00AE2FF0" w:rsidRDefault="00AE5508" w:rsidP="00E87D25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№____________от______________</w:t>
      </w:r>
    </w:p>
    <w:p w14:paraId="63F1A4BC" w14:textId="77777777" w:rsidR="00AE5508" w:rsidRPr="00AE2FF0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4849997B" w14:textId="77777777" w:rsidR="00AE5508" w:rsidRPr="00AE2FF0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4A91DB80" w14:textId="77777777" w:rsidR="00AE5508" w:rsidRPr="00AE2FF0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89E92D8" w14:textId="77777777" w:rsidR="00AE5508" w:rsidRPr="00AE2FF0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6743E09" w14:textId="77777777" w:rsidR="00AE5508" w:rsidRPr="00AE2FF0" w:rsidRDefault="00AE5508" w:rsidP="00E87D25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447CC9BE" w14:textId="77777777" w:rsidR="00AE5508" w:rsidRPr="00AE2FF0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02545C23" w14:textId="77777777" w:rsidR="00AE5508" w:rsidRPr="00AE2FF0" w:rsidRDefault="00AE5508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7D67D1EB" w14:textId="15EF4154" w:rsidR="00CD4EFC" w:rsidRPr="00AE2FF0" w:rsidRDefault="00AE5508" w:rsidP="00E87D2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ascii="PT Astra Serif" w:hAnsi="PT Astra Serif"/>
          <w:spacing w:val="-1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1FBAFAF" w14:textId="77777777" w:rsidR="00CF5E76" w:rsidRPr="00AE2FF0" w:rsidRDefault="00CF5E76" w:rsidP="00E87D25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12ED319D" w14:textId="7D8FD56D" w:rsidR="00CD4EFC" w:rsidRPr="00AE2FF0" w:rsidRDefault="00CD4EFC" w:rsidP="00E87D25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запрос.</w:t>
      </w:r>
    </w:p>
    <w:p w14:paraId="309516A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6292A423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Прошу исправить допущенные опечатки (ошибки) в результате предоставления Услуги в документе №________ от _____________   </w:t>
      </w:r>
    </w:p>
    <w:p w14:paraId="2EAFB7A5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  </w:t>
      </w:r>
    </w:p>
    <w:p w14:paraId="2625021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Указать опечатки (ошибки) в документе:</w:t>
      </w:r>
    </w:p>
    <w:p w14:paraId="74CF162E" w14:textId="77777777" w:rsidR="00CD4EFC" w:rsidRPr="00AE2FF0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      </w:t>
      </w:r>
    </w:p>
    <w:p w14:paraId="4792E862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9E9D33D" w14:textId="77777777" w:rsidR="00CD4EFC" w:rsidRPr="00AE2FF0" w:rsidRDefault="00CD4EFC" w:rsidP="00E87D25">
      <w:pPr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Прошу выдать документ: </w:t>
      </w:r>
    </w:p>
    <w:p w14:paraId="4A59AA9E" w14:textId="77777777" w:rsidR="00CD4EFC" w:rsidRPr="00AE2FF0" w:rsidRDefault="00CD4EFC" w:rsidP="00E87D25">
      <w:pPr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           </w:t>
      </w:r>
    </w:p>
    <w:p w14:paraId="6CF358F8" w14:textId="37E5661E" w:rsidR="00CD4EFC" w:rsidRPr="00AE2FF0" w:rsidRDefault="00CD4EFC" w:rsidP="00E87D25">
      <w:pPr>
        <w:ind w:left="-340"/>
        <w:rPr>
          <w:rFonts w:ascii="PT Astra Serif" w:hAnsi="PT Astra Serif"/>
          <w:b/>
          <w:sz w:val="28"/>
          <w:szCs w:val="28"/>
        </w:rPr>
      </w:pPr>
      <w:r w:rsidRPr="00AE2FF0">
        <w:rPr>
          <w:rFonts w:ascii="PT Astra Serif" w:hAnsi="PT Astra Serif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52224" wp14:editId="291B7660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5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180D4D5" id="Скругленный прямоугольник 5" o:spid="_x0000_s1026" style="position:absolute;margin-left:102.45pt;margin-top:4.45pt;width:17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" fillcolor="window" strokecolor="windowText" strokeweight="2pt">
                <v:path arrowok="t"/>
              </v:roundrect>
            </w:pict>
          </mc:Fallback>
        </mc:AlternateContent>
      </w:r>
      <w:r w:rsidRPr="00AE2FF0">
        <w:rPr>
          <w:rFonts w:ascii="PT Astra Serif" w:hAnsi="PT Astra Serif"/>
          <w:b/>
          <w:sz w:val="28"/>
          <w:szCs w:val="28"/>
        </w:rPr>
        <w:t xml:space="preserve">                    </w:t>
      </w:r>
      <w:r w:rsidR="00CF5E76" w:rsidRPr="00AE2FF0">
        <w:rPr>
          <w:rFonts w:ascii="PT Astra Serif" w:hAnsi="PT Astra Serif"/>
          <w:b/>
          <w:sz w:val="28"/>
          <w:szCs w:val="28"/>
        </w:rPr>
        <w:t xml:space="preserve">                     </w:t>
      </w:r>
      <w:r w:rsidRPr="00AE2FF0">
        <w:rPr>
          <w:rFonts w:ascii="PT Astra Serif" w:hAnsi="PT Astra Serif"/>
          <w:b/>
          <w:sz w:val="28"/>
          <w:szCs w:val="28"/>
        </w:rPr>
        <w:t xml:space="preserve"> ВЫСЛАТЬ ПОЧТОЙ           </w:t>
      </w:r>
      <w:r w:rsidRPr="00AE2FF0">
        <w:rPr>
          <w:rFonts w:ascii="PT Astra Serif" w:hAnsi="PT Astra Serif"/>
          <w:b/>
          <w:noProof/>
          <w:sz w:val="28"/>
          <w:szCs w:val="28"/>
          <w:lang w:eastAsia="ru-RU"/>
        </w:rPr>
        <w:drawing>
          <wp:inline distT="0" distB="0" distL="0" distR="0" wp14:anchorId="1D991CAA" wp14:editId="15ED6CCB">
            <wp:extent cx="237490" cy="21399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2FF0">
        <w:rPr>
          <w:rFonts w:ascii="PT Astra Serif" w:hAnsi="PT Astra Serif"/>
          <w:b/>
          <w:sz w:val="28"/>
          <w:szCs w:val="28"/>
        </w:rPr>
        <w:t xml:space="preserve">   ВЫДАТЬ НА РУКИ</w:t>
      </w:r>
    </w:p>
    <w:p w14:paraId="4EA91FAC" w14:textId="77777777" w:rsidR="00CD4EFC" w:rsidRPr="00AE2FF0" w:rsidRDefault="00CD4EFC" w:rsidP="00E87D25">
      <w:pPr>
        <w:ind w:left="-340"/>
        <w:rPr>
          <w:rFonts w:ascii="PT Astra Serif" w:hAnsi="PT Astra Serif"/>
          <w:b/>
          <w:sz w:val="28"/>
          <w:szCs w:val="28"/>
        </w:rPr>
      </w:pPr>
    </w:p>
    <w:p w14:paraId="4930F3C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Согласен(а) на использования моих персональных данных.</w:t>
      </w:r>
    </w:p>
    <w:p w14:paraId="76061C5F" w14:textId="77777777" w:rsidR="00CD4EFC" w:rsidRPr="00AE2FF0" w:rsidRDefault="00CD4EFC" w:rsidP="00E87D2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AE2FF0">
        <w:rPr>
          <w:rFonts w:ascii="PT Astra Serif" w:hAnsi="PT Astra Serif"/>
          <w:sz w:val="28"/>
          <w:szCs w:val="28"/>
        </w:rPr>
        <w:t>Центр хранения документов и обработки информации</w:t>
      </w:r>
      <w:r w:rsidRPr="00AE2FF0">
        <w:rPr>
          <w:rFonts w:ascii="PT Astra Serif" w:hAnsi="PT Astra Serif"/>
          <w:sz w:val="28"/>
          <w:szCs w:val="28"/>
          <w:lang w:eastAsia="ru-RU"/>
        </w:rPr>
        <w:t>» услуги оставляю за собой.</w:t>
      </w:r>
    </w:p>
    <w:p w14:paraId="637B4FF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CB870E9" w14:textId="1E2EC4E5" w:rsidR="00CD4EFC" w:rsidRPr="00AE2FF0" w:rsidRDefault="00CD4EFC" w:rsidP="00E87D25">
      <w:pPr>
        <w:ind w:firstLine="709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Подпись</w:t>
      </w:r>
      <w:r w:rsidR="00CF5E76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______________               </w:t>
      </w:r>
      <w:r w:rsidR="00CF5E76" w:rsidRPr="00AE2FF0">
        <w:rPr>
          <w:rFonts w:ascii="PT Astra Serif" w:hAnsi="PT Astra Serif"/>
          <w:sz w:val="28"/>
          <w:szCs w:val="28"/>
          <w:lang w:eastAsia="ru-RU"/>
        </w:rPr>
        <w:t xml:space="preserve">                             </w:t>
      </w:r>
      <w:r w:rsidRPr="00AE2FF0">
        <w:rPr>
          <w:rFonts w:ascii="PT Astra Serif" w:hAnsi="PT Astra Serif"/>
          <w:sz w:val="28"/>
          <w:szCs w:val="28"/>
          <w:lang w:eastAsia="ru-RU"/>
        </w:rPr>
        <w:t>Дата</w:t>
      </w:r>
      <w:r w:rsidR="00CF5E76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________________</w:t>
      </w:r>
    </w:p>
    <w:p w14:paraId="1AD03F83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42214627" w14:textId="768B6ADB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5D8F4B38" w14:textId="5D458054" w:rsidR="00CF5E76" w:rsidRPr="00AE2FF0" w:rsidRDefault="00CF5E76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118D1D8A" w14:textId="70154ADC" w:rsidR="00CD4EFC" w:rsidRPr="00AE2FF0" w:rsidRDefault="00CD4EFC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Приложение № </w:t>
      </w:r>
      <w:r w:rsidR="008B2E49" w:rsidRPr="00AE2FF0">
        <w:rPr>
          <w:rFonts w:ascii="PT Astra Serif" w:hAnsi="PT Astra Serif"/>
          <w:sz w:val="28"/>
          <w:szCs w:val="28"/>
        </w:rPr>
        <w:t>8</w:t>
      </w:r>
    </w:p>
    <w:p w14:paraId="6DB2E2AA" w14:textId="77777777" w:rsidR="00CD4EFC" w:rsidRPr="00AE2FF0" w:rsidRDefault="00CD4EFC" w:rsidP="00E87D25">
      <w:pPr>
        <w:pStyle w:val="afe"/>
        <w:ind w:left="5387"/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02AE820E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7BC014F2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12F07B2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Бланк организации, предприятия                  </w:t>
      </w:r>
    </w:p>
    <w:p w14:paraId="2EB18606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6B6F5B82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2A16876F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и обработки информации»</w:t>
      </w:r>
    </w:p>
    <w:p w14:paraId="3D5674E2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_________________</w:t>
      </w:r>
    </w:p>
    <w:p w14:paraId="38CEC77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</w:p>
    <w:p w14:paraId="6FC7C18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5D583DF2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1D4D47F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38CE29B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82335A9" w14:textId="19B8EAF2" w:rsidR="00CD4EFC" w:rsidRPr="00AE2FF0" w:rsidRDefault="00CF5E76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запрос.</w:t>
      </w:r>
    </w:p>
    <w:p w14:paraId="5E902F2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C6E602F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Прошу исправить допущенные опечатки (ошибки) в результате предоставления Услуги в документе №________ от _____________   </w:t>
      </w:r>
    </w:p>
    <w:p w14:paraId="116CC391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  </w:t>
      </w:r>
    </w:p>
    <w:p w14:paraId="14975903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Указать опечатки (ошибки) в документе:</w:t>
      </w:r>
    </w:p>
    <w:p w14:paraId="0D3E7892" w14:textId="77777777" w:rsidR="00CD4EFC" w:rsidRPr="00AE2FF0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      </w:t>
      </w:r>
    </w:p>
    <w:p w14:paraId="30A4408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284C131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D8CE051" w14:textId="77777777" w:rsidR="00CD4EFC" w:rsidRPr="00AE2FF0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008661F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E69E33A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7F3F0A60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организации                                  ____________________            (ФИО)</w:t>
      </w:r>
    </w:p>
    <w:p w14:paraId="307DF62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B599BA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7B5FD55" w14:textId="5B8E4F94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CF5E76" w:rsidRPr="00AE2FF0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4BC49CCA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_____________________________________________________  (ФИО)</w:t>
      </w:r>
    </w:p>
    <w:p w14:paraId="50BFD55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A6829E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391D08DE" w14:textId="00C9B57E" w:rsidR="00CD4EFC" w:rsidRPr="00B866BA" w:rsidRDefault="00CD4EFC" w:rsidP="00E87D25">
      <w:pPr>
        <w:ind w:firstLine="709"/>
        <w:rPr>
          <w:rFonts w:ascii="PT Astra Serif" w:hAnsi="PT Astra Serif"/>
          <w:kern w:val="24"/>
          <w:sz w:val="28"/>
          <w:szCs w:val="28"/>
          <w:lang w:eastAsia="ru-RU"/>
        </w:rPr>
      </w:pPr>
      <w:r w:rsidRPr="00AE2FF0">
        <w:rPr>
          <w:rFonts w:ascii="PT Astra Serif" w:hAnsi="PT Astra Serif"/>
          <w:kern w:val="24"/>
          <w:sz w:val="28"/>
          <w:szCs w:val="28"/>
          <w:lang w:eastAsia="ru-RU"/>
        </w:rPr>
        <w:t>Дата</w:t>
      </w:r>
      <w:r w:rsidR="008628AA" w:rsidRPr="00AE2FF0">
        <w:rPr>
          <w:rFonts w:ascii="PT Astra Serif" w:hAnsi="PT Astra Serif"/>
          <w:kern w:val="24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kern w:val="24"/>
          <w:sz w:val="28"/>
          <w:szCs w:val="28"/>
          <w:lang w:eastAsia="ru-RU"/>
        </w:rPr>
        <w:t>______________</w:t>
      </w:r>
    </w:p>
    <w:p w14:paraId="29EA0717" w14:textId="77777777" w:rsidR="00CD4EFC" w:rsidRPr="00B866BA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21EBA0D" w14:textId="77777777" w:rsidR="00CD4EFC" w:rsidRPr="00B866BA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3FD43D25" w14:textId="77777777" w:rsidR="00CD4EFC" w:rsidRPr="00B866BA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0B762EA6" w14:textId="77777777" w:rsidR="00257BFE" w:rsidRPr="00B866BA" w:rsidRDefault="00257BFE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sectPr w:rsidR="00257BFE" w:rsidRPr="00B866BA" w:rsidSect="0047075C">
      <w:pgSz w:w="11906" w:h="16838"/>
      <w:pgMar w:top="1134" w:right="567" w:bottom="1135" w:left="1418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F3687" w14:textId="77777777" w:rsidR="00464F64" w:rsidRDefault="00464F64">
      <w:r>
        <w:separator/>
      </w:r>
    </w:p>
  </w:endnote>
  <w:endnote w:type="continuationSeparator" w:id="0">
    <w:p w14:paraId="4C9DF216" w14:textId="77777777" w:rsidR="00464F64" w:rsidRDefault="0046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AEE99" w14:textId="77777777" w:rsidR="00464F64" w:rsidRDefault="00464F64">
      <w:r>
        <w:separator/>
      </w:r>
    </w:p>
  </w:footnote>
  <w:footnote w:type="continuationSeparator" w:id="0">
    <w:p w14:paraId="5400E7B1" w14:textId="77777777" w:rsidR="00464F64" w:rsidRDefault="00464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E37D4"/>
    <w:multiLevelType w:val="hybridMultilevel"/>
    <w:tmpl w:val="D550139E"/>
    <w:lvl w:ilvl="0" w:tplc="19C29C46">
      <w:start w:val="1"/>
      <w:numFmt w:val="decimal"/>
      <w:lvlText w:val="%1."/>
      <w:lvlJc w:val="left"/>
      <w:pPr>
        <w:ind w:left="-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00" w:hanging="360"/>
      </w:pPr>
    </w:lvl>
    <w:lvl w:ilvl="2" w:tplc="0419001B" w:tentative="1">
      <w:start w:val="1"/>
      <w:numFmt w:val="lowerRoman"/>
      <w:lvlText w:val="%3."/>
      <w:lvlJc w:val="right"/>
      <w:pPr>
        <w:ind w:left="1120" w:hanging="180"/>
      </w:pPr>
    </w:lvl>
    <w:lvl w:ilvl="3" w:tplc="0419000F" w:tentative="1">
      <w:start w:val="1"/>
      <w:numFmt w:val="decimal"/>
      <w:lvlText w:val="%4."/>
      <w:lvlJc w:val="left"/>
      <w:pPr>
        <w:ind w:left="1840" w:hanging="360"/>
      </w:pPr>
    </w:lvl>
    <w:lvl w:ilvl="4" w:tplc="04190019" w:tentative="1">
      <w:start w:val="1"/>
      <w:numFmt w:val="lowerLetter"/>
      <w:lvlText w:val="%5."/>
      <w:lvlJc w:val="left"/>
      <w:pPr>
        <w:ind w:left="2560" w:hanging="360"/>
      </w:pPr>
    </w:lvl>
    <w:lvl w:ilvl="5" w:tplc="0419001B" w:tentative="1">
      <w:start w:val="1"/>
      <w:numFmt w:val="lowerRoman"/>
      <w:lvlText w:val="%6."/>
      <w:lvlJc w:val="right"/>
      <w:pPr>
        <w:ind w:left="3280" w:hanging="180"/>
      </w:pPr>
    </w:lvl>
    <w:lvl w:ilvl="6" w:tplc="0419000F" w:tentative="1">
      <w:start w:val="1"/>
      <w:numFmt w:val="decimal"/>
      <w:lvlText w:val="%7."/>
      <w:lvlJc w:val="left"/>
      <w:pPr>
        <w:ind w:left="4000" w:hanging="360"/>
      </w:pPr>
    </w:lvl>
    <w:lvl w:ilvl="7" w:tplc="04190019" w:tentative="1">
      <w:start w:val="1"/>
      <w:numFmt w:val="lowerLetter"/>
      <w:lvlText w:val="%8."/>
      <w:lvlJc w:val="left"/>
      <w:pPr>
        <w:ind w:left="4720" w:hanging="360"/>
      </w:pPr>
    </w:lvl>
    <w:lvl w:ilvl="8" w:tplc="0419001B" w:tentative="1">
      <w:start w:val="1"/>
      <w:numFmt w:val="lowerRoman"/>
      <w:lvlText w:val="%9."/>
      <w:lvlJc w:val="right"/>
      <w:pPr>
        <w:ind w:left="5440" w:hanging="180"/>
      </w:pPr>
    </w:lvl>
  </w:abstractNum>
  <w:abstractNum w:abstractNumId="2" w15:restartNumberingAfterBreak="0">
    <w:nsid w:val="092F0CDC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B3F1DC5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EF0468F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36244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76E7F76"/>
    <w:multiLevelType w:val="hybridMultilevel"/>
    <w:tmpl w:val="32A6777C"/>
    <w:lvl w:ilvl="0" w:tplc="1730F8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C30F30"/>
    <w:multiLevelType w:val="multilevel"/>
    <w:tmpl w:val="B35088FA"/>
    <w:lvl w:ilvl="0">
      <w:start w:val="1"/>
      <w:numFmt w:val="decimal"/>
      <w:lvlText w:val="Вариант %1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A057726"/>
    <w:multiLevelType w:val="hybridMultilevel"/>
    <w:tmpl w:val="65FC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86F05"/>
    <w:multiLevelType w:val="hybridMultilevel"/>
    <w:tmpl w:val="1F626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6227C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2411"/>
        </w:tabs>
        <w:ind w:left="1277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2099"/>
        </w:tabs>
        <w:ind w:left="1792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568"/>
        </w:tabs>
        <w:ind w:left="2296" w:hanging="648"/>
      </w:p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2800" w:hanging="792"/>
      </w:pPr>
    </w:lvl>
    <w:lvl w:ilvl="5">
      <w:start w:val="1"/>
      <w:numFmt w:val="decimal"/>
      <w:lvlText w:val="%1.%2.%3.%4.%5.%6."/>
      <w:lvlJc w:val="left"/>
      <w:pPr>
        <w:tabs>
          <w:tab w:val="num" w:pos="568"/>
        </w:tabs>
        <w:ind w:left="3304" w:hanging="936"/>
      </w:pPr>
    </w:lvl>
    <w:lvl w:ilvl="6">
      <w:start w:val="1"/>
      <w:numFmt w:val="decimal"/>
      <w:lvlText w:val="%1.%2.%3.%4.%5.%6.%7."/>
      <w:lvlJc w:val="left"/>
      <w:pPr>
        <w:tabs>
          <w:tab w:val="num" w:pos="568"/>
        </w:tabs>
        <w:ind w:left="380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8"/>
        </w:tabs>
        <w:ind w:left="431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8"/>
        </w:tabs>
        <w:ind w:left="4888" w:hanging="1440"/>
      </w:pPr>
    </w:lvl>
  </w:abstractNum>
  <w:abstractNum w:abstractNumId="11" w15:restartNumberingAfterBreak="0">
    <w:nsid w:val="2F3C5278"/>
    <w:multiLevelType w:val="hybridMultilevel"/>
    <w:tmpl w:val="3DD47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A5CD1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3B432A81"/>
    <w:multiLevelType w:val="multilevel"/>
    <w:tmpl w:val="813E9E3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3B670DC1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3BFF69BB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3E71373F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47990C2D"/>
    <w:multiLevelType w:val="hybridMultilevel"/>
    <w:tmpl w:val="A866FF94"/>
    <w:lvl w:ilvl="0" w:tplc="87CE73F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B8A63DD2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F3D01A48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ACA2512E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AD7C022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A1D0437C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733886F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E068ACA6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CACEC2DA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491C08C7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4E5B36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51E45D7B"/>
    <w:multiLevelType w:val="hybridMultilevel"/>
    <w:tmpl w:val="24F06128"/>
    <w:lvl w:ilvl="0" w:tplc="C2AAA312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7500F0A8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E700697E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9702985A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49CC6D6A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1436DBE6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89CD710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2D5457B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B388D9D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4F3335B"/>
    <w:multiLevelType w:val="multilevel"/>
    <w:tmpl w:val="9796BE76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5C613B48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5F186DF4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69F35819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6AF743F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6DE824C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7" w15:restartNumberingAfterBreak="0">
    <w:nsid w:val="7EE8550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2"/>
  </w:num>
  <w:num w:numId="6">
    <w:abstractNumId w:val="15"/>
  </w:num>
  <w:num w:numId="7">
    <w:abstractNumId w:val="17"/>
  </w:num>
  <w:num w:numId="8">
    <w:abstractNumId w:val="20"/>
  </w:num>
  <w:num w:numId="9">
    <w:abstractNumId w:val="1"/>
  </w:num>
  <w:num w:numId="10">
    <w:abstractNumId w:val="5"/>
  </w:num>
  <w:num w:numId="11">
    <w:abstractNumId w:val="24"/>
  </w:num>
  <w:num w:numId="12">
    <w:abstractNumId w:val="26"/>
  </w:num>
  <w:num w:numId="13">
    <w:abstractNumId w:val="23"/>
  </w:num>
  <w:num w:numId="14">
    <w:abstractNumId w:val="27"/>
  </w:num>
  <w:num w:numId="15">
    <w:abstractNumId w:val="18"/>
  </w:num>
  <w:num w:numId="16">
    <w:abstractNumId w:val="7"/>
  </w:num>
  <w:num w:numId="17">
    <w:abstractNumId w:val="19"/>
  </w:num>
  <w:num w:numId="18">
    <w:abstractNumId w:val="14"/>
  </w:num>
  <w:num w:numId="19">
    <w:abstractNumId w:val="16"/>
  </w:num>
  <w:num w:numId="20">
    <w:abstractNumId w:val="10"/>
  </w:num>
  <w:num w:numId="21">
    <w:abstractNumId w:val="4"/>
  </w:num>
  <w:num w:numId="22">
    <w:abstractNumId w:val="2"/>
  </w:num>
  <w:num w:numId="23">
    <w:abstractNumId w:val="21"/>
  </w:num>
  <w:num w:numId="24">
    <w:abstractNumId w:val="13"/>
  </w:num>
  <w:num w:numId="25">
    <w:abstractNumId w:val="25"/>
  </w:num>
  <w:num w:numId="26">
    <w:abstractNumId w:val="3"/>
  </w:num>
  <w:num w:numId="27">
    <w:abstractNumId w:val="2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9B8"/>
    <w:rsid w:val="00017FD3"/>
    <w:rsid w:val="000206F6"/>
    <w:rsid w:val="000374CE"/>
    <w:rsid w:val="00046838"/>
    <w:rsid w:val="000540EA"/>
    <w:rsid w:val="00076495"/>
    <w:rsid w:val="000819F0"/>
    <w:rsid w:val="000944E1"/>
    <w:rsid w:val="00097D31"/>
    <w:rsid w:val="000C03AD"/>
    <w:rsid w:val="000C36CF"/>
    <w:rsid w:val="000C4F1C"/>
    <w:rsid w:val="000C7F49"/>
    <w:rsid w:val="000D49B8"/>
    <w:rsid w:val="000D49FE"/>
    <w:rsid w:val="000E53F2"/>
    <w:rsid w:val="000F0128"/>
    <w:rsid w:val="000F0C66"/>
    <w:rsid w:val="00101E14"/>
    <w:rsid w:val="00102942"/>
    <w:rsid w:val="0010355E"/>
    <w:rsid w:val="001036DB"/>
    <w:rsid w:val="001110AE"/>
    <w:rsid w:val="00111309"/>
    <w:rsid w:val="001134D0"/>
    <w:rsid w:val="001146FE"/>
    <w:rsid w:val="001408D0"/>
    <w:rsid w:val="0014407C"/>
    <w:rsid w:val="001559BD"/>
    <w:rsid w:val="00162657"/>
    <w:rsid w:val="001636EF"/>
    <w:rsid w:val="001806E5"/>
    <w:rsid w:val="0018112C"/>
    <w:rsid w:val="00183639"/>
    <w:rsid w:val="00193F78"/>
    <w:rsid w:val="001A0F39"/>
    <w:rsid w:val="001A4593"/>
    <w:rsid w:val="001A5FBD"/>
    <w:rsid w:val="001B159B"/>
    <w:rsid w:val="001B15AA"/>
    <w:rsid w:val="001B1975"/>
    <w:rsid w:val="001B201F"/>
    <w:rsid w:val="001B4958"/>
    <w:rsid w:val="001B638C"/>
    <w:rsid w:val="001D3C5F"/>
    <w:rsid w:val="001F7CD9"/>
    <w:rsid w:val="002008A8"/>
    <w:rsid w:val="00210731"/>
    <w:rsid w:val="00212051"/>
    <w:rsid w:val="00217561"/>
    <w:rsid w:val="00222190"/>
    <w:rsid w:val="00223240"/>
    <w:rsid w:val="00226330"/>
    <w:rsid w:val="00247E06"/>
    <w:rsid w:val="002505CB"/>
    <w:rsid w:val="002507DA"/>
    <w:rsid w:val="0025208E"/>
    <w:rsid w:val="0025343B"/>
    <w:rsid w:val="00257460"/>
    <w:rsid w:val="00257BFE"/>
    <w:rsid w:val="00260685"/>
    <w:rsid w:val="00267DF1"/>
    <w:rsid w:val="00273913"/>
    <w:rsid w:val="0028563C"/>
    <w:rsid w:val="00296CF0"/>
    <w:rsid w:val="002A06F6"/>
    <w:rsid w:val="002A72CA"/>
    <w:rsid w:val="002B34DA"/>
    <w:rsid w:val="002B5704"/>
    <w:rsid w:val="002C151D"/>
    <w:rsid w:val="002C4BF6"/>
    <w:rsid w:val="002C73C8"/>
    <w:rsid w:val="002C7608"/>
    <w:rsid w:val="003003C2"/>
    <w:rsid w:val="003020E8"/>
    <w:rsid w:val="00303C0D"/>
    <w:rsid w:val="003211DE"/>
    <w:rsid w:val="00326D2B"/>
    <w:rsid w:val="00335706"/>
    <w:rsid w:val="003367E8"/>
    <w:rsid w:val="00337C33"/>
    <w:rsid w:val="00345A48"/>
    <w:rsid w:val="00356CE0"/>
    <w:rsid w:val="003621BF"/>
    <w:rsid w:val="00365255"/>
    <w:rsid w:val="00371D97"/>
    <w:rsid w:val="00391C7C"/>
    <w:rsid w:val="00392150"/>
    <w:rsid w:val="00394BE5"/>
    <w:rsid w:val="003A1772"/>
    <w:rsid w:val="003A66DC"/>
    <w:rsid w:val="003A7586"/>
    <w:rsid w:val="003B35D4"/>
    <w:rsid w:val="003D19ED"/>
    <w:rsid w:val="003D4D60"/>
    <w:rsid w:val="003D4FF6"/>
    <w:rsid w:val="003D6831"/>
    <w:rsid w:val="003F7B89"/>
    <w:rsid w:val="0040461D"/>
    <w:rsid w:val="00406615"/>
    <w:rsid w:val="00422F7A"/>
    <w:rsid w:val="004321A3"/>
    <w:rsid w:val="00432429"/>
    <w:rsid w:val="00437084"/>
    <w:rsid w:val="0044396F"/>
    <w:rsid w:val="00450007"/>
    <w:rsid w:val="00451A3B"/>
    <w:rsid w:val="0046464C"/>
    <w:rsid w:val="00464F64"/>
    <w:rsid w:val="0047075C"/>
    <w:rsid w:val="00475C94"/>
    <w:rsid w:val="00476743"/>
    <w:rsid w:val="0048387B"/>
    <w:rsid w:val="00484AF8"/>
    <w:rsid w:val="00487A7C"/>
    <w:rsid w:val="00491892"/>
    <w:rsid w:val="004A0871"/>
    <w:rsid w:val="004A3D1A"/>
    <w:rsid w:val="004C21F6"/>
    <w:rsid w:val="004C380D"/>
    <w:rsid w:val="004C3C9A"/>
    <w:rsid w:val="004C3D92"/>
    <w:rsid w:val="004C4DE7"/>
    <w:rsid w:val="004C7083"/>
    <w:rsid w:val="004D1116"/>
    <w:rsid w:val="004D15FA"/>
    <w:rsid w:val="004D1AE5"/>
    <w:rsid w:val="004F2DD7"/>
    <w:rsid w:val="00502517"/>
    <w:rsid w:val="00504A7A"/>
    <w:rsid w:val="005138A0"/>
    <w:rsid w:val="00513CBF"/>
    <w:rsid w:val="0051476B"/>
    <w:rsid w:val="0052791C"/>
    <w:rsid w:val="005319AC"/>
    <w:rsid w:val="0053428A"/>
    <w:rsid w:val="00537AEE"/>
    <w:rsid w:val="0057103A"/>
    <w:rsid w:val="00571A31"/>
    <w:rsid w:val="0058489F"/>
    <w:rsid w:val="00595FCB"/>
    <w:rsid w:val="00596082"/>
    <w:rsid w:val="005A3949"/>
    <w:rsid w:val="005A6D0A"/>
    <w:rsid w:val="005C0533"/>
    <w:rsid w:val="005C594F"/>
    <w:rsid w:val="005D1729"/>
    <w:rsid w:val="00601E2A"/>
    <w:rsid w:val="006222A4"/>
    <w:rsid w:val="00624C52"/>
    <w:rsid w:val="00641551"/>
    <w:rsid w:val="00641D24"/>
    <w:rsid w:val="00650D0A"/>
    <w:rsid w:val="00651B87"/>
    <w:rsid w:val="00654D98"/>
    <w:rsid w:val="006713C9"/>
    <w:rsid w:val="00680CC2"/>
    <w:rsid w:val="006906B9"/>
    <w:rsid w:val="006B7F6F"/>
    <w:rsid w:val="006C33E3"/>
    <w:rsid w:val="006C401B"/>
    <w:rsid w:val="006C4F9A"/>
    <w:rsid w:val="006C5F6B"/>
    <w:rsid w:val="006C796E"/>
    <w:rsid w:val="006D7C98"/>
    <w:rsid w:val="006E5E54"/>
    <w:rsid w:val="006F22B0"/>
    <w:rsid w:val="006F2D12"/>
    <w:rsid w:val="006F77F8"/>
    <w:rsid w:val="0074230A"/>
    <w:rsid w:val="007710A1"/>
    <w:rsid w:val="007835E8"/>
    <w:rsid w:val="00787262"/>
    <w:rsid w:val="00791774"/>
    <w:rsid w:val="00796661"/>
    <w:rsid w:val="007B4614"/>
    <w:rsid w:val="007C096D"/>
    <w:rsid w:val="007C626A"/>
    <w:rsid w:val="007D1AA2"/>
    <w:rsid w:val="007D70F4"/>
    <w:rsid w:val="007D7A51"/>
    <w:rsid w:val="007F2411"/>
    <w:rsid w:val="007F5A72"/>
    <w:rsid w:val="00801D0B"/>
    <w:rsid w:val="008069F4"/>
    <w:rsid w:val="00811499"/>
    <w:rsid w:val="008137C1"/>
    <w:rsid w:val="00831772"/>
    <w:rsid w:val="00833E0E"/>
    <w:rsid w:val="008346E1"/>
    <w:rsid w:val="00834BBD"/>
    <w:rsid w:val="00840E20"/>
    <w:rsid w:val="00845FB4"/>
    <w:rsid w:val="00847AD3"/>
    <w:rsid w:val="008628AA"/>
    <w:rsid w:val="008631A7"/>
    <w:rsid w:val="00876B4F"/>
    <w:rsid w:val="0088420E"/>
    <w:rsid w:val="00886A38"/>
    <w:rsid w:val="00892F91"/>
    <w:rsid w:val="00894949"/>
    <w:rsid w:val="00896AFE"/>
    <w:rsid w:val="008A30CE"/>
    <w:rsid w:val="008A7086"/>
    <w:rsid w:val="008B02B3"/>
    <w:rsid w:val="008B2E49"/>
    <w:rsid w:val="008C3AD3"/>
    <w:rsid w:val="008C3CF0"/>
    <w:rsid w:val="008C5512"/>
    <w:rsid w:val="008C78BA"/>
    <w:rsid w:val="008D0A65"/>
    <w:rsid w:val="008D5BE2"/>
    <w:rsid w:val="008E3E8F"/>
    <w:rsid w:val="008F342C"/>
    <w:rsid w:val="008F371B"/>
    <w:rsid w:val="00901EA5"/>
    <w:rsid w:val="0090486C"/>
    <w:rsid w:val="009115CD"/>
    <w:rsid w:val="00914CEB"/>
    <w:rsid w:val="00915C61"/>
    <w:rsid w:val="00926120"/>
    <w:rsid w:val="00926207"/>
    <w:rsid w:val="009362FB"/>
    <w:rsid w:val="00951B9E"/>
    <w:rsid w:val="009542A6"/>
    <w:rsid w:val="00956513"/>
    <w:rsid w:val="00957755"/>
    <w:rsid w:val="00975048"/>
    <w:rsid w:val="009760F8"/>
    <w:rsid w:val="00980793"/>
    <w:rsid w:val="00981785"/>
    <w:rsid w:val="0098458F"/>
    <w:rsid w:val="00987E48"/>
    <w:rsid w:val="009A08E0"/>
    <w:rsid w:val="009A4A8F"/>
    <w:rsid w:val="009B589A"/>
    <w:rsid w:val="009B624B"/>
    <w:rsid w:val="009B6F0C"/>
    <w:rsid w:val="009E0F5F"/>
    <w:rsid w:val="009E1024"/>
    <w:rsid w:val="009E2097"/>
    <w:rsid w:val="009F06F1"/>
    <w:rsid w:val="00A07CBF"/>
    <w:rsid w:val="00A1196C"/>
    <w:rsid w:val="00A32979"/>
    <w:rsid w:val="00A409F3"/>
    <w:rsid w:val="00A46E2F"/>
    <w:rsid w:val="00A47901"/>
    <w:rsid w:val="00A47DCC"/>
    <w:rsid w:val="00A555B6"/>
    <w:rsid w:val="00A70E69"/>
    <w:rsid w:val="00A73710"/>
    <w:rsid w:val="00A77001"/>
    <w:rsid w:val="00A82AA9"/>
    <w:rsid w:val="00A941B2"/>
    <w:rsid w:val="00AA52EA"/>
    <w:rsid w:val="00AA5B82"/>
    <w:rsid w:val="00AA62C7"/>
    <w:rsid w:val="00AB66F0"/>
    <w:rsid w:val="00AC2A2C"/>
    <w:rsid w:val="00AC6C0E"/>
    <w:rsid w:val="00AC7D8C"/>
    <w:rsid w:val="00AD1C7D"/>
    <w:rsid w:val="00AE2FF0"/>
    <w:rsid w:val="00AE5508"/>
    <w:rsid w:val="00AE56D7"/>
    <w:rsid w:val="00B03873"/>
    <w:rsid w:val="00B0593F"/>
    <w:rsid w:val="00B060D6"/>
    <w:rsid w:val="00B126F8"/>
    <w:rsid w:val="00B14212"/>
    <w:rsid w:val="00B146F3"/>
    <w:rsid w:val="00B203C4"/>
    <w:rsid w:val="00B2471D"/>
    <w:rsid w:val="00B3308E"/>
    <w:rsid w:val="00B37FCC"/>
    <w:rsid w:val="00B43554"/>
    <w:rsid w:val="00B46A63"/>
    <w:rsid w:val="00B4788C"/>
    <w:rsid w:val="00B849FD"/>
    <w:rsid w:val="00B866BA"/>
    <w:rsid w:val="00B87315"/>
    <w:rsid w:val="00B948D6"/>
    <w:rsid w:val="00B96D10"/>
    <w:rsid w:val="00BB459E"/>
    <w:rsid w:val="00BC18F3"/>
    <w:rsid w:val="00BD2A0C"/>
    <w:rsid w:val="00C053BA"/>
    <w:rsid w:val="00C11416"/>
    <w:rsid w:val="00C20947"/>
    <w:rsid w:val="00C20B5C"/>
    <w:rsid w:val="00C22D69"/>
    <w:rsid w:val="00C23271"/>
    <w:rsid w:val="00C30E01"/>
    <w:rsid w:val="00C3526A"/>
    <w:rsid w:val="00C571C5"/>
    <w:rsid w:val="00C7137D"/>
    <w:rsid w:val="00C76003"/>
    <w:rsid w:val="00C817C5"/>
    <w:rsid w:val="00CA5ED6"/>
    <w:rsid w:val="00CB2913"/>
    <w:rsid w:val="00CC3ACD"/>
    <w:rsid w:val="00CD24AC"/>
    <w:rsid w:val="00CD373C"/>
    <w:rsid w:val="00CD4EFC"/>
    <w:rsid w:val="00CD6BDA"/>
    <w:rsid w:val="00CF208C"/>
    <w:rsid w:val="00CF5E76"/>
    <w:rsid w:val="00D1364C"/>
    <w:rsid w:val="00D138FA"/>
    <w:rsid w:val="00D14ED6"/>
    <w:rsid w:val="00D15778"/>
    <w:rsid w:val="00D275A5"/>
    <w:rsid w:val="00D279DA"/>
    <w:rsid w:val="00D323A2"/>
    <w:rsid w:val="00D3506D"/>
    <w:rsid w:val="00D41624"/>
    <w:rsid w:val="00D730AF"/>
    <w:rsid w:val="00D75BAE"/>
    <w:rsid w:val="00D8437A"/>
    <w:rsid w:val="00DA2AB5"/>
    <w:rsid w:val="00DD0174"/>
    <w:rsid w:val="00DE2357"/>
    <w:rsid w:val="00DE27AC"/>
    <w:rsid w:val="00DE3C78"/>
    <w:rsid w:val="00DE4737"/>
    <w:rsid w:val="00DE5326"/>
    <w:rsid w:val="00DE5CF0"/>
    <w:rsid w:val="00DE73E5"/>
    <w:rsid w:val="00DF4F66"/>
    <w:rsid w:val="00DF6D4C"/>
    <w:rsid w:val="00DF7B9E"/>
    <w:rsid w:val="00E01E41"/>
    <w:rsid w:val="00E03C2A"/>
    <w:rsid w:val="00E27388"/>
    <w:rsid w:val="00E32F29"/>
    <w:rsid w:val="00E41E5F"/>
    <w:rsid w:val="00E65A94"/>
    <w:rsid w:val="00E71089"/>
    <w:rsid w:val="00E764C7"/>
    <w:rsid w:val="00E832B9"/>
    <w:rsid w:val="00E87D25"/>
    <w:rsid w:val="00E91679"/>
    <w:rsid w:val="00E92C64"/>
    <w:rsid w:val="00E94BC3"/>
    <w:rsid w:val="00E96974"/>
    <w:rsid w:val="00EA2F0E"/>
    <w:rsid w:val="00EA5831"/>
    <w:rsid w:val="00EB4B6C"/>
    <w:rsid w:val="00EB526B"/>
    <w:rsid w:val="00EB5A87"/>
    <w:rsid w:val="00ED035F"/>
    <w:rsid w:val="00ED5E58"/>
    <w:rsid w:val="00ED7C52"/>
    <w:rsid w:val="00EF75E2"/>
    <w:rsid w:val="00F0019E"/>
    <w:rsid w:val="00F05698"/>
    <w:rsid w:val="00F2611C"/>
    <w:rsid w:val="00F451B8"/>
    <w:rsid w:val="00F712A3"/>
    <w:rsid w:val="00F726EB"/>
    <w:rsid w:val="00F737E5"/>
    <w:rsid w:val="00F8498F"/>
    <w:rsid w:val="00F903AB"/>
    <w:rsid w:val="00FA46D8"/>
    <w:rsid w:val="00FC2CFC"/>
    <w:rsid w:val="00FE16A1"/>
    <w:rsid w:val="00FE1952"/>
    <w:rsid w:val="00FE372F"/>
    <w:rsid w:val="00FE3D3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072157"/>
  <w15:chartTrackingRefBased/>
  <w15:docId w15:val="{BDE5D7E3-0B5B-4129-B263-CAB62E21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0F5F"/>
    <w:rPr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0F5F"/>
    <w:rPr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9E0F5F"/>
    <w:rPr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9E0F5F"/>
    <w:rPr>
      <w:sz w:val="28"/>
      <w:szCs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1">
    <w:name w:val="Основной шрифт абзаца3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uiPriority w:val="99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ab"/>
    <w:uiPriority w:val="1"/>
    <w:qFormat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1"/>
    <w:rsid w:val="009E0F5F"/>
    <w:rPr>
      <w:sz w:val="28"/>
      <w:szCs w:val="24"/>
      <w:lang w:eastAsia="zh-CN"/>
    </w:rPr>
  </w:style>
  <w:style w:type="paragraph" w:styleId="ac">
    <w:name w:val="List"/>
    <w:basedOn w:val="aa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character" w:customStyle="1" w:styleId="af1">
    <w:name w:val="Верхний колонтитул Знак"/>
    <w:basedOn w:val="a0"/>
    <w:link w:val="af0"/>
    <w:uiPriority w:val="99"/>
    <w:rsid w:val="009E0F5F"/>
    <w:rPr>
      <w:sz w:val="24"/>
      <w:szCs w:val="24"/>
      <w:lang w:eastAsia="zh-CN"/>
    </w:rPr>
  </w:style>
  <w:style w:type="paragraph" w:styleId="af2">
    <w:name w:val="footer"/>
    <w:basedOn w:val="a"/>
    <w:link w:val="af3"/>
    <w:uiPriority w:val="99"/>
  </w:style>
  <w:style w:type="character" w:customStyle="1" w:styleId="af3">
    <w:name w:val="Нижний колонтитул Знак"/>
    <w:basedOn w:val="a0"/>
    <w:link w:val="af2"/>
    <w:uiPriority w:val="99"/>
    <w:rsid w:val="009E0F5F"/>
    <w:rPr>
      <w:sz w:val="24"/>
      <w:szCs w:val="24"/>
      <w:lang w:eastAsia="zh-CN"/>
    </w:rPr>
  </w:style>
  <w:style w:type="paragraph" w:styleId="af4">
    <w:name w:val="Balloon Text"/>
    <w:basedOn w:val="a"/>
    <w:uiPriority w:val="99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5">
    <w:name w:val="annotation subject"/>
    <w:basedOn w:val="16"/>
    <w:next w:val="16"/>
    <w:rPr>
      <w:b/>
      <w:bCs/>
    </w:rPr>
  </w:style>
  <w:style w:type="paragraph" w:styleId="af6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customStyle="1" w:styleId="afb">
    <w:name w:val="Содержимое врезки"/>
    <w:basedOn w:val="a"/>
  </w:style>
  <w:style w:type="table" w:styleId="afc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9E0F5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Normal">
    <w:name w:val="ConsPlusNormal"/>
    <w:rsid w:val="009E0F5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Default">
    <w:name w:val="Default"/>
    <w:rsid w:val="009E0F5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E0F5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E0F5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E0F5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E0F5F"/>
    <w:pPr>
      <w:widowControl w:val="0"/>
      <w:autoSpaceDE w:val="0"/>
      <w:autoSpaceDN w:val="0"/>
    </w:pPr>
    <w:rPr>
      <w:rFonts w:ascii="Arial" w:hAnsi="Arial" w:cs="Arial"/>
    </w:rPr>
  </w:style>
  <w:style w:type="character" w:styleId="afd">
    <w:name w:val="Emphasis"/>
    <w:basedOn w:val="a0"/>
    <w:uiPriority w:val="20"/>
    <w:qFormat/>
    <w:rsid w:val="009E0F5F"/>
    <w:rPr>
      <w:i/>
      <w:iCs/>
    </w:rPr>
  </w:style>
  <w:style w:type="paragraph" w:customStyle="1" w:styleId="24">
    <w:name w:val="Основной текст (2)"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sz w:val="26"/>
      <w:szCs w:val="26"/>
      <w:lang w:eastAsia="en-US"/>
    </w:rPr>
  </w:style>
  <w:style w:type="paragraph" w:customStyle="1" w:styleId="-N">
    <w:name w:val="Список-N"/>
    <w:qFormat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23">
    <w:name w:val="_Список_123"/>
    <w:rsid w:val="009E0F5F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sz w:val="24"/>
    </w:rPr>
  </w:style>
  <w:style w:type="paragraph" w:styleId="afe">
    <w:name w:val="No Spacing"/>
    <w:uiPriority w:val="1"/>
    <w:qFormat/>
    <w:rsid w:val="00CC3ACD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_"/>
    <w:link w:val="19"/>
    <w:rsid w:val="00CC3ACD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f"/>
    <w:rsid w:val="00CC3ACD"/>
    <w:pPr>
      <w:widowControl w:val="0"/>
      <w:shd w:val="clear" w:color="auto" w:fill="FFFFFF"/>
      <w:suppressAutoHyphens w:val="0"/>
      <w:spacing w:before="720" w:after="300" w:line="312" w:lineRule="exact"/>
      <w:jc w:val="right"/>
    </w:pPr>
    <w:rPr>
      <w:sz w:val="27"/>
      <w:szCs w:val="27"/>
      <w:lang w:eastAsia="ru-RU"/>
    </w:rPr>
  </w:style>
  <w:style w:type="paragraph" w:styleId="aff0">
    <w:name w:val="Normal (Web)"/>
    <w:basedOn w:val="a"/>
    <w:uiPriority w:val="99"/>
    <w:unhideWhenUsed/>
    <w:rsid w:val="0098458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1">
    <w:name w:val="annotation reference"/>
    <w:basedOn w:val="a0"/>
    <w:uiPriority w:val="99"/>
    <w:semiHidden/>
    <w:unhideWhenUsed/>
    <w:rsid w:val="00B849FD"/>
    <w:rPr>
      <w:sz w:val="16"/>
      <w:szCs w:val="16"/>
    </w:rPr>
  </w:style>
  <w:style w:type="paragraph" w:styleId="aff2">
    <w:name w:val="annotation text"/>
    <w:basedOn w:val="a"/>
    <w:link w:val="1a"/>
    <w:uiPriority w:val="99"/>
    <w:semiHidden/>
    <w:unhideWhenUsed/>
    <w:rsid w:val="00B849FD"/>
    <w:rPr>
      <w:sz w:val="20"/>
      <w:szCs w:val="20"/>
    </w:rPr>
  </w:style>
  <w:style w:type="character" w:customStyle="1" w:styleId="1a">
    <w:name w:val="Текст примечания Знак1"/>
    <w:basedOn w:val="a0"/>
    <w:link w:val="aff2"/>
    <w:uiPriority w:val="99"/>
    <w:semiHidden/>
    <w:rsid w:val="00B849FD"/>
    <w:rPr>
      <w:lang w:eastAsia="zh-CN"/>
    </w:rPr>
  </w:style>
  <w:style w:type="character" w:customStyle="1" w:styleId="aff3">
    <w:name w:val="Текст сноски Знак"/>
    <w:basedOn w:val="a0"/>
    <w:link w:val="aff4"/>
    <w:uiPriority w:val="99"/>
    <w:qFormat/>
    <w:rsid w:val="000C7F49"/>
  </w:style>
  <w:style w:type="character" w:customStyle="1" w:styleId="aff5">
    <w:name w:val="Символ сноски"/>
    <w:basedOn w:val="a0"/>
    <w:uiPriority w:val="99"/>
    <w:semiHidden/>
    <w:unhideWhenUsed/>
    <w:qFormat/>
    <w:rsid w:val="000C7F49"/>
    <w:rPr>
      <w:vertAlign w:val="superscript"/>
    </w:rPr>
  </w:style>
  <w:style w:type="character" w:styleId="aff6">
    <w:name w:val="footnote reference"/>
    <w:rsid w:val="000C7F49"/>
    <w:rPr>
      <w:vertAlign w:val="superscript"/>
    </w:rPr>
  </w:style>
  <w:style w:type="paragraph" w:styleId="aff4">
    <w:name w:val="footnote text"/>
    <w:basedOn w:val="a"/>
    <w:link w:val="aff3"/>
    <w:uiPriority w:val="99"/>
    <w:unhideWhenUsed/>
    <w:rsid w:val="000C7F49"/>
    <w:rPr>
      <w:sz w:val="20"/>
      <w:szCs w:val="20"/>
      <w:lang w:eastAsia="ru-RU"/>
    </w:rPr>
  </w:style>
  <w:style w:type="character" w:customStyle="1" w:styleId="1b">
    <w:name w:val="Текст сноски Знак1"/>
    <w:basedOn w:val="a0"/>
    <w:uiPriority w:val="99"/>
    <w:semiHidden/>
    <w:rsid w:val="000C7F49"/>
    <w:rPr>
      <w:lang w:eastAsia="zh-CN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DE4737"/>
    <w:pPr>
      <w:tabs>
        <w:tab w:val="left" w:pos="851"/>
      </w:tabs>
      <w:spacing w:before="60" w:after="60" w:line="360" w:lineRule="auto"/>
      <w:ind w:firstLine="709"/>
      <w:jc w:val="both"/>
    </w:pPr>
    <w:rPr>
      <w:szCs w:val="20"/>
      <w:lang w:eastAsia="ru-RU"/>
    </w:rPr>
  </w:style>
  <w:style w:type="table" w:customStyle="1" w:styleId="33">
    <w:name w:val="Сетка таблицы3"/>
    <w:basedOn w:val="a1"/>
    <w:uiPriority w:val="39"/>
    <w:rsid w:val="00DE4737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7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EA483-4DF7-4974-87C1-A2FBC9A69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Письмо__(правительство и ОИВ)</Template>
  <TotalTime>1</TotalTime>
  <Pages>18</Pages>
  <Words>4477</Words>
  <Characters>25525</Characters>
  <Application>Microsoft Office Word</Application>
  <DocSecurity>0</DocSecurity>
  <Lines>212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/>
      <vt:lpstr>В соответствии с Федеральным законом от 6 октября 2003 года № 131-ФЗ «Об общих п</vt:lpstr>
      <vt:lpstr>РАЗДЕЛ I </vt:lpstr>
      <vt:lpstr>ОБЩИЕ ПОЛОЖЕНИЯ</vt:lpstr>
      <vt:lpstr>    </vt:lpstr>
      <vt:lpstr>    Исчерпывающий перечень документов, </vt:lpstr>
      <vt:lpstr>    необходимых для предоставления Услуги</vt:lpstr>
      <vt:lpstr>    </vt:lpstr>
      <vt:lpstr>    Исчерпывающий перечень оснований для отказа в приеме заявления и документов, нео</vt:lpstr>
      <vt:lpstr>    </vt:lpstr>
      <vt:lpstr>    Исчерпывающий перечень оснований для приостановления предоставления Услуги или о</vt:lpstr>
      <vt:lpstr>    </vt:lpstr>
      <vt:lpstr>    </vt:lpstr>
      <vt:lpstr>    Максимальный срок ожидания в очереди при подаче заявителем запроса и при получен</vt:lpstr>
      <vt:lpstr>    </vt:lpstr>
      <vt:lpstr>    Срок регистрации запроса</vt:lpstr>
      <vt:lpstr>    </vt:lpstr>
      <vt:lpstr>    Требования к помещениям, в которых предоставляется муниципальная услуга в случае</vt:lpstr>
      <vt:lpstr>    </vt:lpstr>
      <vt:lpstr>    Показатели доступности и качества Услуги</vt:lpstr>
      <vt:lpstr>    </vt:lpstr>
      <vt:lpstr>    Иные требования к предоставлению Услуги</vt:lpstr>
      <vt:lpstr>    </vt:lpstr>
      <vt:lpstr>РАЗДЕЛ IV</vt:lpstr>
      <vt:lpstr/>
      <vt:lpstr>Информирование заявителя об изменении статуса рассмотрения запроса о предоставле</vt:lpstr>
      <vt:lpstr/>
      <vt:lpstr/>
      <vt:lpstr/>
      <vt:lpstr/>
      <vt:lpstr/>
      <vt:lpstr/>
      <vt:lpstr/>
      <vt:lpstr/>
      <vt:lpstr/>
      <vt:lpstr/>
      <vt:lpstr/>
      <vt:lpstr/>
      <vt:lpstr/>
      <vt:lpstr>Приложение № 1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№ 2</vt:lpstr>
      <vt:lpstr/>
      <vt:lpstr/>
      <vt:lpstr/>
      <vt:lpstr/>
      <vt:lpstr/>
      <vt:lpstr/>
      <vt:lpstr>Приложение № 3</vt:lpstr>
      <vt:lpstr>    Телефон:______________________</vt:lpstr>
      <vt:lpstr/>
      <vt:lpstr>Приложение № 4</vt:lpstr>
      <vt:lpstr/>
      <vt:lpstr/>
      <vt:lpstr>Приложение № 5</vt:lpstr>
      <vt:lpstr/>
      <vt:lpstr/>
      <vt:lpstr>Бланк организации, предприятия                  </vt:lpstr>
      <vt:lpstr>Руководитель предприятия,   </vt:lpstr>
      <vt:lpstr>организации                                  ____________________            (ФИ</vt:lpstr>
      <vt:lpstr/>
      <vt:lpstr>Представитель организации по доверенности №______ от_________</vt:lpstr>
      <vt:lpstr>_______________________________________ (ФИО)</vt:lpstr>
      <vt:lpstr/>
      <vt:lpstr/>
      <vt:lpstr/>
      <vt:lpstr>Приложение № 6</vt:lpstr>
      <vt:lpstr>Бланк организации, предприятия</vt:lpstr>
      <vt:lpstr>Руководитель предприятия,   </vt:lpstr>
      <vt:lpstr>организации_______________________________________(ФИО)</vt:lpstr>
      <vt:lpstr/>
      <vt:lpstr/>
      <vt:lpstr>Представитель организации по доверенности №______ от_________</vt:lpstr>
      <vt:lpstr>__________________________________________________ (ФИО)</vt:lpstr>
      <vt:lpstr/>
      <vt:lpstr/>
      <vt:lpstr/>
      <vt:lpstr/>
    </vt:vector>
  </TitlesOfParts>
  <Company/>
  <LinksUpToDate>false</LinksUpToDate>
  <CharactersWithSpaces>29943</CharactersWithSpaces>
  <SharedDoc>false</SharedDoc>
  <HLinks>
    <vt:vector size="84" baseType="variant">
      <vt:variant>
        <vt:i4>3014781</vt:i4>
      </vt:variant>
      <vt:variant>
        <vt:i4>39</vt:i4>
      </vt:variant>
      <vt:variant>
        <vt:i4>0</vt:i4>
      </vt:variant>
      <vt:variant>
        <vt:i4>5</vt:i4>
      </vt:variant>
      <vt:variant>
        <vt:lpwstr>https://mizo.tularegion.ru/</vt:lpwstr>
      </vt:variant>
      <vt:variant>
        <vt:lpwstr/>
      </vt:variant>
      <vt:variant>
        <vt:i4>3211264</vt:i4>
      </vt:variant>
      <vt:variant>
        <vt:i4>36</vt:i4>
      </vt:variant>
      <vt:variant>
        <vt:i4>0</vt:i4>
      </vt:variant>
      <vt:variant>
        <vt:i4>5</vt:i4>
      </vt:variant>
      <vt:variant>
        <vt:lpwstr>mailto:mizo@tularegion.ru</vt:lpwstr>
      </vt:variant>
      <vt:variant>
        <vt:lpwstr/>
      </vt:variant>
      <vt:variant>
        <vt:i4>5243005</vt:i4>
      </vt:variant>
      <vt:variant>
        <vt:i4>33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2818055</vt:i4>
      </vt:variant>
      <vt:variant>
        <vt:i4>30</vt:i4>
      </vt:variant>
      <vt:variant>
        <vt:i4>0</vt:i4>
      </vt:variant>
      <vt:variant>
        <vt:i4>5</vt:i4>
      </vt:variant>
      <vt:variant>
        <vt:lpwstr>mailto:glavkadry@tularegion.ru</vt:lpwstr>
      </vt:variant>
      <vt:variant>
        <vt:lpwstr/>
      </vt:variant>
      <vt:variant>
        <vt:i4>4128869</vt:i4>
      </vt:variant>
      <vt:variant>
        <vt:i4>27</vt:i4>
      </vt:variant>
      <vt:variant>
        <vt:i4>0</vt:i4>
      </vt:variant>
      <vt:variant>
        <vt:i4>5</vt:i4>
      </vt:variant>
      <vt:variant>
        <vt:lpwstr>https://gosstroy.tularegion.ru/</vt:lpwstr>
      </vt:variant>
      <vt:variant>
        <vt:lpwstr/>
      </vt:variant>
      <vt:variant>
        <vt:i4>3932175</vt:i4>
      </vt:variant>
      <vt:variant>
        <vt:i4>24</vt:i4>
      </vt:variant>
      <vt:variant>
        <vt:i4>0</vt:i4>
      </vt:variant>
      <vt:variant>
        <vt:i4>5</vt:i4>
      </vt:variant>
      <vt:variant>
        <vt:lpwstr>mailto:igsn@tularegion.ru</vt:lpwstr>
      </vt:variant>
      <vt:variant>
        <vt:lpwstr/>
      </vt:variant>
      <vt:variant>
        <vt:i4>5963803</vt:i4>
      </vt:variant>
      <vt:variant>
        <vt:i4>21</vt:i4>
      </vt:variant>
      <vt:variant>
        <vt:i4>0</vt:i4>
      </vt:variant>
      <vt:variant>
        <vt:i4>5</vt:i4>
      </vt:variant>
      <vt:variant>
        <vt:lpwstr>https://gosteh.tularegion.ru/</vt:lpwstr>
      </vt:variant>
      <vt:variant>
        <vt:lpwstr/>
      </vt:variant>
      <vt:variant>
        <vt:i4>6488141</vt:i4>
      </vt:variant>
      <vt:variant>
        <vt:i4>18</vt:i4>
      </vt:variant>
      <vt:variant>
        <vt:i4>0</vt:i4>
      </vt:variant>
      <vt:variant>
        <vt:i4>5</vt:i4>
      </vt:variant>
      <vt:variant>
        <vt:lpwstr>mailto:gtn71@tularegion.ru</vt:lpwstr>
      </vt:variant>
      <vt:variant>
        <vt:lpwstr/>
      </vt:variant>
      <vt:variant>
        <vt:i4>7209079</vt:i4>
      </vt:variant>
      <vt:variant>
        <vt:i4>15</vt:i4>
      </vt:variant>
      <vt:variant>
        <vt:i4>0</vt:i4>
      </vt:variant>
      <vt:variant>
        <vt:i4>5</vt:i4>
      </vt:variant>
      <vt:variant>
        <vt:lpwstr>https://gzi.tularegion.ru/</vt:lpwstr>
      </vt:variant>
      <vt:variant>
        <vt:lpwstr/>
      </vt:variant>
      <vt:variant>
        <vt:i4>6553667</vt:i4>
      </vt:variant>
      <vt:variant>
        <vt:i4>12</vt:i4>
      </vt:variant>
      <vt:variant>
        <vt:i4>0</vt:i4>
      </vt:variant>
      <vt:variant>
        <vt:i4>5</vt:i4>
      </vt:variant>
      <vt:variant>
        <vt:lpwstr>mailto:gzi71@tularegion.ru</vt:lpwstr>
      </vt:variant>
      <vt:variant>
        <vt:lpwstr/>
      </vt:variant>
      <vt:variant>
        <vt:i4>5505125</vt:i4>
      </vt:variant>
      <vt:variant>
        <vt:i4>9</vt:i4>
      </vt:variant>
      <vt:variant>
        <vt:i4>0</vt:i4>
      </vt:variant>
      <vt:variant>
        <vt:i4>5</vt:i4>
      </vt:variant>
      <vt:variant>
        <vt:lpwstr>mailto:gkh@tularegion.ru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Евстегнеева Галина Анатольевна</dc:creator>
  <cp:keywords/>
  <cp:lastModifiedBy>Авилова Людмила Валентиновна</cp:lastModifiedBy>
  <cp:revision>2</cp:revision>
  <cp:lastPrinted>1995-11-21T14:41:00Z</cp:lastPrinted>
  <dcterms:created xsi:type="dcterms:W3CDTF">2025-09-12T10:59:00Z</dcterms:created>
  <dcterms:modified xsi:type="dcterms:W3CDTF">2025-09-12T10:59:00Z</dcterms:modified>
</cp:coreProperties>
</file>